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618" w:rsidRDefault="00C34618" w:rsidP="00FF1560">
      <w:pPr>
        <w:spacing w:after="0" w:line="228" w:lineRule="auto"/>
        <w:rPr>
          <w:rFonts w:ascii="Times New Roman" w:hAnsi="Times New Roman"/>
          <w:sz w:val="24"/>
          <w:szCs w:val="24"/>
        </w:rPr>
      </w:pPr>
      <w:bookmarkStart w:id="0" w:name="_Hlk49423548"/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Додаток №5</w:t>
      </w:r>
    </w:p>
    <w:p w:rsidR="00C34618" w:rsidRPr="001A1112" w:rsidRDefault="00C34618" w:rsidP="00FF1560">
      <w:pPr>
        <w:spacing w:after="0" w:line="228" w:lineRule="auto"/>
        <w:ind w:left="114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постанови Камінь-Каширської районної територіальної виборчої комісії від  25 вересня 2020 року №13</w:t>
      </w:r>
    </w:p>
    <w:p w:rsidR="00C34618" w:rsidRPr="00775420" w:rsidRDefault="00C34618" w:rsidP="00FF1560">
      <w:pPr>
        <w:spacing w:after="0" w:line="228" w:lineRule="auto"/>
        <w:rPr>
          <w:rFonts w:ascii="Times New Roman" w:hAnsi="Times New Roman"/>
          <w:b/>
          <w:sz w:val="24"/>
          <w:szCs w:val="24"/>
        </w:rPr>
      </w:pPr>
    </w:p>
    <w:p w:rsidR="00C34618" w:rsidRPr="00B86CBD" w:rsidRDefault="00C34618" w:rsidP="00FF1560">
      <w:pPr>
        <w:spacing w:after="0" w:line="228" w:lineRule="auto"/>
        <w:ind w:left="11907"/>
        <w:rPr>
          <w:rFonts w:ascii="Times New Roman" w:hAnsi="Times New Roman"/>
          <w:sz w:val="24"/>
          <w:szCs w:val="24"/>
        </w:rPr>
      </w:pPr>
    </w:p>
    <w:p w:rsidR="00C34618" w:rsidRPr="00AD62CA" w:rsidRDefault="00C34618" w:rsidP="00FF1560">
      <w:pPr>
        <w:spacing w:after="0" w:line="228" w:lineRule="auto"/>
        <w:ind w:left="9356"/>
        <w:jc w:val="center"/>
        <w:rPr>
          <w:rFonts w:ascii="Times New Roman" w:hAnsi="Times New Roman"/>
          <w:b/>
          <w:sz w:val="24"/>
          <w:szCs w:val="24"/>
        </w:rPr>
      </w:pPr>
      <w:r w:rsidRPr="00AD62CA"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</w:p>
    <w:p w:rsidR="00C34618" w:rsidRPr="00C53689" w:rsidRDefault="00C34618" w:rsidP="00FF1560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62CA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</w:t>
      </w:r>
      <w:r w:rsidRPr="00C53689">
        <w:rPr>
          <w:rFonts w:ascii="Times New Roman" w:hAnsi="Times New Roman"/>
          <w:b/>
          <w:sz w:val="24"/>
          <w:szCs w:val="24"/>
        </w:rPr>
        <w:t>ЄДИНИЙ ВИБОРЧИЙ СПИСОК</w:t>
      </w:r>
    </w:p>
    <w:p w:rsidR="00C34618" w:rsidRPr="00F64D34" w:rsidRDefault="00C34618" w:rsidP="00FF1560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"/>
          <w:szCs w:val="12"/>
        </w:rPr>
      </w:pPr>
    </w:p>
    <w:p w:rsidR="00C34618" w:rsidRPr="001A1112" w:rsidRDefault="00C34618" w:rsidP="00FF1560">
      <w:pPr>
        <w:spacing w:after="0" w:line="22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C53689">
        <w:rPr>
          <w:rFonts w:ascii="Times New Roman" w:hAnsi="Times New Roman"/>
          <w:sz w:val="24"/>
          <w:szCs w:val="24"/>
        </w:rPr>
        <w:t>кандидатів у депутати</w:t>
      </w:r>
      <w:r>
        <w:rPr>
          <w:rFonts w:ascii="Times New Roman" w:hAnsi="Times New Roman"/>
          <w:sz w:val="24"/>
          <w:szCs w:val="24"/>
        </w:rPr>
        <w:t xml:space="preserve"> Камінь-Каширської районної ради</w:t>
      </w:r>
    </w:p>
    <w:p w:rsidR="00C34618" w:rsidRDefault="00C34618" w:rsidP="00FF1560">
      <w:pPr>
        <w:spacing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Волинської</w:t>
      </w:r>
      <w:r w:rsidRPr="00FF1560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територіальної </w:t>
      </w:r>
      <w:r w:rsidRPr="001A1112">
        <w:rPr>
          <w:rFonts w:ascii="Times New Roman" w:hAnsi="Times New Roman"/>
          <w:sz w:val="28"/>
          <w:szCs w:val="24"/>
        </w:rPr>
        <w:t>організаці</w:t>
      </w:r>
      <w:r>
        <w:rPr>
          <w:rFonts w:ascii="Times New Roman" w:hAnsi="Times New Roman"/>
          <w:sz w:val="28"/>
          <w:szCs w:val="24"/>
        </w:rPr>
        <w:t>ї</w:t>
      </w:r>
      <w:r w:rsidRPr="001A1112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політичної партії</w:t>
      </w:r>
      <w:r w:rsidRPr="00B86CBD">
        <w:rPr>
          <w:rFonts w:ascii="Times New Roman" w:hAnsi="Times New Roman"/>
          <w:sz w:val="28"/>
          <w:szCs w:val="28"/>
        </w:rPr>
        <w:t xml:space="preserve">  «</w:t>
      </w:r>
      <w:r>
        <w:rPr>
          <w:rFonts w:ascii="Times New Roman" w:hAnsi="Times New Roman"/>
          <w:sz w:val="28"/>
          <w:szCs w:val="28"/>
        </w:rPr>
        <w:t>Європейська солідарність</w:t>
      </w:r>
      <w:r w:rsidRPr="00B86CBD">
        <w:rPr>
          <w:rFonts w:ascii="Times New Roman" w:hAnsi="Times New Roman"/>
          <w:sz w:val="28"/>
          <w:szCs w:val="28"/>
        </w:rPr>
        <w:t>»</w:t>
      </w:r>
    </w:p>
    <w:p w:rsidR="00C34618" w:rsidRDefault="00C34618" w:rsidP="00FF1560">
      <w:pPr>
        <w:spacing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На місцевих виборах 25 жовтня 2020року</w:t>
      </w:r>
    </w:p>
    <w:p w:rsidR="00C34618" w:rsidRPr="00FF1560" w:rsidRDefault="00C34618" w:rsidP="00B5755D">
      <w:pPr>
        <w:spacing w:after="0" w:line="228" w:lineRule="auto"/>
        <w:rPr>
          <w:rFonts w:ascii="Times New Roman" w:hAnsi="Times New Roman"/>
          <w:sz w:val="24"/>
          <w:szCs w:val="24"/>
          <w:lang w:val="en-US"/>
        </w:rPr>
      </w:pPr>
    </w:p>
    <w:p w:rsidR="00C34618" w:rsidRPr="00A22C06" w:rsidRDefault="00C34618" w:rsidP="00A22C06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tbl>
      <w:tblPr>
        <w:tblW w:w="158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0"/>
        <w:gridCol w:w="1418"/>
        <w:gridCol w:w="963"/>
        <w:gridCol w:w="1163"/>
        <w:gridCol w:w="964"/>
        <w:gridCol w:w="1304"/>
        <w:gridCol w:w="1559"/>
        <w:gridCol w:w="851"/>
        <w:gridCol w:w="1984"/>
        <w:gridCol w:w="1134"/>
        <w:gridCol w:w="1418"/>
        <w:gridCol w:w="1134"/>
        <w:gridCol w:w="1083"/>
      </w:tblGrid>
      <w:tr w:rsidR="00C34618" w:rsidRPr="00D42769" w:rsidTr="00105DE3">
        <w:trPr>
          <w:cantSplit/>
          <w:trHeight w:val="1026"/>
        </w:trPr>
        <w:tc>
          <w:tcPr>
            <w:tcW w:w="880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>Порядковий номер кандидата в єдиному виборчому списку</w:t>
            </w:r>
          </w:p>
        </w:tc>
        <w:tc>
          <w:tcPr>
            <w:tcW w:w="1418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Прізвище, власне ім’я </w:t>
            </w: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(усі власні імена), </w:t>
            </w: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по батькові </w:t>
            </w: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(за наявності)</w:t>
            </w:r>
          </w:p>
        </w:tc>
        <w:tc>
          <w:tcPr>
            <w:tcW w:w="963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>Число,</w:t>
            </w: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місяць, рік народження</w:t>
            </w:r>
          </w:p>
          <w:p w:rsidR="00C34618" w:rsidRPr="00A22C06" w:rsidRDefault="00C34618" w:rsidP="00A22C06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>(чч.мм.рррр.)</w:t>
            </w:r>
          </w:p>
        </w:tc>
        <w:tc>
          <w:tcPr>
            <w:tcW w:w="1163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964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trike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1304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Посада </w:t>
            </w: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(заняття)</w:t>
            </w:r>
          </w:p>
        </w:tc>
        <w:tc>
          <w:tcPr>
            <w:tcW w:w="1559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Місце роботи </w:t>
            </w:r>
          </w:p>
        </w:tc>
        <w:tc>
          <w:tcPr>
            <w:tcW w:w="851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>Партійність</w:t>
            </w:r>
          </w:p>
        </w:tc>
        <w:tc>
          <w:tcPr>
            <w:tcW w:w="1984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Адреса місця проживання </w:t>
            </w:r>
          </w:p>
        </w:tc>
        <w:tc>
          <w:tcPr>
            <w:tcW w:w="1134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>Відомості про наявність чи відсутність</w:t>
            </w:r>
          </w:p>
          <w:p w:rsidR="00C34618" w:rsidRPr="00A22C06" w:rsidRDefault="00C34618" w:rsidP="00A22C0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>судимості **</w:t>
            </w:r>
          </w:p>
        </w:tc>
        <w:tc>
          <w:tcPr>
            <w:tcW w:w="1418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34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Номер територіального виборчого округу, до якого віднесено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кандидата</w:t>
            </w:r>
          </w:p>
        </w:tc>
        <w:tc>
          <w:tcPr>
            <w:tcW w:w="1083" w:type="dxa"/>
            <w:vAlign w:val="center"/>
          </w:tcPr>
          <w:p w:rsidR="00C34618" w:rsidRPr="00A22C06" w:rsidRDefault="00C34618" w:rsidP="00A22C0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Порядковий номер кандидата у відповідному </w:t>
            </w:r>
            <w:r w:rsidRPr="00A22C06">
              <w:rPr>
                <w:rFonts w:ascii="Times New Roman" w:hAnsi="Times New Roman"/>
                <w:spacing w:val="-6"/>
                <w:sz w:val="16"/>
                <w:szCs w:val="16"/>
                <w:lang w:eastAsia="ru-RU"/>
              </w:rPr>
              <w:t>територіальному</w:t>
            </w:r>
            <w:r w:rsidRPr="00A22C0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виборчому списку </w:t>
            </w:r>
          </w:p>
        </w:tc>
      </w:tr>
      <w:tr w:rsidR="00C34618" w:rsidRPr="00D42769" w:rsidTr="00105DE3">
        <w:trPr>
          <w:trHeight w:val="641"/>
        </w:trPr>
        <w:tc>
          <w:tcPr>
            <w:tcW w:w="880" w:type="dxa"/>
          </w:tcPr>
          <w:p w:rsidR="00C34618" w:rsidRPr="00315F8B" w:rsidRDefault="00C34618" w:rsidP="00DA5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C34618" w:rsidRPr="00315F8B" w:rsidRDefault="00C34618" w:rsidP="00DA5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Сус </w:t>
            </w:r>
          </w:p>
          <w:p w:rsidR="00C34618" w:rsidRPr="00315F8B" w:rsidRDefault="00C34618" w:rsidP="00DA5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Віктор</w:t>
            </w:r>
          </w:p>
          <w:p w:rsidR="00C34618" w:rsidRPr="00315F8B" w:rsidRDefault="00C34618" w:rsidP="00DA5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Іванович</w:t>
            </w:r>
          </w:p>
        </w:tc>
        <w:tc>
          <w:tcPr>
            <w:tcW w:w="963" w:type="dxa"/>
          </w:tcPr>
          <w:p w:rsidR="00C34618" w:rsidRPr="00315F8B" w:rsidRDefault="00C34618" w:rsidP="00DA5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01.06.1965</w:t>
            </w:r>
          </w:p>
        </w:tc>
        <w:tc>
          <w:tcPr>
            <w:tcW w:w="1163" w:type="dxa"/>
          </w:tcPr>
          <w:p w:rsidR="00C34618" w:rsidRPr="00315F8B" w:rsidRDefault="00C34618" w:rsidP="00FA296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FA29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DA5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Голова</w:t>
            </w:r>
          </w:p>
        </w:tc>
        <w:tc>
          <w:tcPr>
            <w:tcW w:w="1559" w:type="dxa"/>
          </w:tcPr>
          <w:p w:rsidR="00C34618" w:rsidRPr="00315F8B" w:rsidRDefault="00C34618" w:rsidP="00DA5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Камінь-Каширська районна рада</w:t>
            </w:r>
          </w:p>
        </w:tc>
        <w:tc>
          <w:tcPr>
            <w:tcW w:w="851" w:type="dxa"/>
          </w:tcPr>
          <w:p w:rsidR="00C34618" w:rsidRPr="00315F8B" w:rsidRDefault="00C34618" w:rsidP="00426A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315F8B" w:rsidRDefault="00C34618" w:rsidP="007720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вул. Гагаріна, буд.25</w:t>
            </w: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,                                                                                  с.Раків Ліс,                                                                                Камінь-Каширський район,                                                                          Волинська область, 44524</w:t>
            </w:r>
          </w:p>
        </w:tc>
        <w:tc>
          <w:tcPr>
            <w:tcW w:w="1134" w:type="dxa"/>
          </w:tcPr>
          <w:p w:rsidR="00C34618" w:rsidRPr="00315F8B" w:rsidRDefault="00C34618" w:rsidP="00DA5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6D7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Депутат Камінь-Каширської районної ради</w:t>
            </w:r>
          </w:p>
        </w:tc>
        <w:tc>
          <w:tcPr>
            <w:tcW w:w="1134" w:type="dxa"/>
          </w:tcPr>
          <w:p w:rsidR="00C34618" w:rsidRPr="00315F8B" w:rsidRDefault="00C34618" w:rsidP="00DA5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Перший кандидат</w:t>
            </w:r>
          </w:p>
        </w:tc>
        <w:tc>
          <w:tcPr>
            <w:tcW w:w="1083" w:type="dxa"/>
          </w:tcPr>
          <w:p w:rsidR="00C34618" w:rsidRPr="00315F8B" w:rsidRDefault="00C34618" w:rsidP="00DA5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Перший кандидат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6511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:rsidR="00C34618" w:rsidRPr="00315F8B" w:rsidRDefault="00C34618" w:rsidP="006511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Крам</w:t>
            </w:r>
          </w:p>
          <w:p w:rsidR="00C34618" w:rsidRPr="00315F8B" w:rsidRDefault="00C34618" w:rsidP="006511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Степан Васильович</w:t>
            </w:r>
          </w:p>
        </w:tc>
        <w:tc>
          <w:tcPr>
            <w:tcW w:w="963" w:type="dxa"/>
          </w:tcPr>
          <w:p w:rsidR="00C34618" w:rsidRPr="00315F8B" w:rsidRDefault="00C34618" w:rsidP="006511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10.04.1961</w:t>
            </w:r>
          </w:p>
        </w:tc>
        <w:tc>
          <w:tcPr>
            <w:tcW w:w="1163" w:type="dxa"/>
          </w:tcPr>
          <w:p w:rsidR="00C34618" w:rsidRPr="00315F8B" w:rsidRDefault="00C34618" w:rsidP="00FA296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FA29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Професійно-технічна</w:t>
            </w:r>
          </w:p>
        </w:tc>
        <w:tc>
          <w:tcPr>
            <w:tcW w:w="1304" w:type="dxa"/>
          </w:tcPr>
          <w:p w:rsidR="00C34618" w:rsidRPr="00315F8B" w:rsidRDefault="00C34618" w:rsidP="006511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Голова правління</w:t>
            </w:r>
          </w:p>
        </w:tc>
        <w:tc>
          <w:tcPr>
            <w:tcW w:w="1559" w:type="dxa"/>
          </w:tcPr>
          <w:p w:rsidR="00C34618" w:rsidRPr="00315F8B" w:rsidRDefault="00C34618" w:rsidP="006511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ПрАТ «Камінь-Каширське РТП»</w:t>
            </w:r>
          </w:p>
        </w:tc>
        <w:tc>
          <w:tcPr>
            <w:tcW w:w="851" w:type="dxa"/>
          </w:tcPr>
          <w:p w:rsidR="00C34618" w:rsidRPr="00315F8B" w:rsidRDefault="00C34618" w:rsidP="006511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315F8B" w:rsidRDefault="00C34618" w:rsidP="007720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вул.Довга Нива, буд. 96                                                                           с.Раків Ліс,                                                                    Камінь-Каширський район,                                                                    Волинська область, 44524</w:t>
            </w:r>
          </w:p>
        </w:tc>
        <w:tc>
          <w:tcPr>
            <w:tcW w:w="1134" w:type="dxa"/>
          </w:tcPr>
          <w:p w:rsidR="00C34618" w:rsidRPr="00315F8B" w:rsidRDefault="00C34618" w:rsidP="006511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6511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Депутат Камінь-Каширської районної ради</w:t>
            </w:r>
          </w:p>
        </w:tc>
        <w:tc>
          <w:tcPr>
            <w:tcW w:w="1134" w:type="dxa"/>
          </w:tcPr>
          <w:p w:rsidR="00C34618" w:rsidRPr="00315F8B" w:rsidRDefault="00C34618" w:rsidP="006511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</w:tcPr>
          <w:p w:rsidR="00C34618" w:rsidRPr="00315F8B" w:rsidRDefault="00C34618" w:rsidP="006511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Сергійчук Володимир Михайлович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01.06.1981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Секретар</w:t>
            </w:r>
          </w:p>
        </w:tc>
        <w:tc>
          <w:tcPr>
            <w:tcW w:w="1559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Любешівська селищна рада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вул. Зелена, буд.</w:t>
            </w: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Pr="00B149C1">
              <w:rPr>
                <w:rFonts w:ascii="Times New Roman" w:hAnsi="Times New Roman"/>
                <w:sz w:val="20"/>
                <w:szCs w:val="20"/>
              </w:rPr>
              <w:t>а, с.Бірки,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Камінь-Каширський район, Волинська область, 44240</w:t>
            </w:r>
          </w:p>
        </w:tc>
        <w:tc>
          <w:tcPr>
            <w:tcW w:w="1134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C34618" w:rsidRPr="00B149C1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Депутат Любешівської селищної ради</w:t>
            </w:r>
          </w:p>
        </w:tc>
        <w:tc>
          <w:tcPr>
            <w:tcW w:w="1134" w:type="dxa"/>
          </w:tcPr>
          <w:p w:rsidR="00C34618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</w:tcPr>
          <w:p w:rsidR="00C34618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Кузьмич Людмила Олександрівна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25.06.1956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Голова</w:t>
            </w:r>
          </w:p>
        </w:tc>
        <w:tc>
          <w:tcPr>
            <w:tcW w:w="1559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Камінь-Каширський районний комітет профспілки працівників освіти і науки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вул. Ковельська, буд. 6,                             м.Камінь-Каширський                   Камінь-Каширський район,                                                  Волинська область, 44501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Депутат Камінь-Каширської районної ради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Журавель Маріанна Василівна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02.10.1976</w:t>
            </w:r>
          </w:p>
        </w:tc>
        <w:tc>
          <w:tcPr>
            <w:tcW w:w="1163" w:type="dxa"/>
          </w:tcPr>
          <w:p w:rsidR="00C34618" w:rsidRPr="00ED587C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ED587C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59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Опорний заклад загальної середньої освіти с.Сошичне Камінь-Каширського району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587C">
              <w:rPr>
                <w:rFonts w:ascii="Times New Roman" w:hAnsi="Times New Roman"/>
                <w:sz w:val="20"/>
                <w:szCs w:val="20"/>
                <w:lang w:eastAsia="ru-RU"/>
              </w:rPr>
              <w:t>Член Політичної партії «Європейська Солідарність»</w:t>
            </w:r>
          </w:p>
        </w:tc>
        <w:tc>
          <w:tcPr>
            <w:tcW w:w="1984" w:type="dxa"/>
          </w:tcPr>
          <w:p w:rsidR="00C346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вул. Лесі Українки, буд. 2</w:t>
            </w:r>
            <w:r w:rsidRPr="00ED58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                 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</w:t>
            </w:r>
            <w:r w:rsidRPr="00ED58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с. Запруддя,</w:t>
            </w:r>
            <w:r w:rsidRPr="00ED58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Камінь-Каширський район,Волинська</w:t>
            </w:r>
          </w:p>
          <w:p w:rsidR="00C346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58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область, 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587C">
              <w:rPr>
                <w:rFonts w:ascii="Times New Roman" w:hAnsi="Times New Roman"/>
                <w:sz w:val="20"/>
                <w:szCs w:val="20"/>
                <w:lang w:eastAsia="ru-RU"/>
              </w:rPr>
              <w:t>44543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587C">
              <w:rPr>
                <w:rFonts w:ascii="Times New Roman" w:hAnsi="Times New Roman"/>
                <w:sz w:val="20"/>
                <w:szCs w:val="20"/>
                <w:lang w:eastAsia="ru-RU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587C">
              <w:rPr>
                <w:rFonts w:ascii="Times New Roman" w:hAnsi="Times New Roman"/>
                <w:sz w:val="20"/>
                <w:szCs w:val="20"/>
                <w:lang w:eastAsia="ru-RU"/>
              </w:rPr>
              <w:t>Депутат Камінь-Каширської районної ради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Демих 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Ігор Миколайович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01.11.1985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Керуючий справами</w:t>
            </w:r>
          </w:p>
        </w:tc>
        <w:tc>
          <w:tcPr>
            <w:tcW w:w="1559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Любешівська селищна рада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вул. 8-Березня, 7,</w:t>
            </w:r>
          </w:p>
          <w:p w:rsidR="00C346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смт.Любешів, Камінь-Каширський район,</w:t>
            </w:r>
          </w:p>
          <w:p w:rsidR="00C34618" w:rsidRPr="00B149C1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Волинська область, 44201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C34618" w:rsidRPr="00B149C1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Маковецька Наталія Петрівна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17.07.1979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C44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Начальник </w:t>
            </w:r>
          </w:p>
        </w:tc>
        <w:tc>
          <w:tcPr>
            <w:tcW w:w="1559" w:type="dxa"/>
          </w:tcPr>
          <w:p w:rsidR="00C34618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Відділ </w:t>
            </w: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державного нагляду за дотриманням санітарного законодавства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Маневицьке районне управлінняГУ Держпродспоживслужби у Волинській області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вул. Незалежності, буд. 1є, </w:t>
            </w:r>
          </w:p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смт Маневичі, Камінь-Каширський район, </w:t>
            </w:r>
          </w:p>
          <w:p w:rsidR="00C34618" w:rsidRPr="00B149C1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Волинська область, 44600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B149C1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Стеренчук Марина 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Іванівна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26.06.1974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Завідувач</w:t>
            </w:r>
          </w:p>
        </w:tc>
        <w:tc>
          <w:tcPr>
            <w:tcW w:w="1559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Хотешівський навчальний заклад Камінь-Каширського району Волинської області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вул. Колонія, буд.23</w:t>
            </w:r>
          </w:p>
          <w:p w:rsidR="00C34618" w:rsidRPr="00B149C1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с. Хотешів,                                                              Камінь-Каширський район,                                                       Волинська область, 44512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Депутат Хотешівської сільської ради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vAlign w:val="center"/>
          </w:tcPr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Юрчик</w:t>
            </w:r>
          </w:p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Богдан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Валентинови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</w:p>
        </w:tc>
        <w:tc>
          <w:tcPr>
            <w:tcW w:w="963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10.08.1985</w:t>
            </w:r>
          </w:p>
        </w:tc>
        <w:tc>
          <w:tcPr>
            <w:tcW w:w="1163" w:type="dxa"/>
            <w:vAlign w:val="center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315F8B" w:rsidRDefault="00C34618" w:rsidP="00970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34618" w:rsidRPr="00427E68" w:rsidRDefault="00C34618" w:rsidP="00970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427E68">
              <w:rPr>
                <w:rFonts w:ascii="Times New Roman" w:hAnsi="Times New Roman"/>
                <w:sz w:val="20"/>
                <w:szCs w:val="20"/>
              </w:rPr>
              <w:t>ідділу державного нагляду за дотриманням санітарного</w:t>
            </w:r>
          </w:p>
          <w:p w:rsidR="00C34618" w:rsidRDefault="00C34618" w:rsidP="00970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законодавства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Камінь-Каширське районне управління ГУ ДПСС  у Волинській області</w:t>
            </w:r>
          </w:p>
        </w:tc>
        <w:tc>
          <w:tcPr>
            <w:tcW w:w="851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Вул. Молодіжна,30,</w:t>
            </w:r>
          </w:p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с. Раків Ліс</w:t>
            </w:r>
          </w:p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Камінь-Каширський район,</w:t>
            </w:r>
          </w:p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Волинська область,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7E68">
              <w:rPr>
                <w:rFonts w:ascii="Times New Roman" w:hAnsi="Times New Roman"/>
                <w:sz w:val="20"/>
                <w:szCs w:val="20"/>
              </w:rPr>
              <w:t>44524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</w:tcPr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Король Володимир Петрович</w:t>
            </w:r>
          </w:p>
        </w:tc>
        <w:tc>
          <w:tcPr>
            <w:tcW w:w="963" w:type="dxa"/>
          </w:tcPr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21.01.1978</w:t>
            </w:r>
          </w:p>
        </w:tc>
        <w:tc>
          <w:tcPr>
            <w:tcW w:w="1163" w:type="dxa"/>
          </w:tcPr>
          <w:p w:rsidR="00C34618" w:rsidRPr="00427E68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DD7D13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D13">
              <w:rPr>
                <w:rFonts w:ascii="Times New Roman" w:hAnsi="Times New Roman"/>
                <w:sz w:val="20"/>
                <w:szCs w:val="20"/>
              </w:rPr>
              <w:t>Начальник</w:t>
            </w:r>
          </w:p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DD7D13">
              <w:rPr>
                <w:rFonts w:ascii="Times New Roman" w:hAnsi="Times New Roman"/>
                <w:sz w:val="20"/>
                <w:szCs w:val="20"/>
              </w:rPr>
              <w:t>ідділу Держгеокадастру у Камінь-Каширському районі</w:t>
            </w:r>
          </w:p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Міжрайонне управління у Камінь-Каширському та Любешівському районах</w:t>
            </w:r>
          </w:p>
        </w:tc>
        <w:tc>
          <w:tcPr>
            <w:tcW w:w="851" w:type="dxa"/>
          </w:tcPr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427E6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вул.Олексіївка, буд. 12г                                                                    с.Олексіївка                                                            Камінь-Каширський район,                                                              Волинська область, 44501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Наумчук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Ольга Володимирівна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28.11.1968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DD7D13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Заступник начальника</w:t>
            </w:r>
          </w:p>
        </w:tc>
        <w:tc>
          <w:tcPr>
            <w:tcW w:w="1559" w:type="dxa"/>
          </w:tcPr>
          <w:p w:rsidR="00C34618" w:rsidRPr="00DD7D13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Маневицький районний відділ ДВС Західного міжрегіонального управління МЮУ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вул. Шевченка, буд. 39, 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с. Кукли, Камінь-Каширський район, Волинська область, 44640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Депутат Маневицької районної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ради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vAlign w:val="center"/>
          </w:tcPr>
          <w:p w:rsidR="00C34618" w:rsidRPr="00B149C1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Місюра Оксана Миколаївна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18.05.1981</w:t>
            </w:r>
          </w:p>
        </w:tc>
        <w:tc>
          <w:tcPr>
            <w:tcW w:w="1163" w:type="dxa"/>
            <w:vAlign w:val="center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Громадянин </w:t>
            </w:r>
            <w:r w:rsidRPr="00B149C1"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6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559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851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Pr="00B149C1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 xml:space="preserve">вул. Вишнева буд.23-а , </w:t>
            </w:r>
          </w:p>
          <w:p w:rsidR="00C34618" w:rsidRPr="00B149C1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9C1">
              <w:rPr>
                <w:rFonts w:ascii="Times New Roman" w:hAnsi="Times New Roman"/>
                <w:sz w:val="20"/>
                <w:szCs w:val="20"/>
              </w:rPr>
              <w:t>смт.Любешів, Камінь-Каширський район, Волинська область, 44201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</w:tcPr>
          <w:p w:rsidR="00C34618" w:rsidRPr="00B8390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color w:val="000000"/>
                <w:sz w:val="20"/>
                <w:szCs w:val="20"/>
              </w:rPr>
              <w:t>Солоненчик Людмила  Адамівна</w:t>
            </w:r>
          </w:p>
        </w:tc>
        <w:tc>
          <w:tcPr>
            <w:tcW w:w="963" w:type="dxa"/>
          </w:tcPr>
          <w:p w:rsidR="00C34618" w:rsidRPr="00B8390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12.11.1978</w:t>
            </w:r>
          </w:p>
        </w:tc>
        <w:tc>
          <w:tcPr>
            <w:tcW w:w="1163" w:type="dxa"/>
          </w:tcPr>
          <w:p w:rsidR="00C34618" w:rsidRPr="00B83908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908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B8390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908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B83908" w:rsidRDefault="00C34618" w:rsidP="00970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9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559" w:type="dxa"/>
          </w:tcPr>
          <w:p w:rsidR="00C34618" w:rsidRPr="00B8390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908">
              <w:rPr>
                <w:rFonts w:ascii="Times New Roman" w:hAnsi="Times New Roman"/>
                <w:sz w:val="20"/>
                <w:szCs w:val="20"/>
                <w:lang w:eastAsia="ru-RU"/>
              </w:rPr>
              <w:t>Загальноосвітня школа І-ІІ ступенів села Підбороччя</w:t>
            </w:r>
          </w:p>
        </w:tc>
        <w:tc>
          <w:tcPr>
            <w:tcW w:w="851" w:type="dxa"/>
          </w:tcPr>
          <w:p w:rsidR="00C34618" w:rsidRPr="00B8390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B83908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908">
              <w:rPr>
                <w:rFonts w:ascii="Times New Roman" w:hAnsi="Times New Roman"/>
                <w:sz w:val="20"/>
                <w:szCs w:val="20"/>
                <w:lang w:eastAsia="ru-RU"/>
              </w:rPr>
              <w:t>вул.Центральна, буд. 17                                             с.Підбороч</w:t>
            </w:r>
          </w:p>
          <w:p w:rsidR="00C34618" w:rsidRPr="00B8390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908">
              <w:rPr>
                <w:rFonts w:ascii="Times New Roman" w:hAnsi="Times New Roman"/>
                <w:sz w:val="20"/>
                <w:szCs w:val="20"/>
                <w:lang w:eastAsia="ru-RU"/>
              </w:rPr>
              <w:t>чя,                                         Камінь-Каширський район,                                                         Волинська область, 44511</w:t>
            </w:r>
          </w:p>
        </w:tc>
        <w:tc>
          <w:tcPr>
            <w:tcW w:w="1134" w:type="dxa"/>
          </w:tcPr>
          <w:p w:rsidR="00C34618" w:rsidRPr="00B8390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B8390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908">
              <w:rPr>
                <w:rFonts w:ascii="Times New Roman" w:hAnsi="Times New Roman"/>
                <w:sz w:val="20"/>
                <w:szCs w:val="20"/>
                <w:lang w:eastAsia="ru-RU"/>
              </w:rPr>
              <w:t>Депутат Черченської сільської ради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Яцина Андрій Мар</w:t>
            </w:r>
            <w:r w:rsidRPr="00D42769">
              <w:rPr>
                <w:rFonts w:ascii="Times New Roman" w:hAnsi="Times New Roman"/>
                <w:sz w:val="20"/>
                <w:szCs w:val="20"/>
                <w:lang w:val="en-US"/>
              </w:rPr>
              <w:t>’</w:t>
            </w:r>
            <w:r w:rsidRPr="00D42769">
              <w:rPr>
                <w:rFonts w:ascii="Times New Roman" w:hAnsi="Times New Roman"/>
                <w:sz w:val="20"/>
                <w:szCs w:val="20"/>
              </w:rPr>
              <w:t>янович</w:t>
            </w:r>
          </w:p>
        </w:tc>
        <w:tc>
          <w:tcPr>
            <w:tcW w:w="963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22.10.1980</w:t>
            </w:r>
          </w:p>
        </w:tc>
        <w:tc>
          <w:tcPr>
            <w:tcW w:w="1163" w:type="dxa"/>
            <w:vAlign w:val="center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Державне підприємство «Поліське лісове господарство»</w:t>
            </w:r>
          </w:p>
        </w:tc>
        <w:tc>
          <w:tcPr>
            <w:tcW w:w="851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77E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вул. Б. Хмельницького</w:t>
            </w:r>
            <w:r w:rsidRPr="00D427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буд. 10, </w:t>
            </w:r>
            <w:r w:rsidRPr="00D42769">
              <w:rPr>
                <w:rFonts w:ascii="Times New Roman" w:hAnsi="Times New Roman"/>
                <w:sz w:val="20"/>
                <w:szCs w:val="20"/>
              </w:rPr>
              <w:t>с. Оконськ,  Камінь-Каширський район, Волинська область, 44603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Євчук</w:t>
            </w:r>
          </w:p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Сергій</w:t>
            </w:r>
          </w:p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Іванович</w:t>
            </w:r>
          </w:p>
        </w:tc>
        <w:tc>
          <w:tcPr>
            <w:tcW w:w="963" w:type="dxa"/>
          </w:tcPr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13.09.1969</w:t>
            </w:r>
          </w:p>
        </w:tc>
        <w:tc>
          <w:tcPr>
            <w:tcW w:w="1163" w:type="dxa"/>
          </w:tcPr>
          <w:p w:rsidR="00C34618" w:rsidRPr="00C7177E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</w:t>
            </w:r>
          </w:p>
        </w:tc>
        <w:tc>
          <w:tcPr>
            <w:tcW w:w="1559" w:type="dxa"/>
          </w:tcPr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Камінь-Каширська районна лікарня ветеринарної медицини</w:t>
            </w:r>
          </w:p>
        </w:tc>
        <w:tc>
          <w:tcPr>
            <w:tcW w:w="851" w:type="dxa"/>
          </w:tcPr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9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вул.Паші Савельєвої, буд.1                                                                  с.Видерта,                                                             Камінь-Каширський район,     </w:t>
            </w:r>
            <w:r w:rsidRPr="00315F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Волинська область, 44520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Кузьмич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Сергій Тихонович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26.02.1980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В.о. директора</w:t>
            </w:r>
          </w:p>
        </w:tc>
        <w:tc>
          <w:tcPr>
            <w:tcW w:w="1559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Загальноосвітня школа І-ІІ ступеня села Видерта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вул. Глинянка, буд. 15,                                                с. Верхи                                                                Камінь-Каширський район,                                                                Волинська область, 44570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77E">
              <w:rPr>
                <w:rFonts w:ascii="Times New Roman" w:hAnsi="Times New Roman"/>
                <w:sz w:val="20"/>
                <w:szCs w:val="20"/>
              </w:rPr>
              <w:t>Нагорний Петро Никонович</w:t>
            </w:r>
          </w:p>
        </w:tc>
        <w:tc>
          <w:tcPr>
            <w:tcW w:w="963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77E">
              <w:rPr>
                <w:rFonts w:ascii="Times New Roman" w:hAnsi="Times New Roman"/>
                <w:sz w:val="20"/>
                <w:szCs w:val="20"/>
              </w:rPr>
              <w:t>25.04.1966</w:t>
            </w:r>
          </w:p>
        </w:tc>
        <w:tc>
          <w:tcPr>
            <w:tcW w:w="1163" w:type="dxa"/>
            <w:vAlign w:val="center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77E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77E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77E">
              <w:rPr>
                <w:rFonts w:ascii="Times New Roman" w:hAnsi="Times New Roman"/>
                <w:sz w:val="20"/>
                <w:szCs w:val="20"/>
              </w:rPr>
              <w:t>Голова районної ради</w:t>
            </w:r>
          </w:p>
        </w:tc>
        <w:tc>
          <w:tcPr>
            <w:tcW w:w="1559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77E">
              <w:rPr>
                <w:rFonts w:ascii="Times New Roman" w:hAnsi="Times New Roman"/>
                <w:sz w:val="20"/>
                <w:szCs w:val="20"/>
              </w:rPr>
              <w:t>Любешівська районна рада Волинської області</w:t>
            </w:r>
          </w:p>
        </w:tc>
        <w:tc>
          <w:tcPr>
            <w:tcW w:w="851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77E">
              <w:rPr>
                <w:rFonts w:ascii="Times New Roman" w:hAnsi="Times New Roman"/>
                <w:sz w:val="20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77E">
              <w:rPr>
                <w:rFonts w:ascii="Times New Roman" w:hAnsi="Times New Roman"/>
                <w:sz w:val="20"/>
                <w:szCs w:val="20"/>
              </w:rPr>
              <w:t>вул.Молодіжна,</w:t>
            </w:r>
          </w:p>
          <w:p w:rsidR="00C346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77E">
              <w:rPr>
                <w:rFonts w:ascii="Times New Roman" w:hAnsi="Times New Roman"/>
                <w:sz w:val="20"/>
                <w:szCs w:val="20"/>
              </w:rPr>
              <w:t>буд. 14,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77E">
              <w:rPr>
                <w:rFonts w:ascii="Times New Roman" w:hAnsi="Times New Roman"/>
                <w:sz w:val="20"/>
                <w:szCs w:val="20"/>
              </w:rPr>
              <w:t>с.Седлище, Камінь-Каширський район, Волинська область, 44255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Депутат Любешівської районної ради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8" w:type="dxa"/>
            <w:vAlign w:val="center"/>
          </w:tcPr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Цимбалюк</w:t>
            </w:r>
          </w:p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Володимир</w:t>
            </w:r>
          </w:p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Петрович</w:t>
            </w:r>
          </w:p>
        </w:tc>
        <w:tc>
          <w:tcPr>
            <w:tcW w:w="963" w:type="dxa"/>
            <w:vAlign w:val="center"/>
          </w:tcPr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28.04.1958</w:t>
            </w:r>
          </w:p>
        </w:tc>
        <w:tc>
          <w:tcPr>
            <w:tcW w:w="1163" w:type="dxa"/>
            <w:vAlign w:val="center"/>
          </w:tcPr>
          <w:p w:rsidR="00C34618" w:rsidRPr="00C7177E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  <w:vAlign w:val="center"/>
          </w:tcPr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Завідувач</w:t>
            </w:r>
          </w:p>
        </w:tc>
        <w:tc>
          <w:tcPr>
            <w:tcW w:w="1559" w:type="dxa"/>
            <w:vAlign w:val="center"/>
          </w:tcPr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Соснівська філія Опорного закладу загальної середньої освіти</w:t>
            </w:r>
          </w:p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ЗОШ І-ІІІ</w:t>
            </w:r>
          </w:p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с. Пнівне</w:t>
            </w:r>
          </w:p>
        </w:tc>
        <w:tc>
          <w:tcPr>
            <w:tcW w:w="851" w:type="dxa"/>
            <w:vAlign w:val="center"/>
          </w:tcPr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Вул. Радянська,2,</w:t>
            </w:r>
          </w:p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с. Волиця,</w:t>
            </w:r>
          </w:p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Камінь-Каширський район,</w:t>
            </w:r>
          </w:p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Волинська область,</w:t>
            </w:r>
          </w:p>
          <w:p w:rsidR="00C34618" w:rsidRPr="00C7177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44531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8" w:type="dxa"/>
          </w:tcPr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Мартинюк Людмила Іванівна</w:t>
            </w:r>
          </w:p>
        </w:tc>
        <w:tc>
          <w:tcPr>
            <w:tcW w:w="963" w:type="dxa"/>
          </w:tcPr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22.07.1991</w:t>
            </w:r>
          </w:p>
        </w:tc>
        <w:tc>
          <w:tcPr>
            <w:tcW w:w="1163" w:type="dxa"/>
          </w:tcPr>
          <w:p w:rsidR="00C34618" w:rsidRPr="00611C18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Вчитель</w:t>
            </w:r>
          </w:p>
        </w:tc>
        <w:tc>
          <w:tcPr>
            <w:tcW w:w="1559" w:type="dxa"/>
          </w:tcPr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Опорний заклад загальної середньої освіти «Карасинський ліцей» с.Карасин Камінь-Каширського району Волинської області</w:t>
            </w:r>
          </w:p>
        </w:tc>
        <w:tc>
          <w:tcPr>
            <w:tcW w:w="851" w:type="dxa"/>
          </w:tcPr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Вул. Забрідська, 3а,</w:t>
            </w:r>
          </w:p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с. Карасин,</w:t>
            </w:r>
          </w:p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Камінь-Каширський район,</w:t>
            </w:r>
          </w:p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Волинська область,</w:t>
            </w:r>
          </w:p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C18">
              <w:rPr>
                <w:rFonts w:ascii="Times New Roman" w:hAnsi="Times New Roman"/>
                <w:sz w:val="20"/>
                <w:szCs w:val="20"/>
              </w:rPr>
              <w:t>44572</w:t>
            </w:r>
          </w:p>
          <w:p w:rsidR="00C34618" w:rsidRPr="00611C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Какалюк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Марія Володимирівна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06.08.1989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970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Заступник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директора</w:t>
            </w:r>
          </w:p>
        </w:tc>
        <w:tc>
          <w:tcPr>
            <w:tcW w:w="1559" w:type="dxa"/>
          </w:tcPr>
          <w:p w:rsidR="00C346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Навчально-виховний-комплекс </w:t>
            </w: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Загальноосвітня школа І-ІІ ступенів села Мостище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Член Політичної партії «Європейська Солідарність»</w:t>
            </w:r>
          </w:p>
        </w:tc>
        <w:tc>
          <w:tcPr>
            <w:tcW w:w="198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вул. Довга Нива, буд. 1</w:t>
            </w: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с.Раків Ліс,                                                      Камінь-Каширський район,                                                      Волинська область, 44524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</w:tcPr>
          <w:p w:rsidR="00C34618" w:rsidRPr="00315F8B" w:rsidRDefault="00C34618" w:rsidP="00966B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8" w:type="dxa"/>
            <w:vAlign w:val="center"/>
          </w:tcPr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Козак Руслан Володимирович</w:t>
            </w:r>
          </w:p>
        </w:tc>
        <w:tc>
          <w:tcPr>
            <w:tcW w:w="963" w:type="dxa"/>
            <w:vAlign w:val="center"/>
          </w:tcPr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19.11.1976</w:t>
            </w:r>
          </w:p>
        </w:tc>
        <w:tc>
          <w:tcPr>
            <w:tcW w:w="1163" w:type="dxa"/>
            <w:vAlign w:val="center"/>
          </w:tcPr>
          <w:p w:rsidR="00C34618" w:rsidRPr="00D42769" w:rsidRDefault="00C34618" w:rsidP="00B8390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  <w:p w:rsidR="00C34618" w:rsidRPr="007317EF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7317EF" w:rsidRDefault="00C34618" w:rsidP="00970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1559" w:type="dxa"/>
            <w:vAlign w:val="center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Управління соціального захисту населення</w:t>
            </w:r>
          </w:p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Маневицька районна державна адміністрація Волинської області</w:t>
            </w:r>
          </w:p>
        </w:tc>
        <w:tc>
          <w:tcPr>
            <w:tcW w:w="851" w:type="dxa"/>
            <w:vAlign w:val="center"/>
          </w:tcPr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вул. М. Кривоноса, буд. 18, смт Маневичі, Камінь-Каширський район, Волинська область, 44600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vAlign w:val="center"/>
          </w:tcPr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Морозюк Віталія Іванівна</w:t>
            </w:r>
          </w:p>
        </w:tc>
        <w:tc>
          <w:tcPr>
            <w:tcW w:w="963" w:type="dxa"/>
            <w:vAlign w:val="center"/>
          </w:tcPr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19.07.1970</w:t>
            </w:r>
          </w:p>
        </w:tc>
        <w:tc>
          <w:tcPr>
            <w:tcW w:w="1163" w:type="dxa"/>
            <w:vAlign w:val="center"/>
          </w:tcPr>
          <w:p w:rsidR="00C34618" w:rsidRPr="007317EF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  <w:vAlign w:val="center"/>
          </w:tcPr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7317EF" w:rsidRDefault="00C34618" w:rsidP="00970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Завідувач </w:t>
            </w:r>
          </w:p>
        </w:tc>
        <w:tc>
          <w:tcPr>
            <w:tcW w:w="1559" w:type="dxa"/>
            <w:vAlign w:val="center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Маневицької амбулаторії загальної практики сімейної медицини</w:t>
            </w:r>
          </w:p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Комунальне підприємство «Маневицький районний центр первинної медико-санітарної допомоги»</w:t>
            </w:r>
          </w:p>
        </w:tc>
        <w:tc>
          <w:tcPr>
            <w:tcW w:w="851" w:type="dxa"/>
            <w:vAlign w:val="center"/>
          </w:tcPr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Pr="007317EF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вул. Андрія Снітка, буд. 26, смт Маневичі, Камінь-Каширський район, Волинська область, 44600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8" w:type="dxa"/>
          </w:tcPr>
          <w:p w:rsidR="00C34618" w:rsidRPr="00A1585C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Куницька Людмила Павлівна</w:t>
            </w:r>
          </w:p>
        </w:tc>
        <w:tc>
          <w:tcPr>
            <w:tcW w:w="963" w:type="dxa"/>
          </w:tcPr>
          <w:p w:rsidR="00C34618" w:rsidRPr="00A1585C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01.12.1973</w:t>
            </w:r>
          </w:p>
        </w:tc>
        <w:tc>
          <w:tcPr>
            <w:tcW w:w="1163" w:type="dxa"/>
          </w:tcPr>
          <w:p w:rsidR="00C34618" w:rsidRPr="00A1585C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A1585C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A1585C" w:rsidRDefault="00C34618" w:rsidP="00970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Вчитель </w:t>
            </w:r>
          </w:p>
        </w:tc>
        <w:tc>
          <w:tcPr>
            <w:tcW w:w="1559" w:type="dxa"/>
          </w:tcPr>
          <w:p w:rsidR="00C34618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І</w:t>
            </w: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сторії та правознавства</w:t>
            </w:r>
          </w:p>
          <w:p w:rsidR="00C34618" w:rsidRPr="00A1585C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Загальноосвітня школа І-ІІІ ступенів с.Нові Червища</w:t>
            </w:r>
          </w:p>
        </w:tc>
        <w:tc>
          <w:tcPr>
            <w:tcW w:w="851" w:type="dxa"/>
          </w:tcPr>
          <w:p w:rsidR="00C34618" w:rsidRPr="00A1585C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A1585C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вул. Коніщука, буд. 9,                               с. Нові Червища                                              Камінь-Каширський район,                                         Волинська область, 44560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Бідун Ігор Миколайович</w:t>
            </w:r>
          </w:p>
        </w:tc>
        <w:tc>
          <w:tcPr>
            <w:tcW w:w="963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25.01.1991</w:t>
            </w:r>
          </w:p>
        </w:tc>
        <w:tc>
          <w:tcPr>
            <w:tcW w:w="1163" w:type="dxa"/>
            <w:vAlign w:val="center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315F8B" w:rsidRDefault="00C34618" w:rsidP="00970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1559" w:type="dxa"/>
            <w:vAlign w:val="center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Відділу з питань юридичного забезпечення діяльності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Маневицька районна рада Волинської області</w:t>
            </w:r>
          </w:p>
        </w:tc>
        <w:tc>
          <w:tcPr>
            <w:tcW w:w="851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  <w:lang w:eastAsia="ru-RU"/>
              </w:rPr>
              <w:t>Член Політичної партії «Європейська Солідарність»</w:t>
            </w:r>
          </w:p>
        </w:tc>
        <w:tc>
          <w:tcPr>
            <w:tcW w:w="1984" w:type="dxa"/>
            <w:vAlign w:val="center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вул. Незалежності, буд. 25, кв. 18,</w:t>
            </w:r>
          </w:p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смт Маневичі, Камінь-Каширський район, Волинська область, 44600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Депутат Маневицької селищної ради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Мельничук Павло</w:t>
            </w:r>
          </w:p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Павлович</w:t>
            </w:r>
          </w:p>
        </w:tc>
        <w:tc>
          <w:tcPr>
            <w:tcW w:w="963" w:type="dxa"/>
          </w:tcPr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18.06.1991</w:t>
            </w:r>
          </w:p>
        </w:tc>
        <w:tc>
          <w:tcPr>
            <w:tcW w:w="1163" w:type="dxa"/>
          </w:tcPr>
          <w:p w:rsidR="00C34618" w:rsidRPr="00DC490E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Радник голови</w:t>
            </w:r>
          </w:p>
        </w:tc>
        <w:tc>
          <w:tcPr>
            <w:tcW w:w="1559" w:type="dxa"/>
          </w:tcPr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Маневицька районна рада</w:t>
            </w:r>
          </w:p>
        </w:tc>
        <w:tc>
          <w:tcPr>
            <w:tcW w:w="851" w:type="dxa"/>
          </w:tcPr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Член Політичної партії «Європейська Солідарність»</w:t>
            </w:r>
          </w:p>
        </w:tc>
        <w:tc>
          <w:tcPr>
            <w:tcW w:w="1984" w:type="dxa"/>
          </w:tcPr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Депутат Маневицької селищної ради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4610">
              <w:rPr>
                <w:rFonts w:ascii="Times New Roman" w:hAnsi="Times New Roman"/>
                <w:sz w:val="20"/>
                <w:szCs w:val="20"/>
              </w:rPr>
              <w:t>Жалко Тетяна Леонідівна</w:t>
            </w:r>
          </w:p>
        </w:tc>
        <w:tc>
          <w:tcPr>
            <w:tcW w:w="963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4610">
              <w:rPr>
                <w:rFonts w:ascii="Times New Roman" w:hAnsi="Times New Roman"/>
                <w:sz w:val="20"/>
                <w:szCs w:val="20"/>
              </w:rPr>
              <w:t>16.06.1974</w:t>
            </w:r>
          </w:p>
        </w:tc>
        <w:tc>
          <w:tcPr>
            <w:tcW w:w="1163" w:type="dxa"/>
            <w:vAlign w:val="center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4610">
              <w:rPr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96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4610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4610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559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4610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851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4610">
              <w:rPr>
                <w:rFonts w:ascii="Times New Roman" w:hAnsi="Times New Roman"/>
                <w:sz w:val="20"/>
                <w:szCs w:val="20"/>
              </w:rPr>
              <w:t>вул. Незалежності, буд.69, с.Дольськ, Камінь-Каширський район, Волинська область, 44232</w:t>
            </w:r>
          </w:p>
        </w:tc>
        <w:tc>
          <w:tcPr>
            <w:tcW w:w="1134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4610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  <w:vAlign w:val="center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4610">
              <w:rPr>
                <w:rFonts w:ascii="Times New Roman" w:hAnsi="Times New Roman"/>
                <w:sz w:val="20"/>
                <w:szCs w:val="20"/>
              </w:rPr>
              <w:t>Депутат Любешівської районної ради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966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vAlign w:val="center"/>
          </w:tcPr>
          <w:p w:rsidR="00C34618" w:rsidRPr="00966BCE" w:rsidRDefault="00C34618" w:rsidP="00966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BCE">
              <w:rPr>
                <w:rFonts w:ascii="Times New Roman" w:hAnsi="Times New Roman"/>
                <w:sz w:val="20"/>
                <w:szCs w:val="20"/>
              </w:rPr>
              <w:t>Ланевич Наталія Анатолівна</w:t>
            </w:r>
          </w:p>
        </w:tc>
        <w:tc>
          <w:tcPr>
            <w:tcW w:w="963" w:type="dxa"/>
            <w:vAlign w:val="center"/>
          </w:tcPr>
          <w:p w:rsidR="00C34618" w:rsidRPr="00966BCE" w:rsidRDefault="00C34618" w:rsidP="00966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BCE">
              <w:rPr>
                <w:rFonts w:ascii="Times New Roman" w:hAnsi="Times New Roman"/>
                <w:sz w:val="20"/>
                <w:szCs w:val="20"/>
              </w:rPr>
              <w:t>07.10.1958</w:t>
            </w:r>
          </w:p>
        </w:tc>
        <w:tc>
          <w:tcPr>
            <w:tcW w:w="1163" w:type="dxa"/>
            <w:vAlign w:val="center"/>
          </w:tcPr>
          <w:p w:rsidR="00C34618" w:rsidRPr="00966BCE" w:rsidRDefault="00C34618" w:rsidP="00966BC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Громадянин</w:t>
            </w:r>
            <w:r w:rsidRPr="00966BCE">
              <w:rPr>
                <w:rFonts w:ascii="Times New Roman" w:hAnsi="Times New Roman"/>
                <w:sz w:val="20"/>
                <w:szCs w:val="20"/>
              </w:rPr>
              <w:t xml:space="preserve"> України</w:t>
            </w:r>
          </w:p>
        </w:tc>
        <w:tc>
          <w:tcPr>
            <w:tcW w:w="964" w:type="dxa"/>
            <w:vAlign w:val="center"/>
          </w:tcPr>
          <w:p w:rsidR="00C34618" w:rsidRPr="00966BCE" w:rsidRDefault="00C34618" w:rsidP="00966B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BCE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966BCE" w:rsidRDefault="00C34618" w:rsidP="00966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BCE">
              <w:rPr>
                <w:rFonts w:ascii="Times New Roman" w:hAnsi="Times New Roman"/>
                <w:sz w:val="20"/>
                <w:szCs w:val="20"/>
              </w:rPr>
              <w:t>Головний лікар</w:t>
            </w:r>
          </w:p>
        </w:tc>
        <w:tc>
          <w:tcPr>
            <w:tcW w:w="1559" w:type="dxa"/>
            <w:vAlign w:val="center"/>
          </w:tcPr>
          <w:p w:rsidR="00C34618" w:rsidRPr="00966BCE" w:rsidRDefault="00C34618" w:rsidP="00966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BCE">
              <w:rPr>
                <w:rFonts w:ascii="Times New Roman" w:hAnsi="Times New Roman"/>
                <w:sz w:val="20"/>
                <w:szCs w:val="20"/>
              </w:rPr>
              <w:t>Комунальне некомерційне підприємство «Центр первинної медико-санітарної допомоги Любешівської селищної ради»</w:t>
            </w:r>
          </w:p>
        </w:tc>
        <w:tc>
          <w:tcPr>
            <w:tcW w:w="851" w:type="dxa"/>
            <w:vAlign w:val="center"/>
          </w:tcPr>
          <w:p w:rsidR="00C34618" w:rsidRPr="00966BCE" w:rsidRDefault="00C34618" w:rsidP="00966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Pr="00966BCE" w:rsidRDefault="00C34618" w:rsidP="00966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BCE">
              <w:rPr>
                <w:rFonts w:ascii="Times New Roman" w:hAnsi="Times New Roman"/>
                <w:sz w:val="20"/>
                <w:szCs w:val="20"/>
              </w:rPr>
              <w:t>вул.Незалежності, буд. 1-а кв.-7, смт. Любешів, Камінь-Каширський район, Волинська область, 44201</w:t>
            </w:r>
          </w:p>
        </w:tc>
        <w:tc>
          <w:tcPr>
            <w:tcW w:w="1134" w:type="dxa"/>
          </w:tcPr>
          <w:p w:rsidR="00C34618" w:rsidRPr="00394610" w:rsidRDefault="00C34618" w:rsidP="00966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94610" w:rsidRDefault="00C34618" w:rsidP="00966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966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</w:tcPr>
          <w:p w:rsidR="00C34618" w:rsidRPr="00315F8B" w:rsidRDefault="00C34618" w:rsidP="00966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8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Кобак Сергій Миколайович</w:t>
            </w:r>
          </w:p>
        </w:tc>
        <w:tc>
          <w:tcPr>
            <w:tcW w:w="963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18.06.1978</w:t>
            </w:r>
          </w:p>
        </w:tc>
        <w:tc>
          <w:tcPr>
            <w:tcW w:w="1163" w:type="dxa"/>
            <w:vAlign w:val="center"/>
          </w:tcPr>
          <w:p w:rsidR="00C34618" w:rsidRPr="00DC490E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 с</w:t>
            </w:r>
            <w:r w:rsidRPr="00DC490E">
              <w:rPr>
                <w:rFonts w:ascii="Times New Roman" w:hAnsi="Times New Roman"/>
                <w:sz w:val="20"/>
                <w:szCs w:val="20"/>
              </w:rPr>
              <w:t>ередня</w:t>
            </w:r>
          </w:p>
        </w:tc>
        <w:tc>
          <w:tcPr>
            <w:tcW w:w="1304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Фізична особа-підприємець</w:t>
            </w:r>
          </w:p>
        </w:tc>
        <w:tc>
          <w:tcPr>
            <w:tcW w:w="1559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Фізична особа-підприємець</w:t>
            </w:r>
          </w:p>
        </w:tc>
        <w:tc>
          <w:tcPr>
            <w:tcW w:w="851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Член Політичної Партії “Європейська Солідарність”</w:t>
            </w:r>
          </w:p>
        </w:tc>
        <w:tc>
          <w:tcPr>
            <w:tcW w:w="1984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вул. О.Кошового, буд. 10, смт.Любешів, Камінь-Каширський район, Волинська область, 44201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Депутат Любешівської селищної ради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8" w:type="dxa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Ковальчук Світлана Василівна</w:t>
            </w:r>
          </w:p>
        </w:tc>
        <w:tc>
          <w:tcPr>
            <w:tcW w:w="963" w:type="dxa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06.08.1967</w:t>
            </w:r>
          </w:p>
        </w:tc>
        <w:tc>
          <w:tcPr>
            <w:tcW w:w="1163" w:type="dxa"/>
          </w:tcPr>
          <w:p w:rsidR="00C34618" w:rsidRPr="00DC490E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В.о. директора</w:t>
            </w:r>
          </w:p>
        </w:tc>
        <w:tc>
          <w:tcPr>
            <w:tcW w:w="1559" w:type="dxa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Заклад загальної середньої освіти І-ІІІ ступеня села Качин</w:t>
            </w:r>
          </w:p>
        </w:tc>
        <w:tc>
          <w:tcPr>
            <w:tcW w:w="851" w:type="dxa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Безпартійний</w:t>
            </w:r>
          </w:p>
        </w:tc>
        <w:tc>
          <w:tcPr>
            <w:tcW w:w="1984" w:type="dxa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вул. Піщана,буд. 16, село Качин,                                                                   Камінь-Каширський район,                                          Волинська область, 44542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vAlign w:val="center"/>
          </w:tcPr>
          <w:p w:rsidR="00C34618" w:rsidRPr="00790D6D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Фес</w:t>
            </w:r>
            <w:r w:rsidRPr="00DC490E">
              <w:rPr>
                <w:rFonts w:ascii="Times New Roman" w:hAnsi="Times New Roman"/>
                <w:sz w:val="20"/>
                <w:szCs w:val="20"/>
              </w:rPr>
              <w:t>ик Сергій Іванович</w:t>
            </w:r>
          </w:p>
        </w:tc>
        <w:tc>
          <w:tcPr>
            <w:tcW w:w="963" w:type="dxa"/>
            <w:vAlign w:val="center"/>
          </w:tcPr>
          <w:p w:rsidR="00C34618" w:rsidRPr="00790D6D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23.07.1970</w:t>
            </w:r>
          </w:p>
        </w:tc>
        <w:tc>
          <w:tcPr>
            <w:tcW w:w="1163" w:type="dxa"/>
            <w:vAlign w:val="center"/>
          </w:tcPr>
          <w:p w:rsidR="00C34618" w:rsidRPr="00790D6D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618" w:rsidRPr="00790D6D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790D6D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4610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559" w:type="dxa"/>
            <w:vAlign w:val="center"/>
          </w:tcPr>
          <w:p w:rsidR="00C34618" w:rsidRPr="00790D6D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4610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851" w:type="dxa"/>
            <w:vAlign w:val="center"/>
          </w:tcPr>
          <w:p w:rsidR="00C34618" w:rsidRPr="00790D6D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вул. Сонячна 11</w:t>
            </w:r>
          </w:p>
          <w:p w:rsidR="00C34618" w:rsidRPr="00790D6D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</w:rPr>
              <w:t>смт.Любешів, Камінь-Каширський район, Волинська область, 44201</w:t>
            </w:r>
          </w:p>
        </w:tc>
        <w:tc>
          <w:tcPr>
            <w:tcW w:w="1134" w:type="dxa"/>
          </w:tcPr>
          <w:p w:rsidR="00C34618" w:rsidRPr="00790D6D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790D6D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Савчин Микола Андрійович </w:t>
            </w:r>
          </w:p>
        </w:tc>
        <w:tc>
          <w:tcPr>
            <w:tcW w:w="963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04.01.1971</w:t>
            </w:r>
          </w:p>
        </w:tc>
        <w:tc>
          <w:tcPr>
            <w:tcW w:w="1163" w:type="dxa"/>
            <w:vAlign w:val="center"/>
          </w:tcPr>
          <w:p w:rsidR="00C34618" w:rsidRPr="00DC490E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304" w:type="dxa"/>
            <w:vAlign w:val="center"/>
          </w:tcPr>
          <w:p w:rsidR="00C34618" w:rsidRPr="00DC490E" w:rsidRDefault="00C34618" w:rsidP="0028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Завідувач </w:t>
            </w:r>
          </w:p>
        </w:tc>
        <w:tc>
          <w:tcPr>
            <w:tcW w:w="1559" w:type="dxa"/>
            <w:vAlign w:val="center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Аптеки № 27</w:t>
            </w:r>
          </w:p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Товариство з обмеженою відповідальністю «Західна фармацевтична компанія»</w:t>
            </w:r>
          </w:p>
        </w:tc>
        <w:tc>
          <w:tcPr>
            <w:tcW w:w="851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90E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вул. Андрія Снітка, буд. 36а, кв. 4, смт Маневичі, Камінь-Каширський район, Волинська область, 44600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Депутат Маневицької селищної ради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8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Байцим Андрій Степанович</w:t>
            </w:r>
          </w:p>
        </w:tc>
        <w:tc>
          <w:tcPr>
            <w:tcW w:w="963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25.03.1971</w:t>
            </w:r>
          </w:p>
        </w:tc>
        <w:tc>
          <w:tcPr>
            <w:tcW w:w="1163" w:type="dxa"/>
            <w:vAlign w:val="center"/>
          </w:tcPr>
          <w:p w:rsidR="00C34618" w:rsidRPr="00DC490E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64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Професійно-технічна</w:t>
            </w:r>
          </w:p>
        </w:tc>
        <w:tc>
          <w:tcPr>
            <w:tcW w:w="1304" w:type="dxa"/>
            <w:vAlign w:val="center"/>
          </w:tcPr>
          <w:p w:rsidR="00C34618" w:rsidRPr="00DC490E" w:rsidRDefault="00C34618" w:rsidP="0028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1559" w:type="dxa"/>
            <w:vAlign w:val="center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Виробництва</w:t>
            </w:r>
          </w:p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Товариство з обмеженою відповідальністю «Шулипа»</w:t>
            </w:r>
          </w:p>
        </w:tc>
        <w:tc>
          <w:tcPr>
            <w:tcW w:w="851" w:type="dxa"/>
            <w:vAlign w:val="center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17EF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вул. Сокола, буд. 55а, </w:t>
            </w:r>
          </w:p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с. Старий Чорторийськ, Камінь-Каширський район, Волинська область, 44636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Найдич </w:t>
            </w:r>
          </w:p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Василь Андрійович</w:t>
            </w:r>
          </w:p>
        </w:tc>
        <w:tc>
          <w:tcPr>
            <w:tcW w:w="963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15.06.1974</w:t>
            </w:r>
          </w:p>
        </w:tc>
        <w:tc>
          <w:tcPr>
            <w:tcW w:w="1163" w:type="dxa"/>
          </w:tcPr>
          <w:p w:rsidR="00C34618" w:rsidRPr="00D42769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D42769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Фізична особа-підприємець</w:t>
            </w:r>
          </w:p>
        </w:tc>
        <w:tc>
          <w:tcPr>
            <w:tcW w:w="1559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Фізична особа-підприємець</w:t>
            </w:r>
          </w:p>
        </w:tc>
        <w:tc>
          <w:tcPr>
            <w:tcW w:w="851" w:type="dxa"/>
          </w:tcPr>
          <w:p w:rsidR="00C34618" w:rsidRPr="00DC490E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Член Політичної партії «Європейська Солідарність»</w:t>
            </w:r>
          </w:p>
        </w:tc>
        <w:tc>
          <w:tcPr>
            <w:tcW w:w="1984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вул. Зарічна, буд. 2,                                                      с.Брониця,                                                         Камінь-Каширський район,                                                                          Волинська область, 44535</w:t>
            </w:r>
          </w:p>
        </w:tc>
        <w:tc>
          <w:tcPr>
            <w:tcW w:w="1134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Депутат Броницької сільської ради</w:t>
            </w:r>
          </w:p>
        </w:tc>
        <w:tc>
          <w:tcPr>
            <w:tcW w:w="1134" w:type="dxa"/>
          </w:tcPr>
          <w:p w:rsidR="00C34618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</w:tcPr>
          <w:p w:rsidR="00C34618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Оніщук 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Інна Василівна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17.01.1985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Сімейний лікар</w:t>
            </w:r>
          </w:p>
        </w:tc>
        <w:tc>
          <w:tcPr>
            <w:tcW w:w="1559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Комунальне некомерційне підприємство «Камінь-Каширський центр первинної медико-санітарної допомоги» Камінь-Каширської районної ради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вул.Межова, буд.22                                                                 м.Камінь-Каширський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Камінь-Каширський район,                                                                    Волинська область, 44501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Мушка 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Вікторія Анатоліївна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02.04.1986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Фахівець з обслуговування клієнтів</w:t>
            </w:r>
          </w:p>
        </w:tc>
        <w:tc>
          <w:tcPr>
            <w:tcW w:w="1559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Волинське управління клієнтського сервісу ТОВ "104.ЮА"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Член Політичної партії «Європейська Солідарність»</w:t>
            </w:r>
          </w:p>
        </w:tc>
        <w:tc>
          <w:tcPr>
            <w:tcW w:w="198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вул.Шабліовського, буд. 2, м.Камінь-Каширський                                                      Камінь-Каширський район,                                                                 Волинська область, 44501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Дяк </w:t>
            </w:r>
          </w:p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Віталій 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Іванович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10.08.1975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Професійно-технічна</w:t>
            </w:r>
          </w:p>
        </w:tc>
        <w:tc>
          <w:tcPr>
            <w:tcW w:w="130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559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Безпартійний</w:t>
            </w:r>
          </w:p>
        </w:tc>
        <w:tc>
          <w:tcPr>
            <w:tcW w:w="198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село Мала Глуша,                                                                Камінь-Каширський район,                                                                Волинська область, 44224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Залуцька </w:t>
            </w:r>
          </w:p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Лариса 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Петрівна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15.12.1975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Фізична особа-підприємець</w:t>
            </w:r>
          </w:p>
        </w:tc>
        <w:tc>
          <w:tcPr>
            <w:tcW w:w="1559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Фізична особа-підприємець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Безпартійний</w:t>
            </w:r>
          </w:p>
        </w:tc>
        <w:tc>
          <w:tcPr>
            <w:tcW w:w="198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вул. Ковельська, буд. 8, кв. 5                                                      м.Камінь-Каширський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Камінь-Каширський район,                                                           Волинська область, 44501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C34618" w:rsidRPr="00D42769" w:rsidTr="00105DE3">
        <w:trPr>
          <w:trHeight w:val="262"/>
        </w:trPr>
        <w:tc>
          <w:tcPr>
            <w:tcW w:w="880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8" w:type="dxa"/>
          </w:tcPr>
          <w:p w:rsidR="00C34618" w:rsidRPr="00D42769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 xml:space="preserve">Карпік 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Олексій Борисович</w:t>
            </w:r>
          </w:p>
        </w:tc>
        <w:tc>
          <w:tcPr>
            <w:tcW w:w="96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20.02.1979</w:t>
            </w:r>
          </w:p>
        </w:tc>
        <w:tc>
          <w:tcPr>
            <w:tcW w:w="1163" w:type="dxa"/>
          </w:tcPr>
          <w:p w:rsidR="00C34618" w:rsidRPr="00315F8B" w:rsidRDefault="00C34618" w:rsidP="00B839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Громадянин України</w:t>
            </w:r>
          </w:p>
        </w:tc>
        <w:tc>
          <w:tcPr>
            <w:tcW w:w="964" w:type="dxa"/>
          </w:tcPr>
          <w:p w:rsidR="00C34618" w:rsidRPr="00315F8B" w:rsidRDefault="00C34618" w:rsidP="00B8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304" w:type="dxa"/>
          </w:tcPr>
          <w:p w:rsidR="00C34618" w:rsidRPr="00315F8B" w:rsidRDefault="00C34618" w:rsidP="002818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Повідний інжнер </w:t>
            </w:r>
          </w:p>
        </w:tc>
        <w:tc>
          <w:tcPr>
            <w:tcW w:w="1559" w:type="dxa"/>
          </w:tcPr>
          <w:p w:rsidR="00C34618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хорони і захисту лісу</w:t>
            </w:r>
          </w:p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ДП "Камінь-Каширське лісове господарство"</w:t>
            </w:r>
          </w:p>
        </w:tc>
        <w:tc>
          <w:tcPr>
            <w:tcW w:w="851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Член Політичної партії «Європейська Солідарність»</w:t>
            </w:r>
          </w:p>
        </w:tc>
        <w:tc>
          <w:tcPr>
            <w:tcW w:w="198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ул.Героїв Чорнобиля, буд.36,                                                                     м.Камінь-Каширський                                             Камінь-Каширський район,                                                                Волинська область, 44501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418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F8B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Представницький мандат відсутній</w:t>
            </w:r>
          </w:p>
        </w:tc>
        <w:tc>
          <w:tcPr>
            <w:tcW w:w="1134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</w:tcPr>
          <w:p w:rsidR="00C34618" w:rsidRPr="00315F8B" w:rsidRDefault="00C34618" w:rsidP="00B83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</w:tbl>
    <w:p w:rsidR="00C34618" w:rsidRPr="00A22C06" w:rsidRDefault="00C34618" w:rsidP="00A22C06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tbl>
      <w:tblPr>
        <w:tblW w:w="15559" w:type="dxa"/>
        <w:tblLayout w:type="fixed"/>
        <w:tblLook w:val="01E0" w:firstRow="1" w:lastRow="1" w:firstColumn="1" w:lastColumn="1" w:noHBand="0" w:noVBand="0"/>
      </w:tblPr>
      <w:tblGrid>
        <w:gridCol w:w="6345"/>
        <w:gridCol w:w="426"/>
        <w:gridCol w:w="1842"/>
        <w:gridCol w:w="1985"/>
        <w:gridCol w:w="709"/>
        <w:gridCol w:w="4252"/>
      </w:tblGrid>
      <w:tr w:rsidR="00C34618" w:rsidRPr="00D42769" w:rsidTr="00AF78F1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4618" w:rsidRPr="001E71B8" w:rsidRDefault="00C34618" w:rsidP="00BE7639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27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Секретар Камінь-Каширської районної територіальної виборчої комісії</w:t>
            </w:r>
          </w:p>
        </w:tc>
        <w:tc>
          <w:tcPr>
            <w:tcW w:w="426" w:type="dxa"/>
          </w:tcPr>
          <w:p w:rsidR="00C34618" w:rsidRPr="00A22C06" w:rsidRDefault="00C34618" w:rsidP="00A22C06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34618" w:rsidRPr="00A22C06" w:rsidRDefault="00C34618" w:rsidP="00A22C06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4618" w:rsidRPr="00A22C06" w:rsidRDefault="00C34618" w:rsidP="00A22C06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34618" w:rsidRPr="00A22C06" w:rsidRDefault="00C34618" w:rsidP="00A22C06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4618" w:rsidRDefault="00C34618" w:rsidP="00A22C06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</w:t>
            </w:r>
          </w:p>
          <w:p w:rsidR="00C34618" w:rsidRPr="00832F02" w:rsidRDefault="00C34618" w:rsidP="00A22C06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32F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О. Муц</w:t>
            </w:r>
          </w:p>
        </w:tc>
      </w:tr>
      <w:tr w:rsidR="00C34618" w:rsidRPr="00D42769" w:rsidTr="00AF78F1">
        <w:trPr>
          <w:trHeight w:val="312"/>
        </w:trPr>
        <w:tc>
          <w:tcPr>
            <w:tcW w:w="6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4618" w:rsidRPr="00A22C06" w:rsidRDefault="00C34618" w:rsidP="00A22C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</w:tcPr>
          <w:p w:rsidR="00C34618" w:rsidRPr="00A22C06" w:rsidRDefault="00C34618" w:rsidP="00A22C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34618" w:rsidRPr="00A22C06" w:rsidRDefault="00C34618" w:rsidP="00A22C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C06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4618" w:rsidRPr="00A22C06" w:rsidRDefault="00C34618" w:rsidP="00832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34618" w:rsidRPr="00A22C06" w:rsidRDefault="00C34618" w:rsidP="00A22C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4618" w:rsidRPr="00A22C06" w:rsidRDefault="00C34618" w:rsidP="00832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34618" w:rsidRPr="00A22C06" w:rsidRDefault="00C34618" w:rsidP="00832F02">
      <w:pPr>
        <w:tabs>
          <w:tab w:val="left" w:pos="2775"/>
        </w:tabs>
        <w:spacing w:after="0" w:line="228" w:lineRule="auto"/>
        <w:jc w:val="both"/>
        <w:rPr>
          <w:rFonts w:ascii="Times New Roman" w:hAnsi="Times New Roman"/>
          <w:sz w:val="18"/>
          <w:szCs w:val="18"/>
        </w:rPr>
      </w:pPr>
    </w:p>
    <w:bookmarkEnd w:id="0"/>
    <w:p w:rsidR="00C34618" w:rsidRDefault="00C34618"/>
    <w:p w:rsidR="00C34618" w:rsidRDefault="00C34618"/>
    <w:p w:rsidR="00C34618" w:rsidRDefault="00C34618"/>
    <w:p w:rsidR="00C34618" w:rsidRDefault="00C34618"/>
    <w:p w:rsidR="00C34618" w:rsidRDefault="00C34618"/>
    <w:p w:rsidR="00C34618" w:rsidRDefault="00C34618"/>
    <w:p w:rsidR="00C34618" w:rsidRDefault="00C34618"/>
    <w:p w:rsidR="00C34618" w:rsidRDefault="00C34618"/>
    <w:p w:rsidR="00C34618" w:rsidRDefault="00C34618"/>
    <w:sectPr w:rsidR="00C34618" w:rsidSect="004478AD">
      <w:pgSz w:w="16838" w:h="11906" w:orient="landscape"/>
      <w:pgMar w:top="720" w:right="720" w:bottom="156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618" w:rsidRDefault="00C34618" w:rsidP="00281850">
      <w:pPr>
        <w:spacing w:after="0" w:line="240" w:lineRule="auto"/>
      </w:pPr>
      <w:r>
        <w:separator/>
      </w:r>
    </w:p>
  </w:endnote>
  <w:endnote w:type="continuationSeparator" w:id="0">
    <w:p w:rsidR="00C34618" w:rsidRDefault="00C34618" w:rsidP="00281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618" w:rsidRDefault="00C34618" w:rsidP="00281850">
      <w:pPr>
        <w:spacing w:after="0" w:line="240" w:lineRule="auto"/>
      </w:pPr>
      <w:r>
        <w:separator/>
      </w:r>
    </w:p>
  </w:footnote>
  <w:footnote w:type="continuationSeparator" w:id="0">
    <w:p w:rsidR="00C34618" w:rsidRDefault="00C34618" w:rsidP="002818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BAF"/>
    <w:rsid w:val="0000254A"/>
    <w:rsid w:val="0001373A"/>
    <w:rsid w:val="000174E6"/>
    <w:rsid w:val="00040937"/>
    <w:rsid w:val="00063A38"/>
    <w:rsid w:val="000730A5"/>
    <w:rsid w:val="000A7EF8"/>
    <w:rsid w:val="000B26FE"/>
    <w:rsid w:val="000C0C01"/>
    <w:rsid w:val="000C1A43"/>
    <w:rsid w:val="000C5D55"/>
    <w:rsid w:val="00105DE3"/>
    <w:rsid w:val="00125C67"/>
    <w:rsid w:val="001A1112"/>
    <w:rsid w:val="001B0C2D"/>
    <w:rsid w:val="001D174E"/>
    <w:rsid w:val="001E71B8"/>
    <w:rsid w:val="001F3EE3"/>
    <w:rsid w:val="00225F12"/>
    <w:rsid w:val="00281850"/>
    <w:rsid w:val="002848B9"/>
    <w:rsid w:val="002B4238"/>
    <w:rsid w:val="002E14A8"/>
    <w:rsid w:val="002F7559"/>
    <w:rsid w:val="00302DFF"/>
    <w:rsid w:val="00315F8B"/>
    <w:rsid w:val="00316CDE"/>
    <w:rsid w:val="00356A48"/>
    <w:rsid w:val="00394610"/>
    <w:rsid w:val="00426A96"/>
    <w:rsid w:val="00427E68"/>
    <w:rsid w:val="004362D5"/>
    <w:rsid w:val="00440646"/>
    <w:rsid w:val="004478AD"/>
    <w:rsid w:val="00463BDC"/>
    <w:rsid w:val="00487B74"/>
    <w:rsid w:val="004D19A0"/>
    <w:rsid w:val="004F05F3"/>
    <w:rsid w:val="004F7D9E"/>
    <w:rsid w:val="005354A3"/>
    <w:rsid w:val="005931A1"/>
    <w:rsid w:val="005E3039"/>
    <w:rsid w:val="00600101"/>
    <w:rsid w:val="006026E9"/>
    <w:rsid w:val="00611C18"/>
    <w:rsid w:val="00614E8A"/>
    <w:rsid w:val="006206F7"/>
    <w:rsid w:val="00624B2D"/>
    <w:rsid w:val="00651148"/>
    <w:rsid w:val="006656A5"/>
    <w:rsid w:val="00692575"/>
    <w:rsid w:val="006C21D3"/>
    <w:rsid w:val="006D75F8"/>
    <w:rsid w:val="006E7699"/>
    <w:rsid w:val="00726DAD"/>
    <w:rsid w:val="007317EF"/>
    <w:rsid w:val="0074270A"/>
    <w:rsid w:val="0074669C"/>
    <w:rsid w:val="00750AE9"/>
    <w:rsid w:val="00761663"/>
    <w:rsid w:val="007720DC"/>
    <w:rsid w:val="00774FAF"/>
    <w:rsid w:val="00775420"/>
    <w:rsid w:val="00790D6D"/>
    <w:rsid w:val="007A67D7"/>
    <w:rsid w:val="007B7C08"/>
    <w:rsid w:val="007D47D7"/>
    <w:rsid w:val="007E3466"/>
    <w:rsid w:val="007E48A1"/>
    <w:rsid w:val="00832F02"/>
    <w:rsid w:val="00845EB4"/>
    <w:rsid w:val="00866C90"/>
    <w:rsid w:val="008870CE"/>
    <w:rsid w:val="00894BD1"/>
    <w:rsid w:val="00897BD7"/>
    <w:rsid w:val="008A6EA9"/>
    <w:rsid w:val="008C22FA"/>
    <w:rsid w:val="008D083B"/>
    <w:rsid w:val="008E3F5C"/>
    <w:rsid w:val="008F6223"/>
    <w:rsid w:val="009168B0"/>
    <w:rsid w:val="009367AE"/>
    <w:rsid w:val="009458EF"/>
    <w:rsid w:val="00966BCE"/>
    <w:rsid w:val="0097068F"/>
    <w:rsid w:val="009B705F"/>
    <w:rsid w:val="009F0351"/>
    <w:rsid w:val="00A1585C"/>
    <w:rsid w:val="00A22C06"/>
    <w:rsid w:val="00A3059E"/>
    <w:rsid w:val="00A312C9"/>
    <w:rsid w:val="00A77940"/>
    <w:rsid w:val="00AA6BAF"/>
    <w:rsid w:val="00AB687D"/>
    <w:rsid w:val="00AD62CA"/>
    <w:rsid w:val="00AF7411"/>
    <w:rsid w:val="00AF78F1"/>
    <w:rsid w:val="00B0385E"/>
    <w:rsid w:val="00B149C1"/>
    <w:rsid w:val="00B32E04"/>
    <w:rsid w:val="00B3385B"/>
    <w:rsid w:val="00B33B8A"/>
    <w:rsid w:val="00B4428C"/>
    <w:rsid w:val="00B52AEA"/>
    <w:rsid w:val="00B57060"/>
    <w:rsid w:val="00B5755D"/>
    <w:rsid w:val="00B83908"/>
    <w:rsid w:val="00B86CBD"/>
    <w:rsid w:val="00BA3544"/>
    <w:rsid w:val="00BC1C9B"/>
    <w:rsid w:val="00BE0773"/>
    <w:rsid w:val="00BE7639"/>
    <w:rsid w:val="00C030DE"/>
    <w:rsid w:val="00C049C1"/>
    <w:rsid w:val="00C050C3"/>
    <w:rsid w:val="00C34618"/>
    <w:rsid w:val="00C4482E"/>
    <w:rsid w:val="00C50C7F"/>
    <w:rsid w:val="00C53689"/>
    <w:rsid w:val="00C7177E"/>
    <w:rsid w:val="00CA47D8"/>
    <w:rsid w:val="00CC7F67"/>
    <w:rsid w:val="00CF1950"/>
    <w:rsid w:val="00CF6558"/>
    <w:rsid w:val="00D05A43"/>
    <w:rsid w:val="00D27280"/>
    <w:rsid w:val="00D42769"/>
    <w:rsid w:val="00D620EF"/>
    <w:rsid w:val="00D820A7"/>
    <w:rsid w:val="00DA513A"/>
    <w:rsid w:val="00DA5ACF"/>
    <w:rsid w:val="00DC490E"/>
    <w:rsid w:val="00DD7D13"/>
    <w:rsid w:val="00DF40CA"/>
    <w:rsid w:val="00E23260"/>
    <w:rsid w:val="00E538FC"/>
    <w:rsid w:val="00E8118C"/>
    <w:rsid w:val="00EB0516"/>
    <w:rsid w:val="00EC2239"/>
    <w:rsid w:val="00ED587C"/>
    <w:rsid w:val="00ED7373"/>
    <w:rsid w:val="00EF000D"/>
    <w:rsid w:val="00EF1938"/>
    <w:rsid w:val="00F361FA"/>
    <w:rsid w:val="00F44E1A"/>
    <w:rsid w:val="00F643D5"/>
    <w:rsid w:val="00F64D34"/>
    <w:rsid w:val="00F77487"/>
    <w:rsid w:val="00F9459E"/>
    <w:rsid w:val="00FA2968"/>
    <w:rsid w:val="00FD2CA8"/>
    <w:rsid w:val="00FF1560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5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5F8B"/>
    <w:rPr>
      <w:rFonts w:ascii="Segoe UI" w:hAnsi="Segoe UI"/>
      <w:sz w:val="18"/>
    </w:rPr>
  </w:style>
  <w:style w:type="paragraph" w:styleId="Header">
    <w:name w:val="header"/>
    <w:basedOn w:val="Normal"/>
    <w:link w:val="HeaderChar"/>
    <w:uiPriority w:val="99"/>
    <w:rsid w:val="00281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1850"/>
  </w:style>
  <w:style w:type="paragraph" w:styleId="Footer">
    <w:name w:val="footer"/>
    <w:basedOn w:val="Normal"/>
    <w:link w:val="FooterChar"/>
    <w:uiPriority w:val="99"/>
    <w:rsid w:val="00281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1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549</TotalTime>
  <Pages>9</Pages>
  <Words>10219</Words>
  <Characters>5825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Користувач Windows</cp:lastModifiedBy>
  <cp:revision>105</cp:revision>
  <cp:lastPrinted>2020-09-19T14:32:00Z</cp:lastPrinted>
  <dcterms:created xsi:type="dcterms:W3CDTF">2020-08-21T12:01:00Z</dcterms:created>
  <dcterms:modified xsi:type="dcterms:W3CDTF">2020-09-29T08:37:00Z</dcterms:modified>
</cp:coreProperties>
</file>