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79" w:rsidRDefault="00C20679" w:rsidP="00092C9F">
      <w:pPr>
        <w:jc w:val="center"/>
        <w:rPr>
          <w:b/>
          <w:snapToGrid w:val="0"/>
          <w:spacing w:val="8"/>
          <w:sz w:val="24"/>
        </w:rPr>
      </w:pPr>
      <w:r w:rsidRPr="00A873A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C20679" w:rsidRDefault="00C20679" w:rsidP="005E2C20">
      <w:pPr>
        <w:rPr>
          <w:spacing w:val="8"/>
          <w:sz w:val="12"/>
          <w:szCs w:val="20"/>
        </w:rPr>
      </w:pPr>
    </w:p>
    <w:p w:rsidR="00C20679" w:rsidRDefault="00C20679" w:rsidP="005E2C20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C20679" w:rsidRDefault="00C20679" w:rsidP="005E2C20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C20679" w:rsidRDefault="00C20679" w:rsidP="005E2C20">
      <w:pPr>
        <w:jc w:val="center"/>
        <w:rPr>
          <w:b/>
          <w:sz w:val="16"/>
          <w:szCs w:val="16"/>
        </w:rPr>
      </w:pPr>
    </w:p>
    <w:p w:rsidR="00C20679" w:rsidRDefault="00C20679" w:rsidP="005E2C20">
      <w:pPr>
        <w:jc w:val="center"/>
        <w:rPr>
          <w:b/>
          <w:sz w:val="16"/>
          <w:szCs w:val="16"/>
        </w:rPr>
      </w:pPr>
    </w:p>
    <w:p w:rsidR="00C20679" w:rsidRDefault="00C20679" w:rsidP="005E2C20">
      <w:pPr>
        <w:pStyle w:val="Heading1"/>
        <w:jc w:val="center"/>
        <w:rPr>
          <w:szCs w:val="32"/>
        </w:rPr>
      </w:pPr>
      <w:r>
        <w:rPr>
          <w:szCs w:val="32"/>
        </w:rPr>
        <w:t>РОЗПОРЯДЖЕННЯ</w:t>
      </w:r>
    </w:p>
    <w:p w:rsidR="00C20679" w:rsidRPr="00BE2B5B" w:rsidRDefault="00C20679" w:rsidP="005E2C20"/>
    <w:p w:rsidR="00C20679" w:rsidRDefault="00C20679" w:rsidP="005E2C20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C20679" w:rsidTr="00362339">
        <w:trPr>
          <w:tblCellSpacing w:w="0" w:type="dxa"/>
        </w:trPr>
        <w:tc>
          <w:tcPr>
            <w:tcW w:w="3240" w:type="dxa"/>
            <w:vAlign w:val="center"/>
          </w:tcPr>
          <w:p w:rsidR="00C20679" w:rsidRPr="00CE6ABD" w:rsidRDefault="00C20679" w:rsidP="0036233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 лютого 2019 року</w:t>
            </w:r>
          </w:p>
        </w:tc>
        <w:tc>
          <w:tcPr>
            <w:tcW w:w="3420" w:type="dxa"/>
            <w:vAlign w:val="center"/>
          </w:tcPr>
          <w:p w:rsidR="00C20679" w:rsidRDefault="00C20679" w:rsidP="0036233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C20679" w:rsidRDefault="00C20679" w:rsidP="00362339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26</w:t>
            </w:r>
          </w:p>
          <w:p w:rsidR="00C20679" w:rsidRPr="00CD262E" w:rsidRDefault="00C20679" w:rsidP="0036233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</w:p>
        </w:tc>
      </w:tr>
    </w:tbl>
    <w:p w:rsidR="00C20679" w:rsidRDefault="00C2067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C20679" w:rsidRDefault="00C20679" w:rsidP="00092C9F">
      <w:pPr>
        <w:tabs>
          <w:tab w:val="left" w:pos="851"/>
        </w:tabs>
        <w:ind w:firstLine="539"/>
        <w:jc w:val="center"/>
        <w:rPr>
          <w:szCs w:val="28"/>
        </w:rPr>
      </w:pPr>
      <w:r w:rsidRPr="00092C9F">
        <w:rPr>
          <w:szCs w:val="28"/>
        </w:rPr>
        <w:t xml:space="preserve">Про внесення змін до розпорядження голови райдержадміністрації </w:t>
      </w:r>
    </w:p>
    <w:p w:rsidR="00C20679" w:rsidRDefault="00C20679" w:rsidP="00092C9F">
      <w:pPr>
        <w:tabs>
          <w:tab w:val="left" w:pos="851"/>
        </w:tabs>
        <w:ind w:firstLine="539"/>
        <w:jc w:val="center"/>
        <w:rPr>
          <w:szCs w:val="28"/>
        </w:rPr>
      </w:pPr>
      <w:r w:rsidRPr="00092C9F">
        <w:rPr>
          <w:szCs w:val="28"/>
        </w:rPr>
        <w:t>від 01 серпня 2017 року № 211</w:t>
      </w:r>
    </w:p>
    <w:p w:rsidR="00C20679" w:rsidRDefault="00C20679" w:rsidP="00092C9F">
      <w:pPr>
        <w:tabs>
          <w:tab w:val="left" w:pos="851"/>
        </w:tabs>
        <w:ind w:firstLine="539"/>
        <w:jc w:val="center"/>
        <w:rPr>
          <w:szCs w:val="28"/>
        </w:rPr>
      </w:pPr>
    </w:p>
    <w:p w:rsidR="00C20679" w:rsidRDefault="00C20679" w:rsidP="00AB7035">
      <w:pPr>
        <w:tabs>
          <w:tab w:val="left" w:pos="851"/>
        </w:tabs>
        <w:ind w:firstLine="539"/>
        <w:jc w:val="both"/>
        <w:rPr>
          <w:szCs w:val="28"/>
        </w:rPr>
      </w:pPr>
      <w:r>
        <w:rPr>
          <w:szCs w:val="28"/>
        </w:rPr>
        <w:t xml:space="preserve">Відповідно до статті 6 Закону України  «Про місцеві державні адміністрації»  у зв’язку з кадровими змінами : </w:t>
      </w:r>
    </w:p>
    <w:p w:rsidR="00C20679" w:rsidRDefault="00C20679" w:rsidP="00AB7035">
      <w:pPr>
        <w:tabs>
          <w:tab w:val="left" w:pos="851"/>
        </w:tabs>
        <w:ind w:firstLine="539"/>
        <w:jc w:val="both"/>
        <w:rPr>
          <w:szCs w:val="28"/>
        </w:rPr>
      </w:pPr>
      <w:r w:rsidRPr="00AB7035">
        <w:rPr>
          <w:szCs w:val="28"/>
        </w:rPr>
        <w:t>1.</w:t>
      </w:r>
      <w:r>
        <w:rPr>
          <w:szCs w:val="28"/>
        </w:rPr>
        <w:t xml:space="preserve"> </w:t>
      </w:r>
      <w:r w:rsidRPr="00AB7035">
        <w:rPr>
          <w:szCs w:val="28"/>
        </w:rPr>
        <w:t>Унести до складу комісії по визначенню розмірів збитків власникам землі та землекористувачам на території Камінь-Каширського району Волинської області</w:t>
      </w:r>
      <w:r>
        <w:rPr>
          <w:szCs w:val="28"/>
        </w:rPr>
        <w:t>,</w:t>
      </w:r>
      <w:r w:rsidRPr="00AB7035">
        <w:rPr>
          <w:szCs w:val="28"/>
        </w:rPr>
        <w:t xml:space="preserve"> затвердженого розпорядженням голови райдержадміністрації від 01 серпня 2017 року №  211 «Про новий склад комісії по визначенню розмірів збитків власникам землі та землекористувачам</w:t>
      </w:r>
      <w:r>
        <w:rPr>
          <w:szCs w:val="28"/>
        </w:rPr>
        <w:t>» наступні зміни:</w:t>
      </w:r>
    </w:p>
    <w:p w:rsidR="00C20679" w:rsidRDefault="00C20679" w:rsidP="00AB7035">
      <w:pPr>
        <w:tabs>
          <w:tab w:val="left" w:pos="851"/>
        </w:tabs>
        <w:ind w:firstLine="539"/>
        <w:jc w:val="both"/>
        <w:rPr>
          <w:szCs w:val="28"/>
        </w:rPr>
      </w:pPr>
      <w:r>
        <w:rPr>
          <w:szCs w:val="28"/>
        </w:rPr>
        <w:t>1) увести до складу комісії начальника Камінь-Каширської державної  податкової інспекції Ратнівського управління Головного управління Державної фіскальної служби України у Волинській області Божко Наталію Михайлівну.</w:t>
      </w:r>
    </w:p>
    <w:p w:rsidR="00C20679" w:rsidRDefault="00C20679" w:rsidP="00AB7035">
      <w:pPr>
        <w:tabs>
          <w:tab w:val="left" w:pos="851"/>
        </w:tabs>
        <w:ind w:firstLine="539"/>
        <w:jc w:val="both"/>
        <w:rPr>
          <w:szCs w:val="28"/>
        </w:rPr>
      </w:pPr>
      <w:r>
        <w:rPr>
          <w:szCs w:val="28"/>
        </w:rPr>
        <w:t>2) вивести Платонову Ірину Олександрівну.</w:t>
      </w:r>
    </w:p>
    <w:p w:rsidR="00C20679" w:rsidRPr="00AB7035" w:rsidRDefault="00C20679" w:rsidP="00AB7035">
      <w:pPr>
        <w:tabs>
          <w:tab w:val="left" w:pos="851"/>
        </w:tabs>
        <w:ind w:firstLine="539"/>
        <w:jc w:val="both"/>
        <w:rPr>
          <w:szCs w:val="28"/>
        </w:rPr>
      </w:pPr>
    </w:p>
    <w:p w:rsidR="00C20679" w:rsidRDefault="00C20679" w:rsidP="00166819">
      <w:pPr>
        <w:jc w:val="both"/>
        <w:rPr>
          <w:szCs w:val="28"/>
        </w:rPr>
      </w:pPr>
    </w:p>
    <w:p w:rsidR="00C20679" w:rsidRDefault="00C20679" w:rsidP="00166819">
      <w:pPr>
        <w:jc w:val="both"/>
        <w:rPr>
          <w:szCs w:val="28"/>
        </w:rPr>
      </w:pPr>
    </w:p>
    <w:p w:rsidR="00C20679" w:rsidRDefault="00C20679" w:rsidP="00166819">
      <w:pPr>
        <w:jc w:val="both"/>
        <w:rPr>
          <w:szCs w:val="28"/>
        </w:rPr>
      </w:pPr>
    </w:p>
    <w:p w:rsidR="00C20679" w:rsidRDefault="00C20679" w:rsidP="00166819">
      <w:pPr>
        <w:jc w:val="both"/>
        <w:rPr>
          <w:szCs w:val="28"/>
        </w:rPr>
      </w:pPr>
    </w:p>
    <w:p w:rsidR="00C20679" w:rsidRPr="00092C9F" w:rsidRDefault="00C20679" w:rsidP="00166819">
      <w:pPr>
        <w:jc w:val="both"/>
        <w:rPr>
          <w:szCs w:val="28"/>
        </w:rPr>
      </w:pPr>
    </w:p>
    <w:p w:rsidR="00C20679" w:rsidRPr="00FA4E77" w:rsidRDefault="00C20679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C20679" w:rsidRDefault="00C20679" w:rsidP="00FA4E77">
      <w:pPr>
        <w:spacing w:line="360" w:lineRule="auto"/>
        <w:jc w:val="both"/>
        <w:rPr>
          <w:sz w:val="24"/>
        </w:rPr>
      </w:pPr>
      <w:r>
        <w:rPr>
          <w:sz w:val="24"/>
        </w:rPr>
        <w:t>Мартинюк   23068</w:t>
      </w:r>
    </w:p>
    <w:p w:rsidR="00C20679" w:rsidRDefault="00C20679" w:rsidP="00FA4E77">
      <w:pPr>
        <w:spacing w:line="360" w:lineRule="auto"/>
        <w:jc w:val="both"/>
        <w:rPr>
          <w:sz w:val="24"/>
        </w:rPr>
      </w:pPr>
    </w:p>
    <w:p w:rsidR="00C20679" w:rsidRDefault="00C20679" w:rsidP="00FA4E77">
      <w:pPr>
        <w:spacing w:line="360" w:lineRule="auto"/>
        <w:jc w:val="both"/>
        <w:rPr>
          <w:sz w:val="24"/>
        </w:rPr>
      </w:pPr>
    </w:p>
    <w:p w:rsidR="00C20679" w:rsidRDefault="00C20679" w:rsidP="005E2C20">
      <w:pPr>
        <w:rPr>
          <w:szCs w:val="28"/>
        </w:rPr>
      </w:pPr>
    </w:p>
    <w:p w:rsidR="00C20679" w:rsidRDefault="00C20679" w:rsidP="005E2C20"/>
    <w:p w:rsidR="00C20679" w:rsidRDefault="00C20679" w:rsidP="00FA4E77">
      <w:pPr>
        <w:spacing w:line="360" w:lineRule="auto"/>
        <w:jc w:val="both"/>
        <w:rPr>
          <w:sz w:val="24"/>
        </w:rPr>
      </w:pPr>
    </w:p>
    <w:p w:rsidR="00C20679" w:rsidRDefault="00C20679" w:rsidP="00FA4E77">
      <w:pPr>
        <w:spacing w:line="360" w:lineRule="auto"/>
        <w:jc w:val="both"/>
        <w:rPr>
          <w:sz w:val="24"/>
        </w:rPr>
      </w:pPr>
    </w:p>
    <w:p w:rsidR="00C20679" w:rsidRDefault="00C20679" w:rsidP="00941066">
      <w:pPr>
        <w:rPr>
          <w:sz w:val="24"/>
        </w:rPr>
      </w:pPr>
      <w:bookmarkStart w:id="0" w:name="_GoBack"/>
      <w:bookmarkEnd w:id="0"/>
    </w:p>
    <w:p w:rsidR="00C20679" w:rsidRDefault="00C20679" w:rsidP="00941066">
      <w:pPr>
        <w:rPr>
          <w:sz w:val="24"/>
        </w:rPr>
      </w:pPr>
    </w:p>
    <w:p w:rsidR="00C20679" w:rsidRDefault="00C20679" w:rsidP="00941066">
      <w:pPr>
        <w:rPr>
          <w:sz w:val="24"/>
        </w:rPr>
      </w:pPr>
    </w:p>
    <w:p w:rsidR="00C20679" w:rsidRDefault="00C20679" w:rsidP="00941066">
      <w:pPr>
        <w:rPr>
          <w:sz w:val="24"/>
        </w:rPr>
      </w:pPr>
    </w:p>
    <w:p w:rsidR="00C20679" w:rsidRDefault="00C20679" w:rsidP="00941066">
      <w:pPr>
        <w:rPr>
          <w:sz w:val="24"/>
        </w:rPr>
      </w:pPr>
    </w:p>
    <w:sectPr w:rsidR="00C20679" w:rsidSect="00925877"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679" w:rsidRDefault="00C20679" w:rsidP="004A378E">
      <w:r>
        <w:separator/>
      </w:r>
    </w:p>
  </w:endnote>
  <w:endnote w:type="continuationSeparator" w:id="0">
    <w:p w:rsidR="00C20679" w:rsidRDefault="00C2067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679" w:rsidRDefault="00C20679" w:rsidP="004A378E">
      <w:r>
        <w:separator/>
      </w:r>
    </w:p>
  </w:footnote>
  <w:footnote w:type="continuationSeparator" w:id="0">
    <w:p w:rsidR="00C20679" w:rsidRDefault="00C20679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679" w:rsidRDefault="00C20679" w:rsidP="0092587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6E2B32B8"/>
    <w:multiLevelType w:val="hybridMultilevel"/>
    <w:tmpl w:val="B41AD984"/>
    <w:lvl w:ilvl="0" w:tplc="9A9273A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4388E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92C9F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D69DC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C7A81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17C54"/>
    <w:rsid w:val="00334748"/>
    <w:rsid w:val="00342A07"/>
    <w:rsid w:val="00342B99"/>
    <w:rsid w:val="0034761F"/>
    <w:rsid w:val="00355720"/>
    <w:rsid w:val="00362339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C4EE1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0D8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42F39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E2C20"/>
    <w:rsid w:val="005F4DC7"/>
    <w:rsid w:val="005F5095"/>
    <w:rsid w:val="00603277"/>
    <w:rsid w:val="00610135"/>
    <w:rsid w:val="006154A8"/>
    <w:rsid w:val="0062186D"/>
    <w:rsid w:val="00627C5A"/>
    <w:rsid w:val="00650F23"/>
    <w:rsid w:val="006522D2"/>
    <w:rsid w:val="00663602"/>
    <w:rsid w:val="00672297"/>
    <w:rsid w:val="00672749"/>
    <w:rsid w:val="00680527"/>
    <w:rsid w:val="00685DD5"/>
    <w:rsid w:val="00686CD4"/>
    <w:rsid w:val="006879AF"/>
    <w:rsid w:val="00690CE3"/>
    <w:rsid w:val="00691346"/>
    <w:rsid w:val="00693332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574EE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16F5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205B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071"/>
    <w:rsid w:val="00923C95"/>
    <w:rsid w:val="00925877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4C0"/>
    <w:rsid w:val="00A14B2E"/>
    <w:rsid w:val="00A1592F"/>
    <w:rsid w:val="00A22A3C"/>
    <w:rsid w:val="00A23981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3AF"/>
    <w:rsid w:val="00A874DC"/>
    <w:rsid w:val="00A93C1E"/>
    <w:rsid w:val="00AA108B"/>
    <w:rsid w:val="00AA7EBB"/>
    <w:rsid w:val="00AB46C6"/>
    <w:rsid w:val="00AB7035"/>
    <w:rsid w:val="00AC3DB2"/>
    <w:rsid w:val="00AC6F8F"/>
    <w:rsid w:val="00AC767E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2B5B"/>
    <w:rsid w:val="00BE3B81"/>
    <w:rsid w:val="00BF49EC"/>
    <w:rsid w:val="00BF7E21"/>
    <w:rsid w:val="00C007C2"/>
    <w:rsid w:val="00C01867"/>
    <w:rsid w:val="00C02397"/>
    <w:rsid w:val="00C07A27"/>
    <w:rsid w:val="00C14766"/>
    <w:rsid w:val="00C1549C"/>
    <w:rsid w:val="00C1568A"/>
    <w:rsid w:val="00C20679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5FB9"/>
    <w:rsid w:val="00CC22EC"/>
    <w:rsid w:val="00CC3E3D"/>
    <w:rsid w:val="00CC4AB4"/>
    <w:rsid w:val="00CC7B31"/>
    <w:rsid w:val="00CD16C4"/>
    <w:rsid w:val="00CD262E"/>
    <w:rsid w:val="00CD6D77"/>
    <w:rsid w:val="00CD7141"/>
    <w:rsid w:val="00CD7767"/>
    <w:rsid w:val="00CE4D9D"/>
    <w:rsid w:val="00CE627C"/>
    <w:rsid w:val="00CE641E"/>
    <w:rsid w:val="00CE6ABD"/>
    <w:rsid w:val="00CE77A3"/>
    <w:rsid w:val="00CF1ECF"/>
    <w:rsid w:val="00CF3633"/>
    <w:rsid w:val="00D064A3"/>
    <w:rsid w:val="00D1352E"/>
    <w:rsid w:val="00D14009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74ADF"/>
    <w:rsid w:val="00D8401F"/>
    <w:rsid w:val="00D845D7"/>
    <w:rsid w:val="00D9141B"/>
    <w:rsid w:val="00DA1C05"/>
    <w:rsid w:val="00DA21EC"/>
    <w:rsid w:val="00DA586B"/>
    <w:rsid w:val="00DA67B1"/>
    <w:rsid w:val="00DB43EA"/>
    <w:rsid w:val="00DB66D6"/>
    <w:rsid w:val="00DB7467"/>
    <w:rsid w:val="00DC0CDE"/>
    <w:rsid w:val="00DD0E04"/>
    <w:rsid w:val="00DD0E4C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67AF8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C3839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2587"/>
    <w:rsid w:val="00FA4E77"/>
    <w:rsid w:val="00FB4391"/>
    <w:rsid w:val="00FB6ACF"/>
    <w:rsid w:val="00FC41A4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7467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7467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24A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4A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7524A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158</Words>
  <Characters>902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2019-02-01T09:46:00Z</cp:lastPrinted>
  <dcterms:created xsi:type="dcterms:W3CDTF">2019-02-07T12:43:00Z</dcterms:created>
  <dcterms:modified xsi:type="dcterms:W3CDTF">2019-02-07T12:43:00Z</dcterms:modified>
</cp:coreProperties>
</file>