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813" w:rsidRPr="00A05026" w:rsidRDefault="00510813" w:rsidP="00F13711">
      <w:pPr>
        <w:jc w:val="center"/>
        <w:rPr>
          <w:snapToGrid w:val="0"/>
          <w:spacing w:val="8"/>
          <w:sz w:val="24"/>
        </w:rPr>
      </w:pPr>
      <w:r w:rsidRPr="003B0AF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510813" w:rsidRPr="00A05026" w:rsidRDefault="00510813" w:rsidP="004C50C6">
      <w:pPr>
        <w:jc w:val="center"/>
        <w:rPr>
          <w:snapToGrid w:val="0"/>
          <w:spacing w:val="8"/>
          <w:sz w:val="24"/>
        </w:rPr>
      </w:pPr>
    </w:p>
    <w:p w:rsidR="00510813" w:rsidRPr="00A05026" w:rsidRDefault="00510813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510813" w:rsidRPr="00A05026" w:rsidRDefault="00510813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510813" w:rsidRPr="00A05026" w:rsidRDefault="00510813" w:rsidP="004C50C6">
      <w:pPr>
        <w:jc w:val="center"/>
        <w:rPr>
          <w:b/>
          <w:sz w:val="16"/>
          <w:szCs w:val="16"/>
        </w:rPr>
      </w:pPr>
    </w:p>
    <w:p w:rsidR="00510813" w:rsidRPr="00A05026" w:rsidRDefault="00510813" w:rsidP="004C50C6">
      <w:pPr>
        <w:jc w:val="center"/>
        <w:rPr>
          <w:b/>
          <w:sz w:val="16"/>
          <w:szCs w:val="16"/>
        </w:rPr>
      </w:pPr>
    </w:p>
    <w:p w:rsidR="00510813" w:rsidRPr="00BD547E" w:rsidRDefault="00510813" w:rsidP="004C50C6">
      <w:pPr>
        <w:pStyle w:val="Heading1"/>
        <w:rPr>
          <w:sz w:val="32"/>
          <w:szCs w:val="32"/>
        </w:rPr>
      </w:pPr>
      <w:r w:rsidRPr="00BD547E">
        <w:rPr>
          <w:sz w:val="32"/>
          <w:szCs w:val="32"/>
        </w:rPr>
        <w:t>РОЗПОРЯДЖЕННЯ</w:t>
      </w:r>
    </w:p>
    <w:p w:rsidR="00510813" w:rsidRPr="00A05026" w:rsidRDefault="00510813" w:rsidP="004C50C6">
      <w:pPr>
        <w:pStyle w:val="Title"/>
        <w:jc w:val="left"/>
        <w:rPr>
          <w:sz w:val="20"/>
          <w:szCs w:val="20"/>
        </w:rPr>
      </w:pPr>
    </w:p>
    <w:p w:rsidR="00510813" w:rsidRPr="00A05026" w:rsidRDefault="00510813" w:rsidP="004C50C6">
      <w:pPr>
        <w:pStyle w:val="Title"/>
        <w:jc w:val="left"/>
        <w:rPr>
          <w:sz w:val="20"/>
          <w:szCs w:val="20"/>
        </w:rPr>
      </w:pPr>
    </w:p>
    <w:p w:rsidR="00510813" w:rsidRPr="00A05026" w:rsidRDefault="00510813" w:rsidP="004C50C6">
      <w:pPr>
        <w:pStyle w:val="Title"/>
        <w:jc w:val="left"/>
      </w:pPr>
      <w:r>
        <w:rPr>
          <w:szCs w:val="28"/>
        </w:rPr>
        <w:t xml:space="preserve">19 березня 2018 року 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№ 81</w:t>
      </w:r>
    </w:p>
    <w:p w:rsidR="00510813" w:rsidRPr="00A05026" w:rsidRDefault="00510813" w:rsidP="00163BDD">
      <w:pPr>
        <w:jc w:val="both"/>
      </w:pPr>
    </w:p>
    <w:p w:rsidR="00510813" w:rsidRPr="00A05026" w:rsidRDefault="00510813" w:rsidP="00A05026">
      <w:pPr>
        <w:jc w:val="center"/>
      </w:pPr>
    </w:p>
    <w:p w:rsidR="00510813" w:rsidRPr="00A05026" w:rsidRDefault="00510813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Чабану М.С.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510813" w:rsidRPr="00A05026" w:rsidRDefault="00510813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510813" w:rsidRPr="00A05026" w:rsidRDefault="00510813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ої</w:t>
      </w:r>
    </w:p>
    <w:p w:rsidR="00510813" w:rsidRPr="00A05026" w:rsidRDefault="00510813" w:rsidP="00A05026">
      <w:pPr>
        <w:jc w:val="center"/>
        <w:rPr>
          <w:szCs w:val="28"/>
        </w:rPr>
      </w:pPr>
      <w:r>
        <w:rPr>
          <w:szCs w:val="28"/>
        </w:rPr>
        <w:t xml:space="preserve">агрофірми </w:t>
      </w:r>
      <w:r w:rsidRPr="00A05026">
        <w:rPr>
          <w:szCs w:val="28"/>
        </w:rPr>
        <w:t>«</w:t>
      </w:r>
      <w:r>
        <w:rPr>
          <w:szCs w:val="28"/>
        </w:rPr>
        <w:t>Залісся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510813" w:rsidRPr="00A05026" w:rsidRDefault="00510813" w:rsidP="001B6D24"/>
    <w:p w:rsidR="00510813" w:rsidRPr="00A05026" w:rsidRDefault="00510813" w:rsidP="001B6D24">
      <w:r>
        <w:t xml:space="preserve"> </w:t>
      </w:r>
    </w:p>
    <w:p w:rsidR="00510813" w:rsidRPr="00A05026" w:rsidRDefault="00510813" w:rsidP="00A05026">
      <w:pPr>
        <w:ind w:firstLine="708"/>
        <w:jc w:val="both"/>
      </w:pPr>
      <w:r>
        <w:t>В</w:t>
      </w:r>
      <w:r w:rsidRPr="00A05026">
        <w:t>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510813" w:rsidRPr="00A05026" w:rsidRDefault="00510813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колишньої агрофірми </w:t>
      </w:r>
      <w:r w:rsidRPr="00A05026">
        <w:rPr>
          <w:szCs w:val="28"/>
        </w:rPr>
        <w:t>«</w:t>
      </w:r>
      <w:r>
        <w:rPr>
          <w:szCs w:val="28"/>
        </w:rPr>
        <w:t>Залісся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Заліської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510813" w:rsidRPr="00A05026" w:rsidRDefault="00510813" w:rsidP="00A05026">
      <w:pPr>
        <w:ind w:firstLine="708"/>
        <w:jc w:val="both"/>
      </w:pPr>
      <w:r w:rsidRPr="00A05026">
        <w:t xml:space="preserve">- </w:t>
      </w:r>
      <w:r>
        <w:t>Чабану Миколі Степановичу, власнику сертифіката</w:t>
      </w:r>
      <w:r w:rsidRPr="00A05026">
        <w:t xml:space="preserve"> на право на земельну частку (пай) серії ВЛ № </w:t>
      </w:r>
      <w:r>
        <w:t>0260299.</w:t>
      </w:r>
    </w:p>
    <w:p w:rsidR="00510813" w:rsidRPr="00A05026" w:rsidRDefault="00510813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510813" w:rsidRPr="00A05026" w:rsidRDefault="00510813" w:rsidP="001B6D24"/>
    <w:p w:rsidR="00510813" w:rsidRPr="00A05026" w:rsidRDefault="00510813" w:rsidP="001B6D24"/>
    <w:p w:rsidR="00510813" w:rsidRPr="00A05026" w:rsidRDefault="00510813" w:rsidP="001B6D24"/>
    <w:p w:rsidR="00510813" w:rsidRPr="00A05026" w:rsidRDefault="00510813" w:rsidP="001B6D24"/>
    <w:p w:rsidR="00510813" w:rsidRPr="00A05026" w:rsidRDefault="00510813" w:rsidP="001B6D24"/>
    <w:p w:rsidR="00510813" w:rsidRPr="00A05026" w:rsidRDefault="00510813" w:rsidP="001B6D24">
      <w:r>
        <w:t>Голова</w:t>
      </w:r>
      <w:r w:rsidRPr="00A05026">
        <w:t xml:space="preserve">                                                         </w:t>
      </w:r>
      <w:r>
        <w:t xml:space="preserve">  </w:t>
      </w:r>
      <w:r>
        <w:rPr>
          <w:b/>
        </w:rPr>
        <w:t xml:space="preserve">                                 В.ДУНАЙЧУК</w:t>
      </w:r>
    </w:p>
    <w:p w:rsidR="00510813" w:rsidRPr="00A05026" w:rsidRDefault="00510813" w:rsidP="001B6D24"/>
    <w:p w:rsidR="00510813" w:rsidRPr="00400AFD" w:rsidRDefault="00510813" w:rsidP="001B6D24">
      <w:pPr>
        <w:rPr>
          <w:sz w:val="24"/>
        </w:rPr>
      </w:pPr>
      <w:r>
        <w:rPr>
          <w:sz w:val="24"/>
        </w:rPr>
        <w:t>Нікітчук 23068</w:t>
      </w:r>
    </w:p>
    <w:p w:rsidR="00510813" w:rsidRPr="00A05026" w:rsidRDefault="00510813" w:rsidP="001B6D24"/>
    <w:p w:rsidR="00510813" w:rsidRPr="00A05026" w:rsidRDefault="00510813" w:rsidP="001B6D24"/>
    <w:p w:rsidR="00510813" w:rsidRPr="00A05026" w:rsidRDefault="00510813" w:rsidP="001B6D24"/>
    <w:p w:rsidR="00510813" w:rsidRDefault="00510813" w:rsidP="001B6D24"/>
    <w:p w:rsidR="00510813" w:rsidRPr="00A05026" w:rsidRDefault="00510813" w:rsidP="001B6D24"/>
    <w:p w:rsidR="00510813" w:rsidRPr="00A05026" w:rsidRDefault="00510813" w:rsidP="001B6D24"/>
    <w:p w:rsidR="00510813" w:rsidRDefault="00510813" w:rsidP="001B6D24">
      <w:pPr>
        <w:rPr>
          <w:i/>
          <w:szCs w:val="28"/>
        </w:rPr>
      </w:pPr>
    </w:p>
    <w:p w:rsidR="00510813" w:rsidRDefault="00510813" w:rsidP="00E102CA">
      <w:pPr>
        <w:rPr>
          <w:szCs w:val="28"/>
        </w:rPr>
      </w:pPr>
    </w:p>
    <w:p w:rsidR="00510813" w:rsidRDefault="00510813" w:rsidP="00E129B3">
      <w:pPr>
        <w:ind w:firstLine="426"/>
        <w:rPr>
          <w:szCs w:val="28"/>
        </w:rPr>
      </w:pPr>
    </w:p>
    <w:sectPr w:rsidR="00510813" w:rsidSect="00A746EC">
      <w:pgSz w:w="11906" w:h="16838"/>
      <w:pgMar w:top="28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813" w:rsidRDefault="00510813" w:rsidP="00D113DB">
      <w:r>
        <w:separator/>
      </w:r>
    </w:p>
  </w:endnote>
  <w:endnote w:type="continuationSeparator" w:id="0">
    <w:p w:rsidR="00510813" w:rsidRDefault="00510813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813" w:rsidRDefault="00510813" w:rsidP="00D113DB">
      <w:r>
        <w:separator/>
      </w:r>
    </w:p>
  </w:footnote>
  <w:footnote w:type="continuationSeparator" w:id="0">
    <w:p w:rsidR="00510813" w:rsidRDefault="00510813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6CA"/>
    <w:rsid w:val="000B33A3"/>
    <w:rsid w:val="000D0568"/>
    <w:rsid w:val="000E047A"/>
    <w:rsid w:val="000E7F9F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3A8E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6D24"/>
    <w:rsid w:val="001D1B08"/>
    <w:rsid w:val="001E514E"/>
    <w:rsid w:val="001F55AA"/>
    <w:rsid w:val="001F6014"/>
    <w:rsid w:val="00203A9A"/>
    <w:rsid w:val="00206814"/>
    <w:rsid w:val="0022035B"/>
    <w:rsid w:val="002223C6"/>
    <w:rsid w:val="00225ACF"/>
    <w:rsid w:val="0022746F"/>
    <w:rsid w:val="00231D1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45E8B"/>
    <w:rsid w:val="00361B5B"/>
    <w:rsid w:val="00361F44"/>
    <w:rsid w:val="0038223E"/>
    <w:rsid w:val="003869D8"/>
    <w:rsid w:val="003A0D83"/>
    <w:rsid w:val="003A4737"/>
    <w:rsid w:val="003B0AFB"/>
    <w:rsid w:val="003B1A50"/>
    <w:rsid w:val="003C730F"/>
    <w:rsid w:val="003E7F26"/>
    <w:rsid w:val="003F5C28"/>
    <w:rsid w:val="003F60D4"/>
    <w:rsid w:val="00400AFD"/>
    <w:rsid w:val="00404023"/>
    <w:rsid w:val="00410F37"/>
    <w:rsid w:val="004312D4"/>
    <w:rsid w:val="00444715"/>
    <w:rsid w:val="00456C12"/>
    <w:rsid w:val="004720B5"/>
    <w:rsid w:val="004826B0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10813"/>
    <w:rsid w:val="005317A2"/>
    <w:rsid w:val="00545DFF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E5BC1"/>
    <w:rsid w:val="005F345D"/>
    <w:rsid w:val="005F609B"/>
    <w:rsid w:val="00600096"/>
    <w:rsid w:val="0061237F"/>
    <w:rsid w:val="00615691"/>
    <w:rsid w:val="00621E3A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1656B"/>
    <w:rsid w:val="0072117A"/>
    <w:rsid w:val="0072381A"/>
    <w:rsid w:val="00725736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D1273"/>
    <w:rsid w:val="007E405B"/>
    <w:rsid w:val="007E61B3"/>
    <w:rsid w:val="007F39BD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C6AD3"/>
    <w:rsid w:val="008F71B9"/>
    <w:rsid w:val="008F77B9"/>
    <w:rsid w:val="00901791"/>
    <w:rsid w:val="00905A71"/>
    <w:rsid w:val="00907F68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13C5E"/>
    <w:rsid w:val="00A30643"/>
    <w:rsid w:val="00A31F38"/>
    <w:rsid w:val="00A344BC"/>
    <w:rsid w:val="00A55151"/>
    <w:rsid w:val="00A65DF3"/>
    <w:rsid w:val="00A672B5"/>
    <w:rsid w:val="00A746EC"/>
    <w:rsid w:val="00A7518B"/>
    <w:rsid w:val="00A7697D"/>
    <w:rsid w:val="00A94956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0C23"/>
    <w:rsid w:val="00B535A8"/>
    <w:rsid w:val="00B67295"/>
    <w:rsid w:val="00B71A48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44BE"/>
    <w:rsid w:val="00BC53C5"/>
    <w:rsid w:val="00BD1FAA"/>
    <w:rsid w:val="00BD547E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6266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C71D5"/>
    <w:rsid w:val="00DD6E4A"/>
    <w:rsid w:val="00E04C17"/>
    <w:rsid w:val="00E1023F"/>
    <w:rsid w:val="00E102CA"/>
    <w:rsid w:val="00E11DC3"/>
    <w:rsid w:val="00E129B3"/>
    <w:rsid w:val="00E148D0"/>
    <w:rsid w:val="00E16C37"/>
    <w:rsid w:val="00E22F72"/>
    <w:rsid w:val="00E31C9C"/>
    <w:rsid w:val="00E3367C"/>
    <w:rsid w:val="00E33D5C"/>
    <w:rsid w:val="00E369DD"/>
    <w:rsid w:val="00E378BC"/>
    <w:rsid w:val="00E464DE"/>
    <w:rsid w:val="00E51DAB"/>
    <w:rsid w:val="00E56753"/>
    <w:rsid w:val="00E86F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35825"/>
    <w:rsid w:val="00F519C4"/>
    <w:rsid w:val="00F612AE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D536B"/>
    <w:rsid w:val="00FE05D7"/>
    <w:rsid w:val="00FE3150"/>
    <w:rsid w:val="00FE74AC"/>
    <w:rsid w:val="00FF2431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33D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2573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33D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5A633D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A633D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50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187</Words>
  <Characters>1069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2018-03-19T07:32:00Z</cp:lastPrinted>
  <dcterms:created xsi:type="dcterms:W3CDTF">2018-03-21T07:35:00Z</dcterms:created>
  <dcterms:modified xsi:type="dcterms:W3CDTF">2018-03-21T07:35:00Z</dcterms:modified>
</cp:coreProperties>
</file>