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87" w:rsidRDefault="00190487" w:rsidP="006F0F46">
      <w:pPr>
        <w:jc w:val="center"/>
        <w:rPr>
          <w:snapToGrid w:val="0"/>
          <w:spacing w:val="8"/>
          <w:sz w:val="24"/>
        </w:rPr>
      </w:pPr>
      <w:r w:rsidRPr="001675E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190487" w:rsidRDefault="00190487" w:rsidP="002A4A36">
      <w:pPr>
        <w:spacing w:line="360" w:lineRule="auto"/>
        <w:rPr>
          <w:spacing w:val="8"/>
          <w:sz w:val="12"/>
          <w:szCs w:val="20"/>
        </w:rPr>
      </w:pPr>
    </w:p>
    <w:p w:rsidR="00190487" w:rsidRPr="006A4DE2" w:rsidRDefault="00190487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90487" w:rsidRPr="006A4DE2" w:rsidRDefault="00190487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90487" w:rsidRDefault="00190487" w:rsidP="002A4A36">
      <w:pPr>
        <w:jc w:val="center"/>
        <w:rPr>
          <w:b/>
          <w:sz w:val="16"/>
          <w:szCs w:val="16"/>
        </w:rPr>
      </w:pPr>
    </w:p>
    <w:p w:rsidR="00190487" w:rsidRDefault="00190487" w:rsidP="002A4A36">
      <w:pPr>
        <w:jc w:val="center"/>
        <w:rPr>
          <w:b/>
          <w:sz w:val="16"/>
          <w:szCs w:val="16"/>
        </w:rPr>
      </w:pPr>
    </w:p>
    <w:p w:rsidR="00190487" w:rsidRPr="00B435D9" w:rsidRDefault="00190487" w:rsidP="00F872DD">
      <w:pPr>
        <w:pStyle w:val="Heading1"/>
        <w:jc w:val="center"/>
        <w:rPr>
          <w:szCs w:val="32"/>
          <w:lang w:val="uk-UA"/>
        </w:rPr>
      </w:pPr>
      <w:r w:rsidRPr="00B435D9">
        <w:rPr>
          <w:szCs w:val="32"/>
          <w:lang w:val="uk-UA"/>
        </w:rPr>
        <w:t>РОЗПОРЯДЖЕННЯ</w:t>
      </w:r>
    </w:p>
    <w:p w:rsidR="00190487" w:rsidRDefault="00190487" w:rsidP="00BE11DE">
      <w:pPr>
        <w:pStyle w:val="Title"/>
        <w:jc w:val="left"/>
        <w:rPr>
          <w:sz w:val="20"/>
          <w:szCs w:val="20"/>
        </w:rPr>
      </w:pPr>
    </w:p>
    <w:p w:rsidR="00190487" w:rsidRDefault="00190487" w:rsidP="00E64F26">
      <w:pPr>
        <w:pStyle w:val="Title"/>
        <w:jc w:val="left"/>
      </w:pPr>
      <w:r>
        <w:rPr>
          <w:szCs w:val="28"/>
        </w:rPr>
        <w:t xml:space="preserve">19 березня 2018 року            </w:t>
      </w:r>
      <w:r>
        <w:t>м. Камінь - Каширський</w:t>
      </w:r>
      <w:r>
        <w:tab/>
      </w:r>
      <w:r>
        <w:tab/>
      </w:r>
      <w:r>
        <w:tab/>
        <w:t xml:space="preserve">                 № </w:t>
      </w:r>
      <w:bookmarkStart w:id="0" w:name="_GoBack"/>
      <w:bookmarkEnd w:id="0"/>
      <w:r>
        <w:t>79</w:t>
      </w:r>
    </w:p>
    <w:p w:rsidR="00190487" w:rsidRDefault="00190487" w:rsidP="00E64F26">
      <w:pPr>
        <w:pStyle w:val="Title"/>
        <w:jc w:val="left"/>
      </w:pPr>
    </w:p>
    <w:p w:rsidR="00190487" w:rsidRDefault="00190487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190487" w:rsidRDefault="00190487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190487" w:rsidRDefault="00190487" w:rsidP="00841418">
      <w:pPr>
        <w:jc w:val="center"/>
        <w:rPr>
          <w:szCs w:val="28"/>
        </w:rPr>
      </w:pPr>
      <w:r>
        <w:t xml:space="preserve">ділянок частки (паю) </w:t>
      </w:r>
      <w:r>
        <w:rPr>
          <w:szCs w:val="28"/>
        </w:rPr>
        <w:t>колишньої агрофірми «Камінь-Каширський»</w:t>
      </w:r>
    </w:p>
    <w:p w:rsidR="00190487" w:rsidRDefault="00190487" w:rsidP="00841418">
      <w:pPr>
        <w:jc w:val="center"/>
      </w:pPr>
      <w:r>
        <w:t>в натурі (на  місцевості)</w:t>
      </w:r>
    </w:p>
    <w:p w:rsidR="00190487" w:rsidRDefault="00190487" w:rsidP="00E41E7E"/>
    <w:p w:rsidR="00190487" w:rsidRDefault="00190487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190487" w:rsidRPr="00E234EA" w:rsidRDefault="00190487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колишньої агрофірми «Камінь-Каширський» в натурі (на місцевості) виділених громадянину  Лесику Івану Євгеновичу 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>Камінь-Каширської міської ради</w:t>
      </w:r>
      <w:r w:rsidRPr="00762588">
        <w:rPr>
          <w:szCs w:val="28"/>
        </w:rPr>
        <w:t>.</w:t>
      </w:r>
    </w:p>
    <w:p w:rsidR="00190487" w:rsidRDefault="00190487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Камінь-Каширської міської ради в розмірі частки (паю) колишньої агрофірми «Камінь-Каширський» </w:t>
      </w:r>
      <w:r w:rsidRPr="008D6223">
        <w:t>громадян</w:t>
      </w:r>
      <w:r>
        <w:t>ину</w:t>
      </w:r>
      <w:r w:rsidRPr="008D6223">
        <w:t>:</w:t>
      </w:r>
    </w:p>
    <w:p w:rsidR="00190487" w:rsidRDefault="00190487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Лесику Івану Євгеновичу  для ведення особистого селянського господарства, кадастрові номери зареєстрованих земельних ділянок: 0721410102:05:000:0031 площею </w:t>
      </w:r>
      <w:smartTag w:uri="urn:schemas-microsoft-com:office:smarttags" w:element="metricconverter">
        <w:smartTagPr>
          <w:attr w:name="ProductID" w:val="1,9960 га"/>
        </w:smartTagPr>
        <w:r>
          <w:rPr>
            <w:szCs w:val="28"/>
          </w:rPr>
          <w:t>1,9960 га</w:t>
        </w:r>
      </w:smartTag>
      <w:r>
        <w:rPr>
          <w:szCs w:val="28"/>
        </w:rPr>
        <w:t xml:space="preserve">, 0721410100:04:000:0095 площею </w:t>
      </w:r>
      <w:smartTag w:uri="urn:schemas-microsoft-com:office:smarttags" w:element="metricconverter">
        <w:smartTagPr>
          <w:attr w:name="ProductID" w:val="1,0281 га"/>
        </w:smartTagPr>
        <w:r>
          <w:rPr>
            <w:szCs w:val="28"/>
          </w:rPr>
          <w:t>1,0281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190487" w:rsidRDefault="00190487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 xml:space="preserve">Громадянину  Лесику Івану Євгеновичу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190487" w:rsidRDefault="00190487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4.  </w:t>
      </w:r>
      <w:r>
        <w:rPr>
          <w:szCs w:val="28"/>
        </w:rPr>
        <w:t>Камінь-Каширській міській раді</w:t>
      </w:r>
      <w:r>
        <w:t xml:space="preserve"> внести відповідні зміни в земельно-облікові документи.</w:t>
      </w:r>
    </w:p>
    <w:p w:rsidR="00190487" w:rsidRDefault="00190487" w:rsidP="00166819">
      <w:pPr>
        <w:jc w:val="both"/>
        <w:rPr>
          <w:sz w:val="24"/>
          <w:szCs w:val="20"/>
        </w:rPr>
      </w:pPr>
    </w:p>
    <w:p w:rsidR="00190487" w:rsidRDefault="00190487" w:rsidP="00166819">
      <w:pPr>
        <w:jc w:val="both"/>
        <w:rPr>
          <w:sz w:val="24"/>
          <w:szCs w:val="20"/>
        </w:rPr>
      </w:pPr>
    </w:p>
    <w:p w:rsidR="00190487" w:rsidRDefault="00190487" w:rsidP="00166819">
      <w:pPr>
        <w:jc w:val="both"/>
        <w:rPr>
          <w:sz w:val="24"/>
          <w:szCs w:val="20"/>
        </w:rPr>
      </w:pPr>
    </w:p>
    <w:p w:rsidR="00190487" w:rsidRDefault="00190487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В.ДУНАЙЧУК</w:t>
      </w:r>
    </w:p>
    <w:p w:rsidR="00190487" w:rsidRPr="004A378E" w:rsidRDefault="00190487" w:rsidP="00166819">
      <w:pPr>
        <w:jc w:val="both"/>
        <w:rPr>
          <w:sz w:val="24"/>
          <w:lang w:val="ru-RU"/>
        </w:rPr>
      </w:pPr>
    </w:p>
    <w:p w:rsidR="00190487" w:rsidRDefault="00190487" w:rsidP="00222AD6">
      <w:pPr>
        <w:jc w:val="both"/>
        <w:rPr>
          <w:sz w:val="24"/>
        </w:rPr>
      </w:pPr>
      <w:r>
        <w:rPr>
          <w:sz w:val="24"/>
        </w:rPr>
        <w:t xml:space="preserve">Нікітчук  23068  </w:t>
      </w:r>
    </w:p>
    <w:p w:rsidR="00190487" w:rsidRDefault="00190487" w:rsidP="00222AD6">
      <w:pPr>
        <w:jc w:val="both"/>
        <w:rPr>
          <w:sz w:val="24"/>
        </w:rPr>
      </w:pPr>
    </w:p>
    <w:p w:rsidR="00190487" w:rsidRDefault="00190487" w:rsidP="00222AD6">
      <w:pPr>
        <w:jc w:val="both"/>
        <w:rPr>
          <w:sz w:val="24"/>
        </w:rPr>
      </w:pPr>
    </w:p>
    <w:p w:rsidR="00190487" w:rsidRDefault="00190487" w:rsidP="00222AD6">
      <w:pPr>
        <w:jc w:val="both"/>
        <w:rPr>
          <w:sz w:val="24"/>
        </w:rPr>
      </w:pPr>
    </w:p>
    <w:p w:rsidR="00190487" w:rsidRDefault="00190487" w:rsidP="00222AD6">
      <w:pPr>
        <w:jc w:val="both"/>
        <w:rPr>
          <w:sz w:val="24"/>
        </w:rPr>
      </w:pPr>
    </w:p>
    <w:p w:rsidR="00190487" w:rsidRPr="00696B9C" w:rsidRDefault="00190487" w:rsidP="00696B9C">
      <w:pPr>
        <w:jc w:val="both"/>
        <w:rPr>
          <w:sz w:val="24"/>
        </w:rPr>
      </w:pPr>
      <w:r>
        <w:rPr>
          <w:sz w:val="24"/>
        </w:rPr>
        <w:t xml:space="preserve"> </w:t>
      </w:r>
    </w:p>
    <w:sectPr w:rsidR="00190487" w:rsidRPr="00696B9C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487" w:rsidRDefault="00190487" w:rsidP="004A378E">
      <w:r>
        <w:separator/>
      </w:r>
    </w:p>
  </w:endnote>
  <w:endnote w:type="continuationSeparator" w:id="0">
    <w:p w:rsidR="00190487" w:rsidRDefault="00190487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487" w:rsidRDefault="00190487" w:rsidP="004A378E">
      <w:r>
        <w:separator/>
      </w:r>
    </w:p>
  </w:footnote>
  <w:footnote w:type="continuationSeparator" w:id="0">
    <w:p w:rsidR="00190487" w:rsidRDefault="00190487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87" w:rsidRDefault="00190487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26E79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92B2E"/>
    <w:rsid w:val="000A73EA"/>
    <w:rsid w:val="000B2CE6"/>
    <w:rsid w:val="000B3C80"/>
    <w:rsid w:val="000C16EB"/>
    <w:rsid w:val="000D04D8"/>
    <w:rsid w:val="000D1129"/>
    <w:rsid w:val="000D202E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BF2"/>
    <w:rsid w:val="00126975"/>
    <w:rsid w:val="00145162"/>
    <w:rsid w:val="00146222"/>
    <w:rsid w:val="001476C7"/>
    <w:rsid w:val="001503C2"/>
    <w:rsid w:val="001536A6"/>
    <w:rsid w:val="00164586"/>
    <w:rsid w:val="00164E99"/>
    <w:rsid w:val="00166819"/>
    <w:rsid w:val="001675E1"/>
    <w:rsid w:val="00167FB5"/>
    <w:rsid w:val="001756BB"/>
    <w:rsid w:val="00180A54"/>
    <w:rsid w:val="00180E2C"/>
    <w:rsid w:val="00190487"/>
    <w:rsid w:val="00190E83"/>
    <w:rsid w:val="00190F37"/>
    <w:rsid w:val="001A05F8"/>
    <w:rsid w:val="001A16F8"/>
    <w:rsid w:val="001A78EB"/>
    <w:rsid w:val="001B0C91"/>
    <w:rsid w:val="001B6C00"/>
    <w:rsid w:val="001B745D"/>
    <w:rsid w:val="001D13A5"/>
    <w:rsid w:val="001F166C"/>
    <w:rsid w:val="001F3769"/>
    <w:rsid w:val="001F50EC"/>
    <w:rsid w:val="001F7A06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17EB"/>
    <w:rsid w:val="00243D5C"/>
    <w:rsid w:val="00245178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55F0"/>
    <w:rsid w:val="002F6E86"/>
    <w:rsid w:val="002F7443"/>
    <w:rsid w:val="00302C50"/>
    <w:rsid w:val="00312E35"/>
    <w:rsid w:val="00334748"/>
    <w:rsid w:val="00342A07"/>
    <w:rsid w:val="00342B99"/>
    <w:rsid w:val="003472A6"/>
    <w:rsid w:val="00355720"/>
    <w:rsid w:val="0036254C"/>
    <w:rsid w:val="003669E4"/>
    <w:rsid w:val="00370F93"/>
    <w:rsid w:val="00372BEF"/>
    <w:rsid w:val="00373C55"/>
    <w:rsid w:val="00374E94"/>
    <w:rsid w:val="00376FB1"/>
    <w:rsid w:val="00377408"/>
    <w:rsid w:val="00390D98"/>
    <w:rsid w:val="003942DD"/>
    <w:rsid w:val="00395C07"/>
    <w:rsid w:val="003A3464"/>
    <w:rsid w:val="003D1234"/>
    <w:rsid w:val="003D1657"/>
    <w:rsid w:val="003E4775"/>
    <w:rsid w:val="003F214F"/>
    <w:rsid w:val="004008F2"/>
    <w:rsid w:val="004213A8"/>
    <w:rsid w:val="00421D78"/>
    <w:rsid w:val="00425C0A"/>
    <w:rsid w:val="00430782"/>
    <w:rsid w:val="00434E67"/>
    <w:rsid w:val="004371D2"/>
    <w:rsid w:val="00443AD5"/>
    <w:rsid w:val="00446019"/>
    <w:rsid w:val="004503DF"/>
    <w:rsid w:val="00452759"/>
    <w:rsid w:val="004629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4454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084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AA0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01C1"/>
    <w:rsid w:val="00663602"/>
    <w:rsid w:val="00672749"/>
    <w:rsid w:val="00680527"/>
    <w:rsid w:val="00685DD5"/>
    <w:rsid w:val="00686CD4"/>
    <w:rsid w:val="006879AF"/>
    <w:rsid w:val="00690CE3"/>
    <w:rsid w:val="00691346"/>
    <w:rsid w:val="00692C88"/>
    <w:rsid w:val="00696B9C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09E6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0397"/>
    <w:rsid w:val="008728A9"/>
    <w:rsid w:val="008745F7"/>
    <w:rsid w:val="00880610"/>
    <w:rsid w:val="008813CD"/>
    <w:rsid w:val="00891E9A"/>
    <w:rsid w:val="008A245B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02CB"/>
    <w:rsid w:val="009023AB"/>
    <w:rsid w:val="0090684C"/>
    <w:rsid w:val="00906A42"/>
    <w:rsid w:val="00906C79"/>
    <w:rsid w:val="0090754B"/>
    <w:rsid w:val="009108E0"/>
    <w:rsid w:val="0091451D"/>
    <w:rsid w:val="00923C95"/>
    <w:rsid w:val="00924251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758F7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16712"/>
    <w:rsid w:val="00A22A3C"/>
    <w:rsid w:val="00A25A18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63DB2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5D9"/>
    <w:rsid w:val="00B43D04"/>
    <w:rsid w:val="00B506C0"/>
    <w:rsid w:val="00B560CE"/>
    <w:rsid w:val="00B56CD3"/>
    <w:rsid w:val="00B57697"/>
    <w:rsid w:val="00B57AF0"/>
    <w:rsid w:val="00B57D54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3C5B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0EC1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475EA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259F5"/>
    <w:rsid w:val="00E339AD"/>
    <w:rsid w:val="00E41E7E"/>
    <w:rsid w:val="00E52974"/>
    <w:rsid w:val="00E579A2"/>
    <w:rsid w:val="00E6341E"/>
    <w:rsid w:val="00E63B0F"/>
    <w:rsid w:val="00E64F26"/>
    <w:rsid w:val="00E73430"/>
    <w:rsid w:val="00E84AFE"/>
    <w:rsid w:val="00EA0437"/>
    <w:rsid w:val="00EA04B7"/>
    <w:rsid w:val="00EA04CD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39E9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872DD"/>
    <w:rsid w:val="00F94205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28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228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28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228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A63DB2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F228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269</Words>
  <Characters>1534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2018-03-19T07:38:00Z</cp:lastPrinted>
  <dcterms:created xsi:type="dcterms:W3CDTF">2018-03-21T07:25:00Z</dcterms:created>
  <dcterms:modified xsi:type="dcterms:W3CDTF">2018-03-21T07:25:00Z</dcterms:modified>
</cp:coreProperties>
</file>