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47" w:rsidRPr="00A05026" w:rsidRDefault="00E65647" w:rsidP="00F13711">
      <w:pPr>
        <w:jc w:val="center"/>
        <w:rPr>
          <w:snapToGrid w:val="0"/>
          <w:spacing w:val="8"/>
          <w:sz w:val="24"/>
        </w:rPr>
      </w:pPr>
      <w:r w:rsidRPr="004028C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E65647" w:rsidRPr="00A05026" w:rsidRDefault="00E65647" w:rsidP="004C50C6">
      <w:pPr>
        <w:jc w:val="center"/>
        <w:rPr>
          <w:snapToGrid w:val="0"/>
          <w:spacing w:val="8"/>
          <w:sz w:val="24"/>
        </w:rPr>
      </w:pPr>
    </w:p>
    <w:p w:rsidR="00E65647" w:rsidRPr="00A05026" w:rsidRDefault="00E65647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E65647" w:rsidRPr="00A05026" w:rsidRDefault="00E65647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E65647" w:rsidRPr="00A05026" w:rsidRDefault="00E65647" w:rsidP="004C50C6">
      <w:pPr>
        <w:jc w:val="center"/>
        <w:rPr>
          <w:b/>
          <w:sz w:val="16"/>
          <w:szCs w:val="16"/>
        </w:rPr>
      </w:pPr>
    </w:p>
    <w:p w:rsidR="00E65647" w:rsidRPr="00A05026" w:rsidRDefault="00E65647" w:rsidP="004C50C6">
      <w:pPr>
        <w:jc w:val="center"/>
        <w:rPr>
          <w:b/>
          <w:sz w:val="16"/>
          <w:szCs w:val="16"/>
        </w:rPr>
      </w:pPr>
    </w:p>
    <w:p w:rsidR="00E65647" w:rsidRPr="001A5133" w:rsidRDefault="00E65647" w:rsidP="004C50C6">
      <w:pPr>
        <w:pStyle w:val="Heading1"/>
        <w:rPr>
          <w:sz w:val="32"/>
          <w:szCs w:val="32"/>
        </w:rPr>
      </w:pPr>
      <w:r w:rsidRPr="001A5133">
        <w:rPr>
          <w:sz w:val="32"/>
          <w:szCs w:val="32"/>
        </w:rPr>
        <w:t>РОЗПОРЯДЖЕННЯ</w:t>
      </w:r>
    </w:p>
    <w:p w:rsidR="00E65647" w:rsidRPr="00A05026" w:rsidRDefault="00E65647" w:rsidP="004C50C6">
      <w:pPr>
        <w:pStyle w:val="Title"/>
        <w:jc w:val="left"/>
        <w:rPr>
          <w:sz w:val="20"/>
          <w:szCs w:val="20"/>
        </w:rPr>
      </w:pPr>
    </w:p>
    <w:p w:rsidR="00E65647" w:rsidRPr="00A05026" w:rsidRDefault="00E65647" w:rsidP="004C50C6">
      <w:pPr>
        <w:pStyle w:val="Title"/>
        <w:jc w:val="left"/>
        <w:rPr>
          <w:sz w:val="20"/>
          <w:szCs w:val="20"/>
        </w:rPr>
      </w:pPr>
    </w:p>
    <w:p w:rsidR="00E65647" w:rsidRPr="00A05026" w:rsidRDefault="00E65647" w:rsidP="004C50C6">
      <w:pPr>
        <w:pStyle w:val="Title"/>
        <w:jc w:val="left"/>
      </w:pPr>
      <w:r>
        <w:rPr>
          <w:szCs w:val="28"/>
        </w:rPr>
        <w:t xml:space="preserve">05 березня 2018 року            </w:t>
      </w:r>
      <w:r w:rsidRPr="00A05026">
        <w:t>м.</w:t>
      </w:r>
      <w:r>
        <w:t xml:space="preserve"> Камінь - Каширський</w:t>
      </w:r>
      <w:r>
        <w:tab/>
      </w:r>
      <w:r>
        <w:tab/>
      </w:r>
      <w:r>
        <w:tab/>
        <w:t xml:space="preserve">          № </w:t>
      </w:r>
      <w:bookmarkStart w:id="0" w:name="_GoBack"/>
      <w:bookmarkEnd w:id="0"/>
      <w:r>
        <w:t>68</w:t>
      </w:r>
    </w:p>
    <w:p w:rsidR="00E65647" w:rsidRPr="00A05026" w:rsidRDefault="00E65647" w:rsidP="00163BDD">
      <w:pPr>
        <w:jc w:val="both"/>
      </w:pPr>
    </w:p>
    <w:p w:rsidR="00E65647" w:rsidRPr="00A05026" w:rsidRDefault="00E65647" w:rsidP="00A05026">
      <w:pPr>
        <w:jc w:val="center"/>
      </w:pPr>
    </w:p>
    <w:p w:rsidR="00E65647" w:rsidRPr="00A05026" w:rsidRDefault="00E65647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Лисенко Н.А.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E65647" w:rsidRPr="00A05026" w:rsidRDefault="00E65647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E65647" w:rsidRDefault="00E65647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E65647" w:rsidRPr="00A05026" w:rsidRDefault="00E65647" w:rsidP="00EF63C7">
      <w:pPr>
        <w:jc w:val="center"/>
        <w:rPr>
          <w:szCs w:val="28"/>
        </w:rPr>
      </w:pPr>
      <w:r>
        <w:rPr>
          <w:szCs w:val="28"/>
        </w:rPr>
        <w:t xml:space="preserve">КСП «Видричівське» </w:t>
      </w:r>
      <w:r w:rsidRPr="00A05026">
        <w:rPr>
          <w:szCs w:val="28"/>
        </w:rPr>
        <w:t>в натурі (на  місцевості)</w:t>
      </w:r>
    </w:p>
    <w:p w:rsidR="00E65647" w:rsidRPr="00A05026" w:rsidRDefault="00E65647" w:rsidP="001B6D24"/>
    <w:p w:rsidR="00E65647" w:rsidRPr="00A05026" w:rsidRDefault="00E65647" w:rsidP="001B6D24"/>
    <w:p w:rsidR="00E65647" w:rsidRPr="00EF63C7" w:rsidRDefault="00E65647" w:rsidP="00EF63C7">
      <w:pPr>
        <w:jc w:val="both"/>
        <w:rPr>
          <w:szCs w:val="28"/>
        </w:rPr>
      </w:pPr>
      <w:r>
        <w:t xml:space="preserve">       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E65647" w:rsidRPr="00A05026" w:rsidRDefault="00E65647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</w:t>
      </w:r>
      <w:r>
        <w:t>ення меж земельних ділянок часток (паїв</w:t>
      </w:r>
      <w:r w:rsidRPr="00A05026">
        <w:t xml:space="preserve">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Видричівське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Видричівської </w:t>
      </w:r>
      <w:r w:rsidRPr="00A05026">
        <w:t>сільської ради</w:t>
      </w:r>
      <w:r>
        <w:t xml:space="preserve"> громадянці</w:t>
      </w:r>
      <w:r w:rsidRPr="00A05026">
        <w:t>:</w:t>
      </w:r>
    </w:p>
    <w:p w:rsidR="00E65647" w:rsidRPr="00A05026" w:rsidRDefault="00E65647" w:rsidP="00A05026">
      <w:pPr>
        <w:ind w:firstLine="708"/>
        <w:jc w:val="both"/>
      </w:pPr>
      <w:r w:rsidRPr="00A05026">
        <w:t xml:space="preserve">- </w:t>
      </w:r>
      <w:r>
        <w:t>Лисенко Ніні Арсентіївні, власнику сертифікатів</w:t>
      </w:r>
      <w:r w:rsidRPr="00A05026">
        <w:t xml:space="preserve"> на право на </w:t>
      </w:r>
      <w:r>
        <w:t>земельні частки (паї</w:t>
      </w:r>
      <w:r w:rsidRPr="00A05026">
        <w:t xml:space="preserve">) серії ВЛ № </w:t>
      </w:r>
      <w:r>
        <w:t>0141440, ВЛ № 0141354, ВЛ № 0141353.</w:t>
      </w:r>
    </w:p>
    <w:p w:rsidR="00E65647" w:rsidRPr="00A05026" w:rsidRDefault="00E65647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E65647" w:rsidRPr="00A05026" w:rsidRDefault="00E65647" w:rsidP="001B6D24"/>
    <w:p w:rsidR="00E65647" w:rsidRPr="00A05026" w:rsidRDefault="00E65647" w:rsidP="001B6D24"/>
    <w:p w:rsidR="00E65647" w:rsidRPr="00A05026" w:rsidRDefault="00E65647" w:rsidP="001B6D24"/>
    <w:p w:rsidR="00E65647" w:rsidRPr="00A05026" w:rsidRDefault="00E65647" w:rsidP="001B6D24"/>
    <w:p w:rsidR="00E65647" w:rsidRPr="00A05026" w:rsidRDefault="00E65647" w:rsidP="001B6D24"/>
    <w:p w:rsidR="00E65647" w:rsidRPr="00A05026" w:rsidRDefault="00E65647" w:rsidP="001B6D24">
      <w:r>
        <w:t xml:space="preserve">Голова                                                                                           </w:t>
      </w:r>
      <w:r w:rsidRPr="00D330E7">
        <w:rPr>
          <w:b/>
        </w:rPr>
        <w:t xml:space="preserve"> В.ДУНАЙЧУК</w:t>
      </w:r>
    </w:p>
    <w:p w:rsidR="00E65647" w:rsidRPr="00A05026" w:rsidRDefault="00E65647" w:rsidP="001B6D24"/>
    <w:p w:rsidR="00E65647" w:rsidRPr="00400AFD" w:rsidRDefault="00E65647" w:rsidP="001B6D24">
      <w:pPr>
        <w:rPr>
          <w:sz w:val="24"/>
        </w:rPr>
      </w:pPr>
      <w:r>
        <w:rPr>
          <w:sz w:val="24"/>
        </w:rPr>
        <w:t>Нікітчук</w:t>
      </w:r>
      <w:r w:rsidRPr="00400AFD">
        <w:rPr>
          <w:sz w:val="24"/>
        </w:rPr>
        <w:t xml:space="preserve"> 23068</w:t>
      </w:r>
    </w:p>
    <w:p w:rsidR="00E65647" w:rsidRPr="00A05026" w:rsidRDefault="00E65647" w:rsidP="001B6D24"/>
    <w:p w:rsidR="00E65647" w:rsidRPr="00A05026" w:rsidRDefault="00E65647" w:rsidP="001B6D24"/>
    <w:p w:rsidR="00E65647" w:rsidRPr="00A05026" w:rsidRDefault="00E65647" w:rsidP="001B6D24"/>
    <w:p w:rsidR="00E65647" w:rsidRPr="00A05026" w:rsidRDefault="00E65647" w:rsidP="001B6D24"/>
    <w:p w:rsidR="00E65647" w:rsidRPr="00A05026" w:rsidRDefault="00E65647" w:rsidP="001B6D24"/>
    <w:p w:rsidR="00E65647" w:rsidRDefault="00E65647" w:rsidP="001B6D24">
      <w:pPr>
        <w:rPr>
          <w:i/>
          <w:szCs w:val="28"/>
        </w:rPr>
      </w:pPr>
    </w:p>
    <w:sectPr w:rsidR="00E65647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647" w:rsidRDefault="00E65647" w:rsidP="00D113DB">
      <w:r>
        <w:separator/>
      </w:r>
    </w:p>
  </w:endnote>
  <w:endnote w:type="continuationSeparator" w:id="0">
    <w:p w:rsidR="00E65647" w:rsidRDefault="00E65647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647" w:rsidRDefault="00E65647" w:rsidP="00D113DB">
      <w:r>
        <w:separator/>
      </w:r>
    </w:p>
  </w:footnote>
  <w:footnote w:type="continuationSeparator" w:id="0">
    <w:p w:rsidR="00E65647" w:rsidRDefault="00E65647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2816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719D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65AA"/>
    <w:rsid w:val="00150DCE"/>
    <w:rsid w:val="00163BDD"/>
    <w:rsid w:val="001754A2"/>
    <w:rsid w:val="00176697"/>
    <w:rsid w:val="00183E3E"/>
    <w:rsid w:val="00197F79"/>
    <w:rsid w:val="001A2FF2"/>
    <w:rsid w:val="001A47AE"/>
    <w:rsid w:val="001A5133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09D"/>
    <w:rsid w:val="002A4B0D"/>
    <w:rsid w:val="002A4BC3"/>
    <w:rsid w:val="002A5849"/>
    <w:rsid w:val="002B2C1A"/>
    <w:rsid w:val="002C33F5"/>
    <w:rsid w:val="002C4595"/>
    <w:rsid w:val="002D22BC"/>
    <w:rsid w:val="002D37BC"/>
    <w:rsid w:val="002D6AEB"/>
    <w:rsid w:val="002E0180"/>
    <w:rsid w:val="002E3BA1"/>
    <w:rsid w:val="002F0344"/>
    <w:rsid w:val="002F3CF1"/>
    <w:rsid w:val="00302869"/>
    <w:rsid w:val="00307436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B7EA3"/>
    <w:rsid w:val="003E5F1F"/>
    <w:rsid w:val="003E7F26"/>
    <w:rsid w:val="003F5C28"/>
    <w:rsid w:val="003F60D4"/>
    <w:rsid w:val="00400AFD"/>
    <w:rsid w:val="004028CB"/>
    <w:rsid w:val="00404023"/>
    <w:rsid w:val="00410F37"/>
    <w:rsid w:val="0041361B"/>
    <w:rsid w:val="00425FAC"/>
    <w:rsid w:val="004312D4"/>
    <w:rsid w:val="0043580F"/>
    <w:rsid w:val="00456C12"/>
    <w:rsid w:val="004720B5"/>
    <w:rsid w:val="00490A24"/>
    <w:rsid w:val="004A00FE"/>
    <w:rsid w:val="004A6BFA"/>
    <w:rsid w:val="004A772A"/>
    <w:rsid w:val="004B0BFA"/>
    <w:rsid w:val="004C50C6"/>
    <w:rsid w:val="004E4CA7"/>
    <w:rsid w:val="004E4F92"/>
    <w:rsid w:val="004E5AA1"/>
    <w:rsid w:val="004E78E3"/>
    <w:rsid w:val="005019DB"/>
    <w:rsid w:val="005065FF"/>
    <w:rsid w:val="0052687A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9464D"/>
    <w:rsid w:val="006A33E9"/>
    <w:rsid w:val="006D7147"/>
    <w:rsid w:val="006E13B0"/>
    <w:rsid w:val="006E6BA6"/>
    <w:rsid w:val="007029B2"/>
    <w:rsid w:val="007037A2"/>
    <w:rsid w:val="00710E51"/>
    <w:rsid w:val="00713443"/>
    <w:rsid w:val="0072117A"/>
    <w:rsid w:val="0072381A"/>
    <w:rsid w:val="00731212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1C7E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D59C1"/>
    <w:rsid w:val="008F71B9"/>
    <w:rsid w:val="008F77B9"/>
    <w:rsid w:val="00901157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81522"/>
    <w:rsid w:val="009A2F92"/>
    <w:rsid w:val="009A6570"/>
    <w:rsid w:val="009B1F99"/>
    <w:rsid w:val="009C35F0"/>
    <w:rsid w:val="009E5432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7A8E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48DA"/>
    <w:rsid w:val="00B67295"/>
    <w:rsid w:val="00B73321"/>
    <w:rsid w:val="00B83396"/>
    <w:rsid w:val="00B84DAF"/>
    <w:rsid w:val="00B869A6"/>
    <w:rsid w:val="00B9033F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2CB0"/>
    <w:rsid w:val="00D143FB"/>
    <w:rsid w:val="00D25A39"/>
    <w:rsid w:val="00D30C09"/>
    <w:rsid w:val="00D3224E"/>
    <w:rsid w:val="00D330E7"/>
    <w:rsid w:val="00D41EE0"/>
    <w:rsid w:val="00D510A8"/>
    <w:rsid w:val="00D5423B"/>
    <w:rsid w:val="00D54294"/>
    <w:rsid w:val="00D63DB7"/>
    <w:rsid w:val="00D90E3F"/>
    <w:rsid w:val="00DB4219"/>
    <w:rsid w:val="00DD6E4A"/>
    <w:rsid w:val="00DF04EC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65647"/>
    <w:rsid w:val="00E72018"/>
    <w:rsid w:val="00E833AD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EF63C7"/>
    <w:rsid w:val="00F062A2"/>
    <w:rsid w:val="00F11F5E"/>
    <w:rsid w:val="00F1208B"/>
    <w:rsid w:val="00F13711"/>
    <w:rsid w:val="00F41ED7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2368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FE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A513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0FE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B20FE8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0FE8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1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192</Words>
  <Characters>1101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2018-03-05T09:38:00Z</cp:lastPrinted>
  <dcterms:created xsi:type="dcterms:W3CDTF">2018-03-07T09:07:00Z</dcterms:created>
  <dcterms:modified xsi:type="dcterms:W3CDTF">2018-03-07T09:07:00Z</dcterms:modified>
</cp:coreProperties>
</file>