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C5" w:rsidRPr="00A05026" w:rsidRDefault="00C83DC5" w:rsidP="00F13711">
      <w:pPr>
        <w:jc w:val="center"/>
        <w:rPr>
          <w:snapToGrid w:val="0"/>
          <w:spacing w:val="8"/>
          <w:sz w:val="24"/>
        </w:rPr>
      </w:pPr>
      <w:r w:rsidRPr="00DA77C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C83DC5" w:rsidRPr="00A05026" w:rsidRDefault="00C83DC5" w:rsidP="004C50C6">
      <w:pPr>
        <w:jc w:val="center"/>
        <w:rPr>
          <w:snapToGrid w:val="0"/>
          <w:spacing w:val="8"/>
          <w:sz w:val="24"/>
        </w:rPr>
      </w:pPr>
    </w:p>
    <w:p w:rsidR="00C83DC5" w:rsidRPr="00A05026" w:rsidRDefault="00C83DC5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C83DC5" w:rsidRPr="00A05026" w:rsidRDefault="00C83DC5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C83DC5" w:rsidRPr="00A05026" w:rsidRDefault="00C83DC5" w:rsidP="004C50C6">
      <w:pPr>
        <w:jc w:val="center"/>
        <w:rPr>
          <w:b/>
          <w:sz w:val="16"/>
          <w:szCs w:val="16"/>
        </w:rPr>
      </w:pPr>
    </w:p>
    <w:p w:rsidR="00C83DC5" w:rsidRPr="00A05026" w:rsidRDefault="00C83DC5" w:rsidP="004C50C6">
      <w:pPr>
        <w:jc w:val="center"/>
        <w:rPr>
          <w:b/>
          <w:sz w:val="16"/>
          <w:szCs w:val="16"/>
        </w:rPr>
      </w:pPr>
    </w:p>
    <w:p w:rsidR="00C83DC5" w:rsidRPr="00C87025" w:rsidRDefault="00C83DC5" w:rsidP="004C50C6">
      <w:pPr>
        <w:pStyle w:val="Heading1"/>
        <w:rPr>
          <w:sz w:val="32"/>
          <w:szCs w:val="32"/>
        </w:rPr>
      </w:pPr>
      <w:r w:rsidRPr="00C87025">
        <w:rPr>
          <w:sz w:val="32"/>
          <w:szCs w:val="32"/>
        </w:rPr>
        <w:t>РОЗПОРЯДЖЕННЯ</w:t>
      </w:r>
    </w:p>
    <w:p w:rsidR="00C83DC5" w:rsidRPr="00A05026" w:rsidRDefault="00C83DC5" w:rsidP="004C50C6">
      <w:pPr>
        <w:pStyle w:val="Title"/>
        <w:jc w:val="left"/>
        <w:rPr>
          <w:sz w:val="20"/>
          <w:szCs w:val="20"/>
        </w:rPr>
      </w:pPr>
    </w:p>
    <w:p w:rsidR="00C83DC5" w:rsidRPr="00A05026" w:rsidRDefault="00C83DC5" w:rsidP="004C50C6">
      <w:pPr>
        <w:pStyle w:val="Title"/>
        <w:jc w:val="left"/>
      </w:pPr>
      <w:r>
        <w:rPr>
          <w:szCs w:val="28"/>
        </w:rPr>
        <w:t xml:space="preserve">05 березня 2018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</w:t>
      </w:r>
      <w:r w:rsidRPr="00A05026">
        <w:t>м.</w:t>
      </w:r>
      <w:r>
        <w:t xml:space="preserve"> Камінь - Каширський</w:t>
      </w:r>
      <w:r>
        <w:tab/>
      </w:r>
      <w:r>
        <w:tab/>
        <w:t xml:space="preserve">        </w:t>
      </w:r>
      <w:r>
        <w:tab/>
        <w:t xml:space="preserve">      № 67</w:t>
      </w:r>
    </w:p>
    <w:p w:rsidR="00C83DC5" w:rsidRPr="00A05026" w:rsidRDefault="00C83DC5" w:rsidP="00163BDD">
      <w:pPr>
        <w:jc w:val="both"/>
      </w:pPr>
    </w:p>
    <w:p w:rsidR="00C83DC5" w:rsidRPr="00A05026" w:rsidRDefault="00C83DC5" w:rsidP="00A05026">
      <w:pPr>
        <w:jc w:val="center"/>
      </w:pPr>
    </w:p>
    <w:p w:rsidR="00C83DC5" w:rsidRPr="00A05026" w:rsidRDefault="00C83DC5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Янцевич К.П.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C83DC5" w:rsidRPr="00A05026" w:rsidRDefault="00C83DC5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C83DC5" w:rsidRPr="00A05026" w:rsidRDefault="00C83DC5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C83DC5" w:rsidRPr="00A05026" w:rsidRDefault="00C83DC5" w:rsidP="00A05026">
      <w:pPr>
        <w:jc w:val="center"/>
        <w:rPr>
          <w:szCs w:val="28"/>
        </w:rPr>
      </w:pPr>
      <w:r>
        <w:rPr>
          <w:szCs w:val="28"/>
        </w:rPr>
        <w:t xml:space="preserve">КСП </w:t>
      </w:r>
      <w:r w:rsidRPr="00A05026">
        <w:rPr>
          <w:szCs w:val="28"/>
        </w:rPr>
        <w:t>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C83DC5" w:rsidRPr="00A05026" w:rsidRDefault="00C83DC5" w:rsidP="001B6D24"/>
    <w:p w:rsidR="00C83DC5" w:rsidRPr="00A05026" w:rsidRDefault="00C83DC5" w:rsidP="001B6D24">
      <w:r>
        <w:t xml:space="preserve"> </w:t>
      </w:r>
    </w:p>
    <w:p w:rsidR="00C83DC5" w:rsidRPr="00A05026" w:rsidRDefault="00C83DC5" w:rsidP="00A05026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C83DC5" w:rsidRPr="00A05026" w:rsidRDefault="00C83DC5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Пнівненської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C83DC5" w:rsidRPr="00A05026" w:rsidRDefault="00C83DC5" w:rsidP="00A05026">
      <w:pPr>
        <w:ind w:firstLine="708"/>
        <w:jc w:val="both"/>
      </w:pPr>
      <w:r w:rsidRPr="00A05026">
        <w:t xml:space="preserve">- </w:t>
      </w:r>
      <w:r>
        <w:t>Янцевич Катерині Петрівні, власнику сертифіката</w:t>
      </w:r>
      <w:r w:rsidRPr="00A05026">
        <w:t xml:space="preserve"> на право на земельну частку (пай) серії ВЛ № </w:t>
      </w:r>
      <w:r>
        <w:t>0258182.</w:t>
      </w:r>
    </w:p>
    <w:p w:rsidR="00C83DC5" w:rsidRPr="00A05026" w:rsidRDefault="00C83DC5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C83DC5" w:rsidRPr="00A05026" w:rsidRDefault="00C83DC5" w:rsidP="001B6D24"/>
    <w:p w:rsidR="00C83DC5" w:rsidRPr="00A05026" w:rsidRDefault="00C83DC5" w:rsidP="001B6D24"/>
    <w:p w:rsidR="00C83DC5" w:rsidRDefault="00C83DC5" w:rsidP="001B6D24"/>
    <w:p w:rsidR="00C83DC5" w:rsidRPr="00A05026" w:rsidRDefault="00C83DC5" w:rsidP="001B6D24"/>
    <w:p w:rsidR="00C83DC5" w:rsidRPr="00A05026" w:rsidRDefault="00C83DC5" w:rsidP="001B6D24">
      <w:r>
        <w:t xml:space="preserve">Голова </w:t>
      </w:r>
      <w:r w:rsidRPr="00A05026">
        <w:t xml:space="preserve">                                                        </w:t>
      </w:r>
      <w:r>
        <w:t xml:space="preserve">                                      </w:t>
      </w:r>
      <w:r>
        <w:rPr>
          <w:b/>
        </w:rPr>
        <w:t>В.ДУНАЙЧУК</w:t>
      </w:r>
    </w:p>
    <w:p w:rsidR="00C83DC5" w:rsidRPr="00A05026" w:rsidRDefault="00C83DC5" w:rsidP="001B6D24"/>
    <w:p w:rsidR="00C83DC5" w:rsidRPr="00400AFD" w:rsidRDefault="00C83DC5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C83DC5" w:rsidRPr="00A05026" w:rsidRDefault="00C83DC5" w:rsidP="001B6D24"/>
    <w:p w:rsidR="00C83DC5" w:rsidRPr="00A05026" w:rsidRDefault="00C83DC5" w:rsidP="001B6D24"/>
    <w:p w:rsidR="00C83DC5" w:rsidRPr="00A05026" w:rsidRDefault="00C83DC5" w:rsidP="001B6D24"/>
    <w:p w:rsidR="00C83DC5" w:rsidRPr="00A05026" w:rsidRDefault="00C83DC5" w:rsidP="001B6D24"/>
    <w:p w:rsidR="00C83DC5" w:rsidRPr="00A05026" w:rsidRDefault="00C83DC5" w:rsidP="001B6D24"/>
    <w:sectPr w:rsidR="00C83DC5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DC5" w:rsidRDefault="00C83DC5" w:rsidP="00D113DB">
      <w:r>
        <w:separator/>
      </w:r>
    </w:p>
  </w:endnote>
  <w:endnote w:type="continuationSeparator" w:id="0">
    <w:p w:rsidR="00C83DC5" w:rsidRDefault="00C83DC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DC5" w:rsidRDefault="00C83DC5" w:rsidP="00D113DB">
      <w:r>
        <w:separator/>
      </w:r>
    </w:p>
  </w:footnote>
  <w:footnote w:type="continuationSeparator" w:id="0">
    <w:p w:rsidR="00C83DC5" w:rsidRDefault="00C83DC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C777C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2F64"/>
    <w:rsid w:val="001754A2"/>
    <w:rsid w:val="00176697"/>
    <w:rsid w:val="00183E3E"/>
    <w:rsid w:val="00197F79"/>
    <w:rsid w:val="001A2FF2"/>
    <w:rsid w:val="001A387C"/>
    <w:rsid w:val="001A47AE"/>
    <w:rsid w:val="001A55A3"/>
    <w:rsid w:val="001A7883"/>
    <w:rsid w:val="001B27D9"/>
    <w:rsid w:val="001B6D24"/>
    <w:rsid w:val="001D1B08"/>
    <w:rsid w:val="001E514E"/>
    <w:rsid w:val="001F1FE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1649F"/>
    <w:rsid w:val="005317A2"/>
    <w:rsid w:val="005513FD"/>
    <w:rsid w:val="0056747D"/>
    <w:rsid w:val="00575828"/>
    <w:rsid w:val="005928F1"/>
    <w:rsid w:val="005A71DF"/>
    <w:rsid w:val="005B09AD"/>
    <w:rsid w:val="005B1620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C5463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17E0"/>
    <w:rsid w:val="00C36DE7"/>
    <w:rsid w:val="00C3747A"/>
    <w:rsid w:val="00C54E74"/>
    <w:rsid w:val="00C577D8"/>
    <w:rsid w:val="00C70519"/>
    <w:rsid w:val="00C807FD"/>
    <w:rsid w:val="00C83DC5"/>
    <w:rsid w:val="00C87025"/>
    <w:rsid w:val="00C91EF3"/>
    <w:rsid w:val="00CB5B4E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A77C6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425D7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75AD7"/>
    <w:rsid w:val="00F83EE9"/>
    <w:rsid w:val="00F93275"/>
    <w:rsid w:val="00FA0203"/>
    <w:rsid w:val="00FA53BF"/>
    <w:rsid w:val="00FA7880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F8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7025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F8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36F8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36F8A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9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186</Words>
  <Characters>1061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2018-03-05T07:22:00Z</cp:lastPrinted>
  <dcterms:created xsi:type="dcterms:W3CDTF">2018-03-07T09:02:00Z</dcterms:created>
  <dcterms:modified xsi:type="dcterms:W3CDTF">2018-03-07T09:02:00Z</dcterms:modified>
</cp:coreProperties>
</file>