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56" w:rsidRDefault="00722656" w:rsidP="001E3631">
      <w:pPr>
        <w:jc w:val="center"/>
        <w:rPr>
          <w:snapToGrid w:val="0"/>
          <w:spacing w:val="8"/>
          <w:sz w:val="24"/>
        </w:rPr>
      </w:pPr>
      <w:r w:rsidRPr="000D534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22656" w:rsidRDefault="00722656" w:rsidP="001E3631">
      <w:pPr>
        <w:jc w:val="center"/>
        <w:rPr>
          <w:snapToGrid w:val="0"/>
          <w:spacing w:val="8"/>
          <w:sz w:val="24"/>
        </w:rPr>
      </w:pPr>
    </w:p>
    <w:p w:rsidR="00722656" w:rsidRDefault="00722656" w:rsidP="001E3631">
      <w:pPr>
        <w:pStyle w:val="Heading2"/>
        <w:rPr>
          <w:b/>
        </w:rPr>
      </w:pPr>
      <w:r>
        <w:rPr>
          <w:b/>
        </w:rPr>
        <w:t xml:space="preserve"> КАМІНЬ-КАШИРСЬКА РАЙОННА ДЕРЖАВНА АДМІНІСТРАЦІЯ</w:t>
      </w:r>
    </w:p>
    <w:p w:rsidR="00722656" w:rsidRDefault="00722656" w:rsidP="001E3631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722656" w:rsidRDefault="00722656" w:rsidP="001E3631">
      <w:pPr>
        <w:jc w:val="center"/>
        <w:rPr>
          <w:b/>
          <w:sz w:val="16"/>
          <w:szCs w:val="16"/>
        </w:rPr>
      </w:pPr>
    </w:p>
    <w:p w:rsidR="00722656" w:rsidRDefault="00722656" w:rsidP="001E3631">
      <w:pPr>
        <w:jc w:val="center"/>
        <w:rPr>
          <w:b/>
          <w:sz w:val="16"/>
          <w:szCs w:val="16"/>
        </w:rPr>
      </w:pPr>
    </w:p>
    <w:p w:rsidR="00722656" w:rsidRDefault="00722656" w:rsidP="001E3631">
      <w:pPr>
        <w:pStyle w:val="Heading1"/>
      </w:pPr>
      <w:r>
        <w:t>РОЗПОРЯДЖЕННЯ</w:t>
      </w:r>
    </w:p>
    <w:p w:rsidR="00722656" w:rsidRDefault="00722656" w:rsidP="001E3631">
      <w:pPr>
        <w:pStyle w:val="Title"/>
        <w:jc w:val="left"/>
        <w:rPr>
          <w:sz w:val="20"/>
          <w:szCs w:val="20"/>
        </w:rPr>
      </w:pPr>
    </w:p>
    <w:p w:rsidR="00722656" w:rsidRDefault="00722656" w:rsidP="001E3631">
      <w:pPr>
        <w:pStyle w:val="Title"/>
        <w:jc w:val="left"/>
        <w:rPr>
          <w:sz w:val="20"/>
          <w:szCs w:val="20"/>
        </w:rPr>
      </w:pPr>
    </w:p>
    <w:p w:rsidR="00722656" w:rsidRDefault="00722656" w:rsidP="001E3631">
      <w:pPr>
        <w:pStyle w:val="Title"/>
        <w:jc w:val="left"/>
      </w:pPr>
      <w:r>
        <w:rPr>
          <w:szCs w:val="28"/>
        </w:rPr>
        <w:t xml:space="preserve">04 січня 2018 року                </w:t>
      </w:r>
      <w:r>
        <w:t>м. Камінь-Каширський</w:t>
      </w:r>
      <w:r>
        <w:tab/>
      </w:r>
      <w:r>
        <w:tab/>
      </w:r>
      <w:r>
        <w:tab/>
        <w:t xml:space="preserve">           № 05</w:t>
      </w:r>
    </w:p>
    <w:p w:rsidR="00722656" w:rsidRDefault="00722656" w:rsidP="001E3631">
      <w:pPr>
        <w:jc w:val="both"/>
      </w:pPr>
    </w:p>
    <w:p w:rsidR="00722656" w:rsidRDefault="00722656" w:rsidP="001E3631">
      <w:pPr>
        <w:jc w:val="center"/>
      </w:pPr>
    </w:p>
    <w:p w:rsidR="00722656" w:rsidRDefault="00722656" w:rsidP="001E3631">
      <w:pPr>
        <w:jc w:val="center"/>
        <w:rPr>
          <w:szCs w:val="28"/>
        </w:rPr>
      </w:pPr>
      <w:r>
        <w:rPr>
          <w:szCs w:val="28"/>
        </w:rPr>
        <w:t>Про надання гр. Грищуку С.А. дозволу на розроблення</w:t>
      </w:r>
    </w:p>
    <w:p w:rsidR="00722656" w:rsidRDefault="00722656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722656" w:rsidRDefault="00722656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722656" w:rsidRDefault="00722656" w:rsidP="001E3631">
      <w:pPr>
        <w:jc w:val="center"/>
        <w:rPr>
          <w:szCs w:val="28"/>
        </w:rPr>
      </w:pPr>
      <w:r>
        <w:rPr>
          <w:szCs w:val="28"/>
        </w:rPr>
        <w:t>КСП «Перше Травня» в натурі (на  місцевості)</w:t>
      </w:r>
    </w:p>
    <w:p w:rsidR="00722656" w:rsidRDefault="00722656" w:rsidP="001E3631"/>
    <w:p w:rsidR="00722656" w:rsidRDefault="00722656" w:rsidP="001E3631">
      <w:r>
        <w:t xml:space="preserve"> </w:t>
      </w:r>
    </w:p>
    <w:p w:rsidR="00722656" w:rsidRDefault="00722656" w:rsidP="001E3631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«Перше Травня»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722656" w:rsidRDefault="00722656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«Перше Травня»</w:t>
      </w:r>
      <w:r>
        <w:t xml:space="preserve"> в натурі (на місцевості) за межами населеного пункту на території Раковоліської сільської ради громадянину:</w:t>
      </w:r>
    </w:p>
    <w:p w:rsidR="00722656" w:rsidRDefault="00722656" w:rsidP="001E3631">
      <w:pPr>
        <w:ind w:firstLine="708"/>
        <w:jc w:val="both"/>
      </w:pPr>
      <w:r>
        <w:t>- Грищуку Степану Андрійовичу, власнику сертифіката на право на земельну частку (пай) серії РН № 075894.</w:t>
      </w:r>
    </w:p>
    <w:p w:rsidR="00722656" w:rsidRDefault="00722656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22656" w:rsidRDefault="00722656" w:rsidP="001E3631"/>
    <w:p w:rsidR="00722656" w:rsidRDefault="00722656" w:rsidP="001E3631"/>
    <w:p w:rsidR="00722656" w:rsidRDefault="00722656" w:rsidP="001E3631"/>
    <w:p w:rsidR="00722656" w:rsidRDefault="00722656" w:rsidP="001E3631"/>
    <w:p w:rsidR="00722656" w:rsidRDefault="00722656" w:rsidP="001E3631"/>
    <w:p w:rsidR="00722656" w:rsidRDefault="00722656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722656" w:rsidRDefault="00722656" w:rsidP="001E3631"/>
    <w:p w:rsidR="00722656" w:rsidRDefault="00722656" w:rsidP="001E3631">
      <w:pPr>
        <w:rPr>
          <w:sz w:val="24"/>
        </w:rPr>
      </w:pPr>
      <w:r>
        <w:rPr>
          <w:sz w:val="24"/>
        </w:rPr>
        <w:t>Нікітчук 23068</w:t>
      </w:r>
    </w:p>
    <w:p w:rsidR="00722656" w:rsidRDefault="00722656" w:rsidP="001E3631"/>
    <w:p w:rsidR="00722656" w:rsidRDefault="00722656" w:rsidP="001E3631"/>
    <w:sectPr w:rsidR="0072265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656" w:rsidRDefault="00722656" w:rsidP="00D113DB">
      <w:r>
        <w:separator/>
      </w:r>
    </w:p>
  </w:endnote>
  <w:endnote w:type="continuationSeparator" w:id="0">
    <w:p w:rsidR="00722656" w:rsidRDefault="0072265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656" w:rsidRDefault="00722656" w:rsidP="00D113DB">
      <w:r>
        <w:separator/>
      </w:r>
    </w:p>
  </w:footnote>
  <w:footnote w:type="continuationSeparator" w:id="0">
    <w:p w:rsidR="00722656" w:rsidRDefault="0072265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D5347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37193"/>
    <w:rsid w:val="0014174A"/>
    <w:rsid w:val="00150DCE"/>
    <w:rsid w:val="001536BD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3631"/>
    <w:rsid w:val="001E514E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2656"/>
    <w:rsid w:val="0072381A"/>
    <w:rsid w:val="00727BF4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1EA6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5151"/>
    <w:rsid w:val="00A65DF3"/>
    <w:rsid w:val="00A672B5"/>
    <w:rsid w:val="00A7518B"/>
    <w:rsid w:val="00A7697D"/>
    <w:rsid w:val="00A91BE4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1CB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DE00C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A1F7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8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202</Words>
  <Characters>1157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2018-01-04T09:34:00Z</cp:lastPrinted>
  <dcterms:created xsi:type="dcterms:W3CDTF">2018-01-11T08:22:00Z</dcterms:created>
  <dcterms:modified xsi:type="dcterms:W3CDTF">2018-01-11T08:22:00Z</dcterms:modified>
</cp:coreProperties>
</file>