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68" w:rsidRPr="00A05026" w:rsidRDefault="00553268" w:rsidP="00F13711">
      <w:pPr>
        <w:jc w:val="center"/>
        <w:rPr>
          <w:snapToGrid w:val="0"/>
          <w:spacing w:val="8"/>
          <w:sz w:val="24"/>
        </w:rPr>
      </w:pPr>
      <w:r w:rsidRPr="005F5B8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53268" w:rsidRPr="00A05026" w:rsidRDefault="00553268" w:rsidP="004C50C6">
      <w:pPr>
        <w:jc w:val="center"/>
        <w:rPr>
          <w:snapToGrid w:val="0"/>
          <w:spacing w:val="8"/>
          <w:sz w:val="24"/>
        </w:rPr>
      </w:pPr>
    </w:p>
    <w:p w:rsidR="00553268" w:rsidRPr="00A05026" w:rsidRDefault="00553268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553268" w:rsidRPr="00A05026" w:rsidRDefault="00553268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553268" w:rsidRPr="00A05026" w:rsidRDefault="00553268" w:rsidP="004C50C6">
      <w:pPr>
        <w:jc w:val="center"/>
        <w:rPr>
          <w:b/>
          <w:sz w:val="16"/>
          <w:szCs w:val="16"/>
        </w:rPr>
      </w:pPr>
    </w:p>
    <w:p w:rsidR="00553268" w:rsidRPr="00A05026" w:rsidRDefault="00553268" w:rsidP="004C50C6">
      <w:pPr>
        <w:jc w:val="center"/>
        <w:rPr>
          <w:b/>
          <w:sz w:val="16"/>
          <w:szCs w:val="16"/>
        </w:rPr>
      </w:pPr>
    </w:p>
    <w:p w:rsidR="00553268" w:rsidRPr="00A05026" w:rsidRDefault="00553268" w:rsidP="004C50C6">
      <w:pPr>
        <w:pStyle w:val="Heading1"/>
      </w:pPr>
      <w:r w:rsidRPr="00A05026">
        <w:t>РОЗПОРЯДЖЕННЯ</w:t>
      </w:r>
    </w:p>
    <w:p w:rsidR="00553268" w:rsidRPr="00A05026" w:rsidRDefault="00553268" w:rsidP="004C50C6">
      <w:pPr>
        <w:pStyle w:val="Title"/>
        <w:jc w:val="left"/>
        <w:rPr>
          <w:sz w:val="20"/>
          <w:szCs w:val="20"/>
        </w:rPr>
      </w:pPr>
    </w:p>
    <w:p w:rsidR="00553268" w:rsidRPr="00A05026" w:rsidRDefault="00553268" w:rsidP="004C50C6">
      <w:pPr>
        <w:pStyle w:val="Title"/>
        <w:jc w:val="left"/>
        <w:rPr>
          <w:sz w:val="20"/>
          <w:szCs w:val="20"/>
        </w:rPr>
      </w:pPr>
    </w:p>
    <w:p w:rsidR="00553268" w:rsidRPr="00A05026" w:rsidRDefault="00553268" w:rsidP="004C50C6">
      <w:pPr>
        <w:pStyle w:val="Title"/>
        <w:jc w:val="left"/>
      </w:pPr>
      <w:r>
        <w:rPr>
          <w:szCs w:val="28"/>
        </w:rPr>
        <w:t>15 лютого 2018 року</w:t>
      </w:r>
      <w:r w:rsidRPr="00A05026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 </w:t>
      </w:r>
      <w:r w:rsidRPr="00A05026">
        <w:t xml:space="preserve">№ </w:t>
      </w:r>
      <w:r>
        <w:t>42</w:t>
      </w:r>
    </w:p>
    <w:p w:rsidR="00553268" w:rsidRPr="00A05026" w:rsidRDefault="00553268" w:rsidP="00163BDD">
      <w:pPr>
        <w:jc w:val="both"/>
      </w:pPr>
    </w:p>
    <w:p w:rsidR="00553268" w:rsidRPr="00A05026" w:rsidRDefault="00553268" w:rsidP="00A05026">
      <w:pPr>
        <w:jc w:val="center"/>
      </w:pPr>
    </w:p>
    <w:p w:rsidR="00553268" w:rsidRPr="00A05026" w:rsidRDefault="00553268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Сусік Л.Л.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553268" w:rsidRPr="00A05026" w:rsidRDefault="00553268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553268" w:rsidRDefault="00553268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553268" w:rsidRPr="00A05026" w:rsidRDefault="00553268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553268" w:rsidRPr="00A05026" w:rsidRDefault="00553268" w:rsidP="001B6D24"/>
    <w:p w:rsidR="00553268" w:rsidRPr="00A05026" w:rsidRDefault="00553268" w:rsidP="001B6D24">
      <w:r>
        <w:t xml:space="preserve"> </w:t>
      </w:r>
    </w:p>
    <w:p w:rsidR="00553268" w:rsidRPr="00A05026" w:rsidRDefault="00553268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</w:t>
      </w:r>
      <w:r>
        <w:rPr>
          <w:szCs w:val="28"/>
        </w:rPr>
        <w:t xml:space="preserve">  ім.Щорса 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553268" w:rsidRPr="00A05026" w:rsidRDefault="00553268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553268" w:rsidRPr="00A05026" w:rsidRDefault="00553268" w:rsidP="00A05026">
      <w:pPr>
        <w:ind w:firstLine="708"/>
        <w:jc w:val="both"/>
      </w:pPr>
      <w:r w:rsidRPr="00A05026">
        <w:t xml:space="preserve">- </w:t>
      </w:r>
      <w:r>
        <w:t>Сусік Лідії Лукашівні, власнику сертифіката</w:t>
      </w:r>
      <w:r w:rsidRPr="00A05026">
        <w:t xml:space="preserve"> на право на земельну частку (пай) серії ВЛ №</w:t>
      </w:r>
      <w:r>
        <w:t xml:space="preserve"> 0208214.</w:t>
      </w:r>
    </w:p>
    <w:p w:rsidR="00553268" w:rsidRPr="00A05026" w:rsidRDefault="00553268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553268" w:rsidRPr="00A05026" w:rsidRDefault="00553268" w:rsidP="001B6D24"/>
    <w:p w:rsidR="00553268" w:rsidRPr="00A05026" w:rsidRDefault="00553268" w:rsidP="001B6D24"/>
    <w:p w:rsidR="00553268" w:rsidRPr="00A05026" w:rsidRDefault="00553268" w:rsidP="001B6D24"/>
    <w:p w:rsidR="00553268" w:rsidRPr="00A05026" w:rsidRDefault="00553268" w:rsidP="001B6D24"/>
    <w:p w:rsidR="00553268" w:rsidRPr="00A05026" w:rsidRDefault="00553268" w:rsidP="001B6D24"/>
    <w:p w:rsidR="00553268" w:rsidRPr="00A05026" w:rsidRDefault="00553268" w:rsidP="001B6D24">
      <w:r>
        <w:t xml:space="preserve">Голова                                                                                          </w:t>
      </w:r>
      <w:r w:rsidRPr="001F08ED">
        <w:rPr>
          <w:b/>
        </w:rPr>
        <w:t xml:space="preserve"> В.ДУНАЙЧУК</w:t>
      </w:r>
    </w:p>
    <w:p w:rsidR="00553268" w:rsidRPr="00400AFD" w:rsidRDefault="00553268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553268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68" w:rsidRDefault="00553268" w:rsidP="00D113DB">
      <w:r>
        <w:separator/>
      </w:r>
    </w:p>
  </w:endnote>
  <w:endnote w:type="continuationSeparator" w:id="0">
    <w:p w:rsidR="00553268" w:rsidRDefault="0055326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68" w:rsidRDefault="00553268" w:rsidP="00D113DB">
      <w:r>
        <w:separator/>
      </w:r>
    </w:p>
  </w:footnote>
  <w:footnote w:type="continuationSeparator" w:id="0">
    <w:p w:rsidR="00553268" w:rsidRDefault="0055326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08ED"/>
    <w:rsid w:val="001F55AA"/>
    <w:rsid w:val="001F6014"/>
    <w:rsid w:val="00203A9A"/>
    <w:rsid w:val="00206814"/>
    <w:rsid w:val="002223C6"/>
    <w:rsid w:val="00225ACF"/>
    <w:rsid w:val="00225E81"/>
    <w:rsid w:val="0022746F"/>
    <w:rsid w:val="002412D9"/>
    <w:rsid w:val="00241B85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5751D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36A23"/>
    <w:rsid w:val="005513FD"/>
    <w:rsid w:val="00553268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5B8E"/>
    <w:rsid w:val="005F609B"/>
    <w:rsid w:val="00600096"/>
    <w:rsid w:val="00602828"/>
    <w:rsid w:val="006039C2"/>
    <w:rsid w:val="00603F15"/>
    <w:rsid w:val="00610E68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6E39"/>
    <w:rsid w:val="00EC1C50"/>
    <w:rsid w:val="00EC719A"/>
    <w:rsid w:val="00EC787B"/>
    <w:rsid w:val="00ED2723"/>
    <w:rsid w:val="00EE02B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6A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06A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A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A06A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A06AE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199</Words>
  <Characters>1139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2018-02-06T08:09:00Z</cp:lastPrinted>
  <dcterms:created xsi:type="dcterms:W3CDTF">2018-02-19T14:54:00Z</dcterms:created>
  <dcterms:modified xsi:type="dcterms:W3CDTF">2018-02-19T14:54:00Z</dcterms:modified>
</cp:coreProperties>
</file>