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AC" w:rsidRDefault="00890FAC" w:rsidP="00F85688">
      <w:pPr>
        <w:jc w:val="center"/>
        <w:rPr>
          <w:b/>
          <w:snapToGrid w:val="0"/>
          <w:spacing w:val="8"/>
          <w:sz w:val="24"/>
        </w:rPr>
      </w:pPr>
      <w:r w:rsidRPr="009F6FF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890FAC" w:rsidRDefault="00890FAC" w:rsidP="00575792">
      <w:pPr>
        <w:rPr>
          <w:spacing w:val="8"/>
          <w:sz w:val="12"/>
          <w:szCs w:val="20"/>
        </w:rPr>
      </w:pPr>
    </w:p>
    <w:p w:rsidR="00890FAC" w:rsidRDefault="00890FAC" w:rsidP="00DF4C02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890FAC" w:rsidRDefault="00890FAC" w:rsidP="00DF4C02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890FAC" w:rsidRDefault="00890FAC" w:rsidP="00DF4C02">
      <w:pPr>
        <w:jc w:val="center"/>
        <w:rPr>
          <w:b/>
          <w:sz w:val="16"/>
          <w:szCs w:val="16"/>
        </w:rPr>
      </w:pPr>
    </w:p>
    <w:p w:rsidR="00890FAC" w:rsidRDefault="00890FAC" w:rsidP="00DF4C02">
      <w:pPr>
        <w:jc w:val="center"/>
        <w:rPr>
          <w:b/>
          <w:sz w:val="16"/>
          <w:szCs w:val="16"/>
        </w:rPr>
      </w:pPr>
    </w:p>
    <w:p w:rsidR="00890FAC" w:rsidRDefault="00890FAC" w:rsidP="00DF4C02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890FAC" w:rsidRPr="00BE2B5B" w:rsidRDefault="00890FAC" w:rsidP="00DF4C02"/>
    <w:p w:rsidR="00890FAC" w:rsidRDefault="00890FAC" w:rsidP="00DF4C02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890FAC" w:rsidTr="00AE7989">
        <w:trPr>
          <w:tblCellSpacing w:w="0" w:type="dxa"/>
        </w:trPr>
        <w:tc>
          <w:tcPr>
            <w:tcW w:w="3240" w:type="dxa"/>
            <w:vAlign w:val="center"/>
          </w:tcPr>
          <w:p w:rsidR="00890FAC" w:rsidRPr="00CE6ABD" w:rsidRDefault="00890FAC" w:rsidP="00AE7989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 грудня 2018 року</w:t>
            </w:r>
          </w:p>
        </w:tc>
        <w:tc>
          <w:tcPr>
            <w:tcW w:w="3420" w:type="dxa"/>
            <w:vAlign w:val="center"/>
          </w:tcPr>
          <w:p w:rsidR="00890FAC" w:rsidRDefault="00890FAC" w:rsidP="00AE798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890FAC" w:rsidRPr="00DF4C02" w:rsidRDefault="00890FAC" w:rsidP="00F85688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uk-UA"/>
              </w:rPr>
              <w:t xml:space="preserve"> 384</w:t>
            </w:r>
          </w:p>
        </w:tc>
      </w:tr>
    </w:tbl>
    <w:p w:rsidR="00890FAC" w:rsidRDefault="00890FAC" w:rsidP="00DF4C02">
      <w:pPr>
        <w:pStyle w:val="Title"/>
        <w:jc w:val="left"/>
        <w:rPr>
          <w:sz w:val="32"/>
          <w:szCs w:val="32"/>
        </w:rPr>
      </w:pPr>
    </w:p>
    <w:p w:rsidR="00890FAC" w:rsidRDefault="00890FAC" w:rsidP="001E3631">
      <w:pPr>
        <w:jc w:val="center"/>
      </w:pPr>
    </w:p>
    <w:p w:rsidR="00890FAC" w:rsidRDefault="00890FAC" w:rsidP="001E3631">
      <w:pPr>
        <w:jc w:val="center"/>
        <w:rPr>
          <w:szCs w:val="28"/>
        </w:rPr>
      </w:pPr>
      <w:r>
        <w:rPr>
          <w:szCs w:val="28"/>
        </w:rPr>
        <w:t>Про надання гр. Тарасюк О.О. дозволу на розроблення</w:t>
      </w:r>
    </w:p>
    <w:p w:rsidR="00890FAC" w:rsidRDefault="00890FAC" w:rsidP="001E3631">
      <w:pPr>
        <w:jc w:val="center"/>
        <w:rPr>
          <w:szCs w:val="28"/>
        </w:rPr>
      </w:pPr>
      <w:r>
        <w:rPr>
          <w:szCs w:val="28"/>
        </w:rPr>
        <w:t>технічної документації із землеустрою щодо встановлення</w:t>
      </w:r>
    </w:p>
    <w:p w:rsidR="00890FAC" w:rsidRDefault="00890FAC" w:rsidP="001E3631">
      <w:pPr>
        <w:jc w:val="center"/>
        <w:rPr>
          <w:szCs w:val="28"/>
        </w:rPr>
      </w:pPr>
      <w:r>
        <w:rPr>
          <w:szCs w:val="28"/>
        </w:rPr>
        <w:t>меж земельних ділянок частки (паю) колишнього</w:t>
      </w:r>
    </w:p>
    <w:p w:rsidR="00890FAC" w:rsidRDefault="00890FAC" w:rsidP="001E3631">
      <w:pPr>
        <w:jc w:val="center"/>
        <w:rPr>
          <w:szCs w:val="28"/>
        </w:rPr>
      </w:pPr>
      <w:r>
        <w:rPr>
          <w:szCs w:val="28"/>
        </w:rPr>
        <w:t>КСП  ім.Щорса в натурі (на  місцевості)</w:t>
      </w:r>
    </w:p>
    <w:p w:rsidR="00890FAC" w:rsidRDefault="00890FAC" w:rsidP="001E3631"/>
    <w:p w:rsidR="00890FAC" w:rsidRDefault="00890FAC" w:rsidP="001E3631"/>
    <w:p w:rsidR="00890FAC" w:rsidRDefault="00890FAC" w:rsidP="001E3631">
      <w:pPr>
        <w:ind w:firstLine="708"/>
        <w:jc w:val="both"/>
      </w:pPr>
      <w:r>
        <w:t xml:space="preserve">Відповідно до статей 17, 118 Земельного кодексу України,  статей 2, 3, 5, 9,12 Закону України 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 </w:t>
      </w:r>
    </w:p>
    <w:p w:rsidR="00890FAC" w:rsidRDefault="00890FAC" w:rsidP="001E3631">
      <w:pPr>
        <w:tabs>
          <w:tab w:val="left" w:pos="567"/>
        </w:tabs>
        <w:jc w:val="both"/>
        <w:rPr>
          <w:szCs w:val="28"/>
        </w:rPr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колишнього КСП</w:t>
      </w:r>
    </w:p>
    <w:p w:rsidR="00890FAC" w:rsidRDefault="00890FAC" w:rsidP="001E3631">
      <w:pPr>
        <w:tabs>
          <w:tab w:val="left" w:pos="567"/>
        </w:tabs>
        <w:jc w:val="both"/>
      </w:pPr>
      <w:r>
        <w:rPr>
          <w:szCs w:val="28"/>
        </w:rPr>
        <w:t xml:space="preserve"> ім. Щорса </w:t>
      </w:r>
      <w:r>
        <w:t>в натурі (на місцевості) за межами населеного пункту на території Ворокомлівської сільської ради громадянці:</w:t>
      </w:r>
    </w:p>
    <w:p w:rsidR="00890FAC" w:rsidRDefault="00890FAC" w:rsidP="001E3631">
      <w:pPr>
        <w:ind w:firstLine="708"/>
        <w:jc w:val="both"/>
      </w:pPr>
      <w:r>
        <w:t>- Тарасюк  Ользі Олександрівні , власнику сертифіката  на право на земельну частку (пай) серії ВЛ № 0208193.</w:t>
      </w:r>
    </w:p>
    <w:p w:rsidR="00890FAC" w:rsidRDefault="00890FAC" w:rsidP="001E3631">
      <w:pPr>
        <w:tabs>
          <w:tab w:val="left" w:pos="426"/>
        </w:tabs>
        <w:jc w:val="both"/>
      </w:pPr>
      <w:r>
        <w:tab/>
      </w:r>
      <w:r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890FAC" w:rsidRDefault="00890FAC" w:rsidP="001E3631"/>
    <w:p w:rsidR="00890FAC" w:rsidRDefault="00890FAC" w:rsidP="001E3631"/>
    <w:p w:rsidR="00890FAC" w:rsidRDefault="00890FAC" w:rsidP="001E3631"/>
    <w:p w:rsidR="00890FAC" w:rsidRDefault="00890FAC" w:rsidP="001E3631"/>
    <w:p w:rsidR="00890FAC" w:rsidRDefault="00890FAC" w:rsidP="001E3631"/>
    <w:p w:rsidR="00890FAC" w:rsidRDefault="00890FAC" w:rsidP="001E3631">
      <w:r>
        <w:t xml:space="preserve">Голова                                                           </w:t>
      </w:r>
      <w:r>
        <w:rPr>
          <w:b/>
        </w:rPr>
        <w:t xml:space="preserve">                                В.ДУНАЙЧУК</w:t>
      </w:r>
    </w:p>
    <w:p w:rsidR="00890FAC" w:rsidRDefault="00890FAC" w:rsidP="001E3631"/>
    <w:p w:rsidR="00890FAC" w:rsidRDefault="00890FAC" w:rsidP="001E3631">
      <w:pPr>
        <w:rPr>
          <w:sz w:val="24"/>
        </w:rPr>
      </w:pPr>
      <w:r>
        <w:rPr>
          <w:sz w:val="24"/>
        </w:rPr>
        <w:t>Нікітчук 23068</w:t>
      </w:r>
    </w:p>
    <w:p w:rsidR="00890FAC" w:rsidRDefault="00890FAC" w:rsidP="001E3631"/>
    <w:p w:rsidR="00890FAC" w:rsidRDefault="00890FAC" w:rsidP="001E3631"/>
    <w:p w:rsidR="00890FAC" w:rsidRDefault="00890FAC" w:rsidP="001E3631"/>
    <w:sectPr w:rsidR="00890FAC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FAC" w:rsidRDefault="00890FAC" w:rsidP="00D113DB">
      <w:r>
        <w:separator/>
      </w:r>
    </w:p>
  </w:endnote>
  <w:endnote w:type="continuationSeparator" w:id="0">
    <w:p w:rsidR="00890FAC" w:rsidRDefault="00890FAC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FAC" w:rsidRDefault="00890FAC" w:rsidP="00D113DB">
      <w:r>
        <w:separator/>
      </w:r>
    </w:p>
  </w:footnote>
  <w:footnote w:type="continuationSeparator" w:id="0">
    <w:p w:rsidR="00890FAC" w:rsidRDefault="00890FAC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07FC0"/>
    <w:rsid w:val="00010BB4"/>
    <w:rsid w:val="00011C08"/>
    <w:rsid w:val="00017536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71075"/>
    <w:rsid w:val="00094177"/>
    <w:rsid w:val="0009683A"/>
    <w:rsid w:val="000A4A8C"/>
    <w:rsid w:val="000A66CA"/>
    <w:rsid w:val="000B259B"/>
    <w:rsid w:val="000B33A3"/>
    <w:rsid w:val="000D0568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53A00"/>
    <w:rsid w:val="00155B76"/>
    <w:rsid w:val="00163BDD"/>
    <w:rsid w:val="00170F87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D1CCF"/>
    <w:rsid w:val="001D48D8"/>
    <w:rsid w:val="001E3631"/>
    <w:rsid w:val="001E514E"/>
    <w:rsid w:val="001E568B"/>
    <w:rsid w:val="001F55AA"/>
    <w:rsid w:val="001F6014"/>
    <w:rsid w:val="00203A9A"/>
    <w:rsid w:val="00206814"/>
    <w:rsid w:val="002223C6"/>
    <w:rsid w:val="00225ACF"/>
    <w:rsid w:val="002269ED"/>
    <w:rsid w:val="0022746F"/>
    <w:rsid w:val="002304B6"/>
    <w:rsid w:val="00231D11"/>
    <w:rsid w:val="00237A2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D758A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34EDC"/>
    <w:rsid w:val="00342813"/>
    <w:rsid w:val="00344238"/>
    <w:rsid w:val="00361B5B"/>
    <w:rsid w:val="00361F44"/>
    <w:rsid w:val="00367B81"/>
    <w:rsid w:val="0038223E"/>
    <w:rsid w:val="003869D8"/>
    <w:rsid w:val="00390D8A"/>
    <w:rsid w:val="00395999"/>
    <w:rsid w:val="003A0D83"/>
    <w:rsid w:val="003A4737"/>
    <w:rsid w:val="003B1A50"/>
    <w:rsid w:val="003C6BE0"/>
    <w:rsid w:val="003D5AA8"/>
    <w:rsid w:val="003E7F26"/>
    <w:rsid w:val="003F5C28"/>
    <w:rsid w:val="003F60D4"/>
    <w:rsid w:val="00400AFD"/>
    <w:rsid w:val="00404023"/>
    <w:rsid w:val="00407D94"/>
    <w:rsid w:val="00410F37"/>
    <w:rsid w:val="0041227D"/>
    <w:rsid w:val="004312D4"/>
    <w:rsid w:val="0045434C"/>
    <w:rsid w:val="00456C12"/>
    <w:rsid w:val="00463C29"/>
    <w:rsid w:val="004720B5"/>
    <w:rsid w:val="00490A24"/>
    <w:rsid w:val="004A00FE"/>
    <w:rsid w:val="004A318D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56C95"/>
    <w:rsid w:val="0056297C"/>
    <w:rsid w:val="005665D7"/>
    <w:rsid w:val="0056747D"/>
    <w:rsid w:val="00575792"/>
    <w:rsid w:val="00575828"/>
    <w:rsid w:val="0058054F"/>
    <w:rsid w:val="005928F1"/>
    <w:rsid w:val="005A71DF"/>
    <w:rsid w:val="005B09AD"/>
    <w:rsid w:val="005C1B3E"/>
    <w:rsid w:val="005C4B7B"/>
    <w:rsid w:val="005C735C"/>
    <w:rsid w:val="005D1DC4"/>
    <w:rsid w:val="005E1460"/>
    <w:rsid w:val="005E1E78"/>
    <w:rsid w:val="005E2C54"/>
    <w:rsid w:val="005E3F21"/>
    <w:rsid w:val="005E7D37"/>
    <w:rsid w:val="005F345D"/>
    <w:rsid w:val="005F609B"/>
    <w:rsid w:val="00600096"/>
    <w:rsid w:val="00601426"/>
    <w:rsid w:val="006122A3"/>
    <w:rsid w:val="0061237F"/>
    <w:rsid w:val="00615691"/>
    <w:rsid w:val="006373EB"/>
    <w:rsid w:val="00646375"/>
    <w:rsid w:val="00656B73"/>
    <w:rsid w:val="006738DC"/>
    <w:rsid w:val="006761ED"/>
    <w:rsid w:val="00687345"/>
    <w:rsid w:val="006A1F66"/>
    <w:rsid w:val="006A33E9"/>
    <w:rsid w:val="006D7147"/>
    <w:rsid w:val="006E13B0"/>
    <w:rsid w:val="007029B2"/>
    <w:rsid w:val="007037A2"/>
    <w:rsid w:val="00710E51"/>
    <w:rsid w:val="00713443"/>
    <w:rsid w:val="00714C45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256"/>
    <w:rsid w:val="0079445D"/>
    <w:rsid w:val="00797978"/>
    <w:rsid w:val="007A1A71"/>
    <w:rsid w:val="007B63B8"/>
    <w:rsid w:val="007C32F9"/>
    <w:rsid w:val="007D1273"/>
    <w:rsid w:val="007E21E3"/>
    <w:rsid w:val="007E405B"/>
    <w:rsid w:val="007E61B3"/>
    <w:rsid w:val="007E73CF"/>
    <w:rsid w:val="007F1B7C"/>
    <w:rsid w:val="007F3E87"/>
    <w:rsid w:val="008057D9"/>
    <w:rsid w:val="00806C40"/>
    <w:rsid w:val="008109A9"/>
    <w:rsid w:val="00831BCD"/>
    <w:rsid w:val="00833098"/>
    <w:rsid w:val="00834A7C"/>
    <w:rsid w:val="00844C4E"/>
    <w:rsid w:val="00857CB6"/>
    <w:rsid w:val="008610D4"/>
    <w:rsid w:val="00865215"/>
    <w:rsid w:val="00877E46"/>
    <w:rsid w:val="0088149D"/>
    <w:rsid w:val="00883B85"/>
    <w:rsid w:val="00890FAC"/>
    <w:rsid w:val="00892163"/>
    <w:rsid w:val="0089774F"/>
    <w:rsid w:val="00897DA2"/>
    <w:rsid w:val="008A3D82"/>
    <w:rsid w:val="008A5052"/>
    <w:rsid w:val="008C6AD3"/>
    <w:rsid w:val="008E6E2F"/>
    <w:rsid w:val="008F71B9"/>
    <w:rsid w:val="008F77B9"/>
    <w:rsid w:val="00901791"/>
    <w:rsid w:val="00905A71"/>
    <w:rsid w:val="00910FF2"/>
    <w:rsid w:val="009229F2"/>
    <w:rsid w:val="00937C7C"/>
    <w:rsid w:val="00950261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D06CB"/>
    <w:rsid w:val="009F14FE"/>
    <w:rsid w:val="009F32C7"/>
    <w:rsid w:val="009F3D57"/>
    <w:rsid w:val="009F6FF7"/>
    <w:rsid w:val="00A02A19"/>
    <w:rsid w:val="00A030D4"/>
    <w:rsid w:val="00A05026"/>
    <w:rsid w:val="00A06147"/>
    <w:rsid w:val="00A065AB"/>
    <w:rsid w:val="00A07F9B"/>
    <w:rsid w:val="00A2011A"/>
    <w:rsid w:val="00A24AA7"/>
    <w:rsid w:val="00A30643"/>
    <w:rsid w:val="00A31F38"/>
    <w:rsid w:val="00A344BC"/>
    <w:rsid w:val="00A34F07"/>
    <w:rsid w:val="00A51A2E"/>
    <w:rsid w:val="00A55151"/>
    <w:rsid w:val="00A55843"/>
    <w:rsid w:val="00A65DF3"/>
    <w:rsid w:val="00A672B5"/>
    <w:rsid w:val="00A7518B"/>
    <w:rsid w:val="00A7697D"/>
    <w:rsid w:val="00A85023"/>
    <w:rsid w:val="00A95C7A"/>
    <w:rsid w:val="00AA301D"/>
    <w:rsid w:val="00AC2774"/>
    <w:rsid w:val="00AC45E7"/>
    <w:rsid w:val="00AD100E"/>
    <w:rsid w:val="00AE0A48"/>
    <w:rsid w:val="00AE7989"/>
    <w:rsid w:val="00AF40D0"/>
    <w:rsid w:val="00B044C7"/>
    <w:rsid w:val="00B142CC"/>
    <w:rsid w:val="00B169B5"/>
    <w:rsid w:val="00B21D35"/>
    <w:rsid w:val="00B2560E"/>
    <w:rsid w:val="00B3154E"/>
    <w:rsid w:val="00B361E9"/>
    <w:rsid w:val="00B43590"/>
    <w:rsid w:val="00B45B55"/>
    <w:rsid w:val="00B535A8"/>
    <w:rsid w:val="00B54FBC"/>
    <w:rsid w:val="00B6308A"/>
    <w:rsid w:val="00B67295"/>
    <w:rsid w:val="00B73321"/>
    <w:rsid w:val="00B8063A"/>
    <w:rsid w:val="00B80CBB"/>
    <w:rsid w:val="00B83396"/>
    <w:rsid w:val="00B869A6"/>
    <w:rsid w:val="00B92097"/>
    <w:rsid w:val="00B94038"/>
    <w:rsid w:val="00BA5B57"/>
    <w:rsid w:val="00BA5BB5"/>
    <w:rsid w:val="00BB200E"/>
    <w:rsid w:val="00BB5476"/>
    <w:rsid w:val="00BC53C5"/>
    <w:rsid w:val="00BD1FAA"/>
    <w:rsid w:val="00BD7B5D"/>
    <w:rsid w:val="00BE2B5B"/>
    <w:rsid w:val="00BE72E5"/>
    <w:rsid w:val="00BE75D4"/>
    <w:rsid w:val="00BF3A06"/>
    <w:rsid w:val="00C0529E"/>
    <w:rsid w:val="00C16880"/>
    <w:rsid w:val="00C16E56"/>
    <w:rsid w:val="00C201F2"/>
    <w:rsid w:val="00C36DE7"/>
    <w:rsid w:val="00C37020"/>
    <w:rsid w:val="00C3747A"/>
    <w:rsid w:val="00C402C4"/>
    <w:rsid w:val="00C53928"/>
    <w:rsid w:val="00C54E74"/>
    <w:rsid w:val="00C577D8"/>
    <w:rsid w:val="00C643E8"/>
    <w:rsid w:val="00C70519"/>
    <w:rsid w:val="00C807FD"/>
    <w:rsid w:val="00C91EF3"/>
    <w:rsid w:val="00CB6C75"/>
    <w:rsid w:val="00CC05B6"/>
    <w:rsid w:val="00CD2B35"/>
    <w:rsid w:val="00CD3AE6"/>
    <w:rsid w:val="00CD7B1A"/>
    <w:rsid w:val="00CE0921"/>
    <w:rsid w:val="00CE6ABD"/>
    <w:rsid w:val="00CF3303"/>
    <w:rsid w:val="00D02214"/>
    <w:rsid w:val="00D113DB"/>
    <w:rsid w:val="00D143FB"/>
    <w:rsid w:val="00D208E0"/>
    <w:rsid w:val="00D25A39"/>
    <w:rsid w:val="00D30C09"/>
    <w:rsid w:val="00D3224E"/>
    <w:rsid w:val="00D41EE0"/>
    <w:rsid w:val="00D510A8"/>
    <w:rsid w:val="00D5423B"/>
    <w:rsid w:val="00D54294"/>
    <w:rsid w:val="00D55FE3"/>
    <w:rsid w:val="00D63DB7"/>
    <w:rsid w:val="00D90E3F"/>
    <w:rsid w:val="00DA290A"/>
    <w:rsid w:val="00DB4219"/>
    <w:rsid w:val="00DD6E4A"/>
    <w:rsid w:val="00DF4C02"/>
    <w:rsid w:val="00E02ADD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45F5"/>
    <w:rsid w:val="00E8629D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47337"/>
    <w:rsid w:val="00F519C4"/>
    <w:rsid w:val="00F60290"/>
    <w:rsid w:val="00F612AE"/>
    <w:rsid w:val="00F64FC8"/>
    <w:rsid w:val="00F72FFB"/>
    <w:rsid w:val="00F75AD7"/>
    <w:rsid w:val="00F83EE9"/>
    <w:rsid w:val="00F85688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3631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758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E3631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1E3631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B5D66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88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183</Words>
  <Characters>1045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2018-12-22T10:03:00Z</cp:lastPrinted>
  <dcterms:created xsi:type="dcterms:W3CDTF">2018-12-27T13:03:00Z</dcterms:created>
  <dcterms:modified xsi:type="dcterms:W3CDTF">2018-12-27T13:03:00Z</dcterms:modified>
</cp:coreProperties>
</file>