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34" w:rsidRPr="000F20E0" w:rsidRDefault="00713034" w:rsidP="006F0F46">
      <w:pPr>
        <w:jc w:val="center"/>
        <w:rPr>
          <w:snapToGrid w:val="0"/>
          <w:spacing w:val="8"/>
          <w:sz w:val="24"/>
        </w:rPr>
      </w:pPr>
      <w:r w:rsidRPr="00ED43F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713034" w:rsidRPr="000F20E0" w:rsidRDefault="00713034" w:rsidP="002A4A36">
      <w:pPr>
        <w:spacing w:line="360" w:lineRule="auto"/>
        <w:rPr>
          <w:spacing w:val="8"/>
          <w:sz w:val="12"/>
          <w:szCs w:val="20"/>
        </w:rPr>
      </w:pPr>
    </w:p>
    <w:p w:rsidR="00713034" w:rsidRPr="00C04A20" w:rsidRDefault="00713034" w:rsidP="00C04A20">
      <w:pPr>
        <w:pStyle w:val="Heading2"/>
        <w:rPr>
          <w:b/>
          <w:bCs w:val="0"/>
        </w:rPr>
      </w:pPr>
      <w:r w:rsidRPr="00C04A20">
        <w:rPr>
          <w:b/>
          <w:bCs w:val="0"/>
        </w:rPr>
        <w:t>КАМІНЬ-КАШИРСЬКА  РАЙОННА ДЕРЖАВНА АДМІНІСТРАЦІЯ</w:t>
      </w:r>
    </w:p>
    <w:p w:rsidR="00713034" w:rsidRPr="00E241E5" w:rsidRDefault="00713034" w:rsidP="00C04A20">
      <w:pPr>
        <w:pStyle w:val="Heading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713034" w:rsidRPr="00E241E5" w:rsidRDefault="00713034" w:rsidP="00C04A20">
      <w:pPr>
        <w:jc w:val="center"/>
        <w:rPr>
          <w:szCs w:val="28"/>
        </w:rPr>
      </w:pPr>
    </w:p>
    <w:p w:rsidR="00713034" w:rsidRDefault="00713034" w:rsidP="00C04A20">
      <w:pPr>
        <w:pStyle w:val="Heading1"/>
        <w:rPr>
          <w:bCs/>
        </w:rPr>
      </w:pPr>
      <w:r>
        <w:rPr>
          <w:bCs/>
        </w:rPr>
        <w:t xml:space="preserve">                                            РОЗПОРЯДЖЕННЯ</w:t>
      </w:r>
    </w:p>
    <w:p w:rsidR="00713034" w:rsidRDefault="00713034" w:rsidP="00C04A20">
      <w:pPr>
        <w:pStyle w:val="Title"/>
      </w:pPr>
    </w:p>
    <w:tbl>
      <w:tblPr>
        <w:tblW w:w="0" w:type="auto"/>
        <w:tblInd w:w="108" w:type="dxa"/>
        <w:tblLook w:val="01E0"/>
      </w:tblPr>
      <w:tblGrid>
        <w:gridCol w:w="3240"/>
        <w:gridCol w:w="3420"/>
        <w:gridCol w:w="3086"/>
      </w:tblGrid>
      <w:tr w:rsidR="00713034" w:rsidTr="008B7ED1">
        <w:tc>
          <w:tcPr>
            <w:tcW w:w="3240" w:type="dxa"/>
          </w:tcPr>
          <w:p w:rsidR="00713034" w:rsidRDefault="00713034" w:rsidP="00C35CDF">
            <w:pPr>
              <w:pStyle w:val="Title"/>
              <w:jc w:val="left"/>
            </w:pPr>
            <w:r>
              <w:t>26 грудня 2018 року</w:t>
            </w:r>
          </w:p>
        </w:tc>
        <w:tc>
          <w:tcPr>
            <w:tcW w:w="3420" w:type="dxa"/>
          </w:tcPr>
          <w:p w:rsidR="00713034" w:rsidRDefault="00713034" w:rsidP="008B7ED1">
            <w:pPr>
              <w:pStyle w:val="Title"/>
            </w:pPr>
            <w:r>
              <w:t>м.Камінь – Каширський</w:t>
            </w:r>
          </w:p>
        </w:tc>
        <w:tc>
          <w:tcPr>
            <w:tcW w:w="3086" w:type="dxa"/>
          </w:tcPr>
          <w:p w:rsidR="00713034" w:rsidRDefault="00713034" w:rsidP="00B119CE">
            <w:pPr>
              <w:pStyle w:val="Title"/>
              <w:jc w:val="right"/>
            </w:pPr>
            <w:r>
              <w:t xml:space="preserve">  № 383</w:t>
            </w:r>
          </w:p>
        </w:tc>
      </w:tr>
    </w:tbl>
    <w:p w:rsidR="00713034" w:rsidRPr="000F20E0" w:rsidRDefault="00713034" w:rsidP="00C04A20">
      <w:pPr>
        <w:pStyle w:val="Heading2"/>
      </w:pPr>
    </w:p>
    <w:p w:rsidR="00713034" w:rsidRPr="000F20E0" w:rsidRDefault="00713034" w:rsidP="00B06364">
      <w:pPr>
        <w:jc w:val="center"/>
      </w:pPr>
      <w:r w:rsidRPr="000F20E0">
        <w:t>Про затвердження технічної</w:t>
      </w:r>
      <w:r>
        <w:t xml:space="preserve"> </w:t>
      </w:r>
      <w:r w:rsidRPr="000F20E0">
        <w:t>документаціїі</w:t>
      </w:r>
      <w:r>
        <w:t xml:space="preserve"> </w:t>
      </w:r>
      <w:r w:rsidRPr="000F20E0">
        <w:t>з</w:t>
      </w:r>
    </w:p>
    <w:p w:rsidR="00713034" w:rsidRPr="000F20E0" w:rsidRDefault="00713034" w:rsidP="00B06364">
      <w:pPr>
        <w:jc w:val="center"/>
      </w:pPr>
      <w:r w:rsidRPr="000F20E0">
        <w:t>землеустрою щодо</w:t>
      </w:r>
      <w:r>
        <w:t xml:space="preserve"> </w:t>
      </w:r>
      <w:r w:rsidRPr="000F20E0">
        <w:t>встановлення меж земельних</w:t>
      </w:r>
    </w:p>
    <w:p w:rsidR="00713034" w:rsidRPr="000F20E0" w:rsidRDefault="00713034" w:rsidP="00B06364">
      <w:pPr>
        <w:jc w:val="center"/>
      </w:pPr>
      <w:r w:rsidRPr="000F20E0">
        <w:t>ділянок частки (паю) колишньо</w:t>
      </w:r>
      <w:r>
        <w:t>гоАСГ</w:t>
      </w:r>
      <w:r>
        <w:rPr>
          <w:szCs w:val="28"/>
        </w:rPr>
        <w:t xml:space="preserve"> «Правда»</w:t>
      </w:r>
    </w:p>
    <w:p w:rsidR="00713034" w:rsidRPr="002F48D8" w:rsidRDefault="00713034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713034" w:rsidRPr="000F20E0" w:rsidRDefault="00713034" w:rsidP="00E41E7E"/>
    <w:p w:rsidR="00713034" w:rsidRDefault="00713034" w:rsidP="00D246D9">
      <w:pPr>
        <w:ind w:firstLine="708"/>
        <w:jc w:val="both"/>
      </w:pPr>
      <w:r>
        <w:t>Відповідно до статей 17, 81 Земельного кодексу України, статей 3, 5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713034" w:rsidRDefault="00713034" w:rsidP="009051EE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 (відновлення) меж земельних ділянок  (паю)</w:t>
      </w:r>
      <w:r w:rsidRPr="00E0034D">
        <w:rPr>
          <w:szCs w:val="28"/>
        </w:rPr>
        <w:t xml:space="preserve"> </w:t>
      </w:r>
      <w:r>
        <w:rPr>
          <w:szCs w:val="28"/>
        </w:rPr>
        <w:t>натурі (на місцевості)    виділених громадянину  Гупалику С.І.</w:t>
      </w:r>
      <w:r>
        <w:t xml:space="preserve"> для ведення особистого селянського господарства за межами населених пунктів  Пнівненської сільської ради Камінь-Каширського району Волинської області.</w:t>
      </w:r>
    </w:p>
    <w:p w:rsidR="00713034" w:rsidRDefault="00713034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в розмірі частки (паю) </w:t>
      </w:r>
      <w:r>
        <w:t>колишнього АСГ «Правда» громадянину:</w:t>
      </w:r>
    </w:p>
    <w:p w:rsidR="00713034" w:rsidRDefault="00713034" w:rsidP="009051EE">
      <w:pPr>
        <w:ind w:firstLine="708"/>
        <w:jc w:val="both"/>
        <w:rPr>
          <w:szCs w:val="28"/>
        </w:rPr>
      </w:pPr>
      <w:r>
        <w:t xml:space="preserve">-  Гупалику Степану Іларіоновичу для </w:t>
      </w:r>
      <w:r>
        <w:rPr>
          <w:szCs w:val="28"/>
        </w:rPr>
        <w:t xml:space="preserve">ведення особистого селянського господарства, власнику земельної частки (паю) </w:t>
      </w:r>
      <w:r>
        <w:t>колишнього АСГ «Правда»</w:t>
      </w:r>
      <w:r>
        <w:rPr>
          <w:szCs w:val="28"/>
        </w:rPr>
        <w:t xml:space="preserve">, кадастрові номери зареєстрованих земельних ділянок: 0721486200:02:000:0344 площею </w:t>
      </w:r>
      <w:smartTag w:uri="urn:schemas-microsoft-com:office:smarttags" w:element="metricconverter">
        <w:smartTagPr>
          <w:attr w:name="ProductID" w:val="1,1218 га"/>
        </w:smartTagPr>
        <w:r>
          <w:rPr>
            <w:szCs w:val="28"/>
          </w:rPr>
          <w:t>1,1218 га</w:t>
        </w:r>
      </w:smartTag>
      <w:r>
        <w:rPr>
          <w:szCs w:val="28"/>
        </w:rPr>
        <w:t xml:space="preserve">, 0721486200:03:000:0048 площею </w:t>
      </w:r>
      <w:smartTag w:uri="urn:schemas-microsoft-com:office:smarttags" w:element="metricconverter">
        <w:smartTagPr>
          <w:attr w:name="ProductID" w:val="0,9291 га"/>
        </w:smartTagPr>
        <w:r>
          <w:rPr>
            <w:szCs w:val="28"/>
          </w:rPr>
          <w:t>0,9291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13034" w:rsidRDefault="00713034" w:rsidP="009051EE">
      <w:pPr>
        <w:ind w:firstLine="708"/>
        <w:jc w:val="both"/>
      </w:pPr>
      <w:r>
        <w:t xml:space="preserve">3. Громадянину Гупалику Степану Іларіоновичу право приватної власності на вищевказані земельні ділянки зареєструвати у встановленому законом  порядку. </w:t>
      </w:r>
    </w:p>
    <w:p w:rsidR="00713034" w:rsidRDefault="00713034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Пнівненській сільській раді внести відповідні зміни в земельно - облікові документи.</w:t>
      </w:r>
    </w:p>
    <w:p w:rsidR="00713034" w:rsidRDefault="00713034" w:rsidP="009051EE">
      <w:pPr>
        <w:jc w:val="both"/>
        <w:rPr>
          <w:sz w:val="24"/>
          <w:szCs w:val="20"/>
        </w:rPr>
      </w:pPr>
    </w:p>
    <w:p w:rsidR="00713034" w:rsidRDefault="00713034" w:rsidP="009051EE">
      <w:pPr>
        <w:jc w:val="both"/>
        <w:rPr>
          <w:sz w:val="24"/>
          <w:szCs w:val="20"/>
        </w:rPr>
      </w:pPr>
    </w:p>
    <w:p w:rsidR="00713034" w:rsidRPr="00B06364" w:rsidRDefault="00713034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713034" w:rsidRDefault="00713034" w:rsidP="00542D94">
      <w:pPr>
        <w:jc w:val="both"/>
        <w:rPr>
          <w:b/>
        </w:rPr>
      </w:pPr>
      <w:r>
        <w:t xml:space="preserve">Голова                                                                                           </w:t>
      </w:r>
      <w:r>
        <w:rPr>
          <w:b/>
        </w:rPr>
        <w:t>В.ДУНАЙЧУК</w:t>
      </w:r>
    </w:p>
    <w:p w:rsidR="00713034" w:rsidRDefault="00713034" w:rsidP="00542D94">
      <w:pPr>
        <w:jc w:val="both"/>
        <w:rPr>
          <w:sz w:val="22"/>
          <w:szCs w:val="22"/>
        </w:rPr>
      </w:pPr>
    </w:p>
    <w:p w:rsidR="00713034" w:rsidRDefault="00713034" w:rsidP="00542D94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713034" w:rsidRDefault="00713034" w:rsidP="00542D94">
      <w:pPr>
        <w:jc w:val="both"/>
        <w:rPr>
          <w:sz w:val="24"/>
        </w:rPr>
      </w:pPr>
    </w:p>
    <w:p w:rsidR="00713034" w:rsidRDefault="00713034" w:rsidP="00542D94">
      <w:pPr>
        <w:jc w:val="both"/>
        <w:rPr>
          <w:sz w:val="24"/>
        </w:rPr>
      </w:pPr>
    </w:p>
    <w:p w:rsidR="00713034" w:rsidRDefault="00713034" w:rsidP="00542D94">
      <w:pPr>
        <w:jc w:val="both"/>
        <w:rPr>
          <w:sz w:val="24"/>
        </w:rPr>
      </w:pPr>
    </w:p>
    <w:p w:rsidR="00713034" w:rsidRDefault="00713034" w:rsidP="00542D94">
      <w:pPr>
        <w:jc w:val="both"/>
        <w:rPr>
          <w:sz w:val="24"/>
        </w:rPr>
      </w:pPr>
    </w:p>
    <w:sectPr w:rsidR="00713034" w:rsidSect="000B2583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146E"/>
    <w:rsid w:val="0008339E"/>
    <w:rsid w:val="00085400"/>
    <w:rsid w:val="000A73EA"/>
    <w:rsid w:val="000B16C7"/>
    <w:rsid w:val="000B2583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09C5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B3BA2"/>
    <w:rsid w:val="002B5CD3"/>
    <w:rsid w:val="002B684A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36BB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6083F"/>
    <w:rsid w:val="00482EA8"/>
    <w:rsid w:val="00490142"/>
    <w:rsid w:val="00497495"/>
    <w:rsid w:val="004A6491"/>
    <w:rsid w:val="004A740C"/>
    <w:rsid w:val="004B2F42"/>
    <w:rsid w:val="004B520C"/>
    <w:rsid w:val="004B6906"/>
    <w:rsid w:val="004B6B70"/>
    <w:rsid w:val="004B6D15"/>
    <w:rsid w:val="004C0266"/>
    <w:rsid w:val="004C541D"/>
    <w:rsid w:val="004C5452"/>
    <w:rsid w:val="004C72F4"/>
    <w:rsid w:val="004D7E6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60569"/>
    <w:rsid w:val="0056231D"/>
    <w:rsid w:val="005671AE"/>
    <w:rsid w:val="00572081"/>
    <w:rsid w:val="00586B7C"/>
    <w:rsid w:val="005879DC"/>
    <w:rsid w:val="00587C46"/>
    <w:rsid w:val="00590BC7"/>
    <w:rsid w:val="0059796C"/>
    <w:rsid w:val="00597D1C"/>
    <w:rsid w:val="005B020A"/>
    <w:rsid w:val="005B05CB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EC9"/>
    <w:rsid w:val="006F0F46"/>
    <w:rsid w:val="006F5A74"/>
    <w:rsid w:val="00713034"/>
    <w:rsid w:val="00713CE2"/>
    <w:rsid w:val="007267C3"/>
    <w:rsid w:val="00730269"/>
    <w:rsid w:val="00730738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32E6"/>
    <w:rsid w:val="00764860"/>
    <w:rsid w:val="0077163B"/>
    <w:rsid w:val="007758B0"/>
    <w:rsid w:val="0078108D"/>
    <w:rsid w:val="00793DC4"/>
    <w:rsid w:val="007952F8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63F"/>
    <w:rsid w:val="008414BE"/>
    <w:rsid w:val="00847E31"/>
    <w:rsid w:val="00847EE3"/>
    <w:rsid w:val="00850732"/>
    <w:rsid w:val="008533AB"/>
    <w:rsid w:val="00864FB8"/>
    <w:rsid w:val="008659A7"/>
    <w:rsid w:val="008745F7"/>
    <w:rsid w:val="00880610"/>
    <w:rsid w:val="00884937"/>
    <w:rsid w:val="00892DE2"/>
    <w:rsid w:val="008A359F"/>
    <w:rsid w:val="008B2134"/>
    <w:rsid w:val="008B7ED1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5BA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B6837"/>
    <w:rsid w:val="00AC46E1"/>
    <w:rsid w:val="00AC6F8F"/>
    <w:rsid w:val="00AD6018"/>
    <w:rsid w:val="00AF49AB"/>
    <w:rsid w:val="00B01A14"/>
    <w:rsid w:val="00B05126"/>
    <w:rsid w:val="00B06364"/>
    <w:rsid w:val="00B119CE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04A20"/>
    <w:rsid w:val="00C1510D"/>
    <w:rsid w:val="00C1568A"/>
    <w:rsid w:val="00C17DB3"/>
    <w:rsid w:val="00C30052"/>
    <w:rsid w:val="00C35CDF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289"/>
    <w:rsid w:val="00C856E5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57C74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2676"/>
    <w:rsid w:val="00DD66B7"/>
    <w:rsid w:val="00DE1174"/>
    <w:rsid w:val="00E0034D"/>
    <w:rsid w:val="00E04302"/>
    <w:rsid w:val="00E04F77"/>
    <w:rsid w:val="00E1056F"/>
    <w:rsid w:val="00E22955"/>
    <w:rsid w:val="00E234EA"/>
    <w:rsid w:val="00E241E5"/>
    <w:rsid w:val="00E32ACF"/>
    <w:rsid w:val="00E339AD"/>
    <w:rsid w:val="00E41E7E"/>
    <w:rsid w:val="00E576CD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3F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5B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5B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5B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5B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C85289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A35B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5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279</Words>
  <Characters>1591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2018-12-22T09:59:00Z</cp:lastPrinted>
  <dcterms:created xsi:type="dcterms:W3CDTF">2018-12-27T12:56:00Z</dcterms:created>
  <dcterms:modified xsi:type="dcterms:W3CDTF">2018-12-27T12:56:00Z</dcterms:modified>
</cp:coreProperties>
</file>