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FDA" w:rsidRDefault="00E86FDA" w:rsidP="00572D8B">
      <w:pPr>
        <w:jc w:val="center"/>
        <w:rPr>
          <w:b/>
          <w:snapToGrid w:val="0"/>
          <w:spacing w:val="8"/>
          <w:sz w:val="24"/>
        </w:rPr>
      </w:pPr>
      <w:r w:rsidRPr="00A32785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E86FDA" w:rsidRDefault="00E86FDA" w:rsidP="00575792">
      <w:pPr>
        <w:rPr>
          <w:spacing w:val="8"/>
          <w:sz w:val="12"/>
          <w:szCs w:val="20"/>
        </w:rPr>
      </w:pPr>
    </w:p>
    <w:p w:rsidR="00E86FDA" w:rsidRDefault="00E86FDA" w:rsidP="00DF4C02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E86FDA" w:rsidRDefault="00E86FDA" w:rsidP="00DF4C02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E86FDA" w:rsidRDefault="00E86FDA" w:rsidP="00DF4C02">
      <w:pPr>
        <w:jc w:val="center"/>
        <w:rPr>
          <w:b/>
          <w:sz w:val="16"/>
          <w:szCs w:val="16"/>
        </w:rPr>
      </w:pPr>
    </w:p>
    <w:p w:rsidR="00E86FDA" w:rsidRDefault="00E86FDA" w:rsidP="00DF4C02">
      <w:pPr>
        <w:jc w:val="center"/>
        <w:rPr>
          <w:b/>
          <w:sz w:val="16"/>
          <w:szCs w:val="16"/>
        </w:rPr>
      </w:pPr>
    </w:p>
    <w:p w:rsidR="00E86FDA" w:rsidRDefault="00E86FDA" w:rsidP="00DF4C02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E86FDA" w:rsidRPr="00BE2B5B" w:rsidRDefault="00E86FDA" w:rsidP="00DF4C02"/>
    <w:p w:rsidR="00E86FDA" w:rsidRDefault="00E86FDA" w:rsidP="00DF4C02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E86FDA" w:rsidTr="00AE7989">
        <w:trPr>
          <w:tblCellSpacing w:w="0" w:type="dxa"/>
        </w:trPr>
        <w:tc>
          <w:tcPr>
            <w:tcW w:w="3240" w:type="dxa"/>
            <w:vAlign w:val="center"/>
          </w:tcPr>
          <w:p w:rsidR="00E86FDA" w:rsidRPr="00CE6ABD" w:rsidRDefault="00E86FDA" w:rsidP="00AE7989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 грудня 2018 року</w:t>
            </w:r>
          </w:p>
        </w:tc>
        <w:tc>
          <w:tcPr>
            <w:tcW w:w="3420" w:type="dxa"/>
            <w:vAlign w:val="center"/>
          </w:tcPr>
          <w:p w:rsidR="00E86FDA" w:rsidRDefault="00E86FDA" w:rsidP="00AE798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E86FDA" w:rsidRPr="00DF4C02" w:rsidRDefault="00E86FDA" w:rsidP="00572D8B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uk-UA"/>
              </w:rPr>
              <w:t xml:space="preserve">  373</w:t>
            </w:r>
          </w:p>
        </w:tc>
      </w:tr>
    </w:tbl>
    <w:p w:rsidR="00E86FDA" w:rsidRDefault="00E86FDA" w:rsidP="00DF4C02">
      <w:pPr>
        <w:pStyle w:val="Title"/>
        <w:jc w:val="left"/>
        <w:rPr>
          <w:sz w:val="32"/>
          <w:szCs w:val="32"/>
        </w:rPr>
      </w:pPr>
    </w:p>
    <w:p w:rsidR="00E86FDA" w:rsidRDefault="00E86FDA" w:rsidP="001E3631">
      <w:pPr>
        <w:jc w:val="center"/>
      </w:pPr>
    </w:p>
    <w:p w:rsidR="00E86FDA" w:rsidRDefault="00E86FDA" w:rsidP="001E3631">
      <w:pPr>
        <w:jc w:val="center"/>
        <w:rPr>
          <w:szCs w:val="28"/>
        </w:rPr>
      </w:pPr>
      <w:r>
        <w:rPr>
          <w:szCs w:val="28"/>
        </w:rPr>
        <w:t>Про надання гр. Найдичу С.Н. дозволу на розроблення</w:t>
      </w:r>
    </w:p>
    <w:p w:rsidR="00E86FDA" w:rsidRDefault="00E86FDA" w:rsidP="001E3631">
      <w:pPr>
        <w:jc w:val="center"/>
        <w:rPr>
          <w:szCs w:val="28"/>
        </w:rPr>
      </w:pPr>
      <w:r>
        <w:rPr>
          <w:szCs w:val="28"/>
        </w:rPr>
        <w:t>технічної документації із землеустрою щодо встановлення</w:t>
      </w:r>
    </w:p>
    <w:p w:rsidR="00E86FDA" w:rsidRDefault="00E86FDA" w:rsidP="001E3631">
      <w:pPr>
        <w:jc w:val="center"/>
        <w:rPr>
          <w:szCs w:val="28"/>
        </w:rPr>
      </w:pPr>
      <w:r>
        <w:rPr>
          <w:szCs w:val="28"/>
        </w:rPr>
        <w:t>меж земельних ділянок частки (паю) колишньої</w:t>
      </w:r>
    </w:p>
    <w:p w:rsidR="00E86FDA" w:rsidRDefault="00E86FDA" w:rsidP="001E3631">
      <w:pPr>
        <w:jc w:val="center"/>
        <w:rPr>
          <w:szCs w:val="28"/>
        </w:rPr>
      </w:pPr>
      <w:r>
        <w:rPr>
          <w:szCs w:val="28"/>
        </w:rPr>
        <w:t>агрофірми «Осівецька» в натурі (на  місцевості)</w:t>
      </w:r>
    </w:p>
    <w:p w:rsidR="00E86FDA" w:rsidRDefault="00E86FDA" w:rsidP="001E3631"/>
    <w:p w:rsidR="00E86FDA" w:rsidRDefault="00E86FDA" w:rsidP="001E3631"/>
    <w:p w:rsidR="00E86FDA" w:rsidRDefault="00E86FDA" w:rsidP="001E3631">
      <w:pPr>
        <w:ind w:firstLine="708"/>
        <w:jc w:val="both"/>
      </w:pPr>
      <w:r>
        <w:t xml:space="preserve">Відповідно до статей 17, 118 Земельного кодексу України,  статей 2, 3, 5, 9,12 Закону України 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 </w:t>
      </w:r>
    </w:p>
    <w:p w:rsidR="00E86FDA" w:rsidRDefault="00E86FDA" w:rsidP="001E3631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колишньої агрофірми «Осівецька»</w:t>
      </w:r>
      <w:r>
        <w:t xml:space="preserve"> в натурі (на місцевості) за межами населеного пункту на території Осівецької сільської ради громадянину:</w:t>
      </w:r>
    </w:p>
    <w:p w:rsidR="00E86FDA" w:rsidRDefault="00E86FDA" w:rsidP="001E3631">
      <w:pPr>
        <w:ind w:firstLine="708"/>
        <w:jc w:val="both"/>
      </w:pPr>
      <w:r>
        <w:t>- Найдичу Сергію Несторовичу, власнику сертифіката  на право на земельну частку (пай) серії ВЛ № 0256500.</w:t>
      </w:r>
    </w:p>
    <w:p w:rsidR="00E86FDA" w:rsidRDefault="00E86FDA" w:rsidP="001E3631">
      <w:pPr>
        <w:tabs>
          <w:tab w:val="left" w:pos="426"/>
        </w:tabs>
        <w:jc w:val="both"/>
      </w:pPr>
      <w:r>
        <w:tab/>
      </w:r>
      <w:r>
        <w:tab/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E86FDA" w:rsidRDefault="00E86FDA" w:rsidP="001E3631"/>
    <w:p w:rsidR="00E86FDA" w:rsidRDefault="00E86FDA" w:rsidP="001E3631"/>
    <w:p w:rsidR="00E86FDA" w:rsidRDefault="00E86FDA" w:rsidP="001E3631"/>
    <w:p w:rsidR="00E86FDA" w:rsidRDefault="00E86FDA" w:rsidP="001E3631"/>
    <w:p w:rsidR="00E86FDA" w:rsidRDefault="00E86FDA" w:rsidP="001E3631"/>
    <w:p w:rsidR="00E86FDA" w:rsidRDefault="00E86FDA" w:rsidP="001E3631">
      <w:r>
        <w:t xml:space="preserve">Голова                                                           </w:t>
      </w:r>
      <w:r>
        <w:rPr>
          <w:b/>
        </w:rPr>
        <w:t xml:space="preserve">                                В.ДУНАЙЧУК</w:t>
      </w:r>
    </w:p>
    <w:p w:rsidR="00E86FDA" w:rsidRDefault="00E86FDA" w:rsidP="001E3631"/>
    <w:p w:rsidR="00E86FDA" w:rsidRDefault="00E86FDA" w:rsidP="001E3631">
      <w:pPr>
        <w:rPr>
          <w:sz w:val="24"/>
        </w:rPr>
      </w:pPr>
      <w:r>
        <w:rPr>
          <w:sz w:val="24"/>
        </w:rPr>
        <w:t>Нікітчук 23068</w:t>
      </w:r>
    </w:p>
    <w:p w:rsidR="00E86FDA" w:rsidRDefault="00E86FDA" w:rsidP="001E3631"/>
    <w:p w:rsidR="00E86FDA" w:rsidRDefault="00E86FDA" w:rsidP="001E3631"/>
    <w:sectPr w:rsidR="00E86FDA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FDA" w:rsidRDefault="00E86FDA" w:rsidP="00D113DB">
      <w:r>
        <w:separator/>
      </w:r>
    </w:p>
  </w:endnote>
  <w:endnote w:type="continuationSeparator" w:id="0">
    <w:p w:rsidR="00E86FDA" w:rsidRDefault="00E86FDA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FDA" w:rsidRDefault="00E86FDA" w:rsidP="00D113DB">
      <w:r>
        <w:separator/>
      </w:r>
    </w:p>
  </w:footnote>
  <w:footnote w:type="continuationSeparator" w:id="0">
    <w:p w:rsidR="00E86FDA" w:rsidRDefault="00E86FDA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4C8"/>
    <w:multiLevelType w:val="hybridMultilevel"/>
    <w:tmpl w:val="9CE4405A"/>
    <w:lvl w:ilvl="0" w:tplc="3CC4B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07FC0"/>
    <w:rsid w:val="00010BB4"/>
    <w:rsid w:val="00011C08"/>
    <w:rsid w:val="00017536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71075"/>
    <w:rsid w:val="00094177"/>
    <w:rsid w:val="0009683A"/>
    <w:rsid w:val="000A4A8C"/>
    <w:rsid w:val="000A66CA"/>
    <w:rsid w:val="000B259B"/>
    <w:rsid w:val="000B33A3"/>
    <w:rsid w:val="000D0568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53A00"/>
    <w:rsid w:val="00155B76"/>
    <w:rsid w:val="00163BDD"/>
    <w:rsid w:val="00170F87"/>
    <w:rsid w:val="001754A2"/>
    <w:rsid w:val="00175F54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068"/>
    <w:rsid w:val="001B6D24"/>
    <w:rsid w:val="001D1B08"/>
    <w:rsid w:val="001D1CCF"/>
    <w:rsid w:val="001D48D8"/>
    <w:rsid w:val="001E3631"/>
    <w:rsid w:val="001E514E"/>
    <w:rsid w:val="001E568B"/>
    <w:rsid w:val="001F55AA"/>
    <w:rsid w:val="001F6014"/>
    <w:rsid w:val="00203A9A"/>
    <w:rsid w:val="00206814"/>
    <w:rsid w:val="002223C6"/>
    <w:rsid w:val="00225ACF"/>
    <w:rsid w:val="002269ED"/>
    <w:rsid w:val="0022746F"/>
    <w:rsid w:val="002304B6"/>
    <w:rsid w:val="00231D11"/>
    <w:rsid w:val="00237A2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2054"/>
    <w:rsid w:val="002C33F5"/>
    <w:rsid w:val="002C4595"/>
    <w:rsid w:val="002D22BC"/>
    <w:rsid w:val="002D37BC"/>
    <w:rsid w:val="002D758A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34EDC"/>
    <w:rsid w:val="00342813"/>
    <w:rsid w:val="00361B5B"/>
    <w:rsid w:val="00361F44"/>
    <w:rsid w:val="00367B81"/>
    <w:rsid w:val="0038223E"/>
    <w:rsid w:val="003869D8"/>
    <w:rsid w:val="00390D8A"/>
    <w:rsid w:val="00395999"/>
    <w:rsid w:val="003A0D83"/>
    <w:rsid w:val="003A4737"/>
    <w:rsid w:val="003B1A50"/>
    <w:rsid w:val="003C6BE0"/>
    <w:rsid w:val="003E7F26"/>
    <w:rsid w:val="003F5C28"/>
    <w:rsid w:val="003F60D4"/>
    <w:rsid w:val="00400AFD"/>
    <w:rsid w:val="00404023"/>
    <w:rsid w:val="00407D94"/>
    <w:rsid w:val="00410F37"/>
    <w:rsid w:val="0041227D"/>
    <w:rsid w:val="004312D4"/>
    <w:rsid w:val="0045434C"/>
    <w:rsid w:val="00456C12"/>
    <w:rsid w:val="00463C29"/>
    <w:rsid w:val="004720B5"/>
    <w:rsid w:val="00473193"/>
    <w:rsid w:val="00490176"/>
    <w:rsid w:val="00490A24"/>
    <w:rsid w:val="004A00FE"/>
    <w:rsid w:val="004A318D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56C95"/>
    <w:rsid w:val="005665D7"/>
    <w:rsid w:val="0056747D"/>
    <w:rsid w:val="00572D8B"/>
    <w:rsid w:val="00575792"/>
    <w:rsid w:val="00575828"/>
    <w:rsid w:val="0058054F"/>
    <w:rsid w:val="005928F1"/>
    <w:rsid w:val="005A71DF"/>
    <w:rsid w:val="005B09AD"/>
    <w:rsid w:val="005C1B3E"/>
    <w:rsid w:val="005C4B7B"/>
    <w:rsid w:val="005C735C"/>
    <w:rsid w:val="005D1DC4"/>
    <w:rsid w:val="005E1460"/>
    <w:rsid w:val="005E1E78"/>
    <w:rsid w:val="005E2C54"/>
    <w:rsid w:val="005E3F21"/>
    <w:rsid w:val="005E7D37"/>
    <w:rsid w:val="005F345D"/>
    <w:rsid w:val="005F609B"/>
    <w:rsid w:val="00600096"/>
    <w:rsid w:val="00601426"/>
    <w:rsid w:val="006122A3"/>
    <w:rsid w:val="0061237F"/>
    <w:rsid w:val="00615691"/>
    <w:rsid w:val="006373EB"/>
    <w:rsid w:val="00646375"/>
    <w:rsid w:val="00656B73"/>
    <w:rsid w:val="006738DC"/>
    <w:rsid w:val="006761ED"/>
    <w:rsid w:val="006A1F66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67F2"/>
    <w:rsid w:val="00777A97"/>
    <w:rsid w:val="0079445D"/>
    <w:rsid w:val="00794FD5"/>
    <w:rsid w:val="00797978"/>
    <w:rsid w:val="007A1A71"/>
    <w:rsid w:val="007B63B8"/>
    <w:rsid w:val="007C32F9"/>
    <w:rsid w:val="007D1273"/>
    <w:rsid w:val="007E405B"/>
    <w:rsid w:val="007E61B3"/>
    <w:rsid w:val="007E73CF"/>
    <w:rsid w:val="007F1B7C"/>
    <w:rsid w:val="007F3E87"/>
    <w:rsid w:val="008057D9"/>
    <w:rsid w:val="00806C40"/>
    <w:rsid w:val="008109A9"/>
    <w:rsid w:val="00831BCD"/>
    <w:rsid w:val="00833098"/>
    <w:rsid w:val="00834A7C"/>
    <w:rsid w:val="00844C4E"/>
    <w:rsid w:val="00857CB6"/>
    <w:rsid w:val="008610D4"/>
    <w:rsid w:val="00865215"/>
    <w:rsid w:val="00877E46"/>
    <w:rsid w:val="0088149D"/>
    <w:rsid w:val="00883B85"/>
    <w:rsid w:val="00892163"/>
    <w:rsid w:val="0089774F"/>
    <w:rsid w:val="00897DA2"/>
    <w:rsid w:val="008A3D82"/>
    <w:rsid w:val="008A448E"/>
    <w:rsid w:val="008A5052"/>
    <w:rsid w:val="008C6AD3"/>
    <w:rsid w:val="008E6E2F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95301"/>
    <w:rsid w:val="009A2F92"/>
    <w:rsid w:val="009A6570"/>
    <w:rsid w:val="009B1F99"/>
    <w:rsid w:val="009C0C0D"/>
    <w:rsid w:val="009C35F0"/>
    <w:rsid w:val="009D06CB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2011A"/>
    <w:rsid w:val="00A30643"/>
    <w:rsid w:val="00A31F38"/>
    <w:rsid w:val="00A32785"/>
    <w:rsid w:val="00A344BC"/>
    <w:rsid w:val="00A34F07"/>
    <w:rsid w:val="00A51A2E"/>
    <w:rsid w:val="00A55151"/>
    <w:rsid w:val="00A55843"/>
    <w:rsid w:val="00A65DF3"/>
    <w:rsid w:val="00A672B5"/>
    <w:rsid w:val="00A7518B"/>
    <w:rsid w:val="00A7697D"/>
    <w:rsid w:val="00A95C7A"/>
    <w:rsid w:val="00AA301D"/>
    <w:rsid w:val="00AC2774"/>
    <w:rsid w:val="00AC45E7"/>
    <w:rsid w:val="00AD100E"/>
    <w:rsid w:val="00AE0A48"/>
    <w:rsid w:val="00AE7989"/>
    <w:rsid w:val="00B044C7"/>
    <w:rsid w:val="00B142CC"/>
    <w:rsid w:val="00B169B5"/>
    <w:rsid w:val="00B21D35"/>
    <w:rsid w:val="00B2560E"/>
    <w:rsid w:val="00B30448"/>
    <w:rsid w:val="00B3154E"/>
    <w:rsid w:val="00B361E9"/>
    <w:rsid w:val="00B43590"/>
    <w:rsid w:val="00B45B55"/>
    <w:rsid w:val="00B535A8"/>
    <w:rsid w:val="00B6308A"/>
    <w:rsid w:val="00B67295"/>
    <w:rsid w:val="00B73321"/>
    <w:rsid w:val="00B8063A"/>
    <w:rsid w:val="00B80CBB"/>
    <w:rsid w:val="00B83396"/>
    <w:rsid w:val="00B869A6"/>
    <w:rsid w:val="00B92097"/>
    <w:rsid w:val="00B94038"/>
    <w:rsid w:val="00BA5B57"/>
    <w:rsid w:val="00BA5BB5"/>
    <w:rsid w:val="00BB200E"/>
    <w:rsid w:val="00BB5476"/>
    <w:rsid w:val="00BC53C5"/>
    <w:rsid w:val="00BD1FAA"/>
    <w:rsid w:val="00BD7B5D"/>
    <w:rsid w:val="00BE2B5B"/>
    <w:rsid w:val="00BE72E5"/>
    <w:rsid w:val="00BE75D4"/>
    <w:rsid w:val="00BF3A06"/>
    <w:rsid w:val="00C0529E"/>
    <w:rsid w:val="00C16880"/>
    <w:rsid w:val="00C16E56"/>
    <w:rsid w:val="00C201F2"/>
    <w:rsid w:val="00C36DE7"/>
    <w:rsid w:val="00C37020"/>
    <w:rsid w:val="00C3747A"/>
    <w:rsid w:val="00C402C4"/>
    <w:rsid w:val="00C53928"/>
    <w:rsid w:val="00C54E74"/>
    <w:rsid w:val="00C577D8"/>
    <w:rsid w:val="00C60BD9"/>
    <w:rsid w:val="00C643E8"/>
    <w:rsid w:val="00C70519"/>
    <w:rsid w:val="00C807FD"/>
    <w:rsid w:val="00C91EF3"/>
    <w:rsid w:val="00CB27C3"/>
    <w:rsid w:val="00CB6C75"/>
    <w:rsid w:val="00CC05B6"/>
    <w:rsid w:val="00CD2B35"/>
    <w:rsid w:val="00CD3AE6"/>
    <w:rsid w:val="00CD7B1A"/>
    <w:rsid w:val="00CE0921"/>
    <w:rsid w:val="00CE6ABD"/>
    <w:rsid w:val="00CF3303"/>
    <w:rsid w:val="00D02214"/>
    <w:rsid w:val="00D113DB"/>
    <w:rsid w:val="00D143FB"/>
    <w:rsid w:val="00D208E0"/>
    <w:rsid w:val="00D25A39"/>
    <w:rsid w:val="00D30C09"/>
    <w:rsid w:val="00D3224E"/>
    <w:rsid w:val="00D41EE0"/>
    <w:rsid w:val="00D510A8"/>
    <w:rsid w:val="00D5423B"/>
    <w:rsid w:val="00D54294"/>
    <w:rsid w:val="00D55FE3"/>
    <w:rsid w:val="00D63DB7"/>
    <w:rsid w:val="00D90E3F"/>
    <w:rsid w:val="00DA290A"/>
    <w:rsid w:val="00DB4219"/>
    <w:rsid w:val="00DD6E4A"/>
    <w:rsid w:val="00DF4C02"/>
    <w:rsid w:val="00E02ADD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77431"/>
    <w:rsid w:val="00E845F5"/>
    <w:rsid w:val="00E86F53"/>
    <w:rsid w:val="00E86FDA"/>
    <w:rsid w:val="00E90913"/>
    <w:rsid w:val="00E90AF3"/>
    <w:rsid w:val="00E95828"/>
    <w:rsid w:val="00EA199A"/>
    <w:rsid w:val="00EA5574"/>
    <w:rsid w:val="00EB6E39"/>
    <w:rsid w:val="00EC0072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47337"/>
    <w:rsid w:val="00F519C4"/>
    <w:rsid w:val="00F60290"/>
    <w:rsid w:val="00F612AE"/>
    <w:rsid w:val="00F64FC8"/>
    <w:rsid w:val="00F72FFB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3631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758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E3631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1E3631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60507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9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184</Words>
  <Characters>1050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2018-12-18T13:39:00Z</cp:lastPrinted>
  <dcterms:created xsi:type="dcterms:W3CDTF">2018-12-19T09:57:00Z</dcterms:created>
  <dcterms:modified xsi:type="dcterms:W3CDTF">2018-12-19T09:57:00Z</dcterms:modified>
</cp:coreProperties>
</file>