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1" w:rsidRDefault="001D0921" w:rsidP="008D077E">
      <w:pPr>
        <w:jc w:val="center"/>
        <w:rPr>
          <w:snapToGrid w:val="0"/>
          <w:spacing w:val="8"/>
          <w:sz w:val="24"/>
        </w:rPr>
      </w:pPr>
      <w:r w:rsidRPr="00FB722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1D0921" w:rsidRDefault="001D0921" w:rsidP="008D077E">
      <w:pPr>
        <w:spacing w:line="360" w:lineRule="auto"/>
        <w:rPr>
          <w:spacing w:val="8"/>
          <w:sz w:val="12"/>
          <w:szCs w:val="20"/>
        </w:rPr>
      </w:pPr>
    </w:p>
    <w:p w:rsidR="001D0921" w:rsidRDefault="001D0921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1D0921" w:rsidRDefault="001D0921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1D0921" w:rsidRDefault="001D0921" w:rsidP="008D077E">
      <w:pPr>
        <w:jc w:val="center"/>
        <w:rPr>
          <w:b/>
          <w:sz w:val="16"/>
          <w:szCs w:val="16"/>
        </w:rPr>
      </w:pPr>
    </w:p>
    <w:p w:rsidR="001D0921" w:rsidRDefault="001D0921" w:rsidP="008D077E">
      <w:pPr>
        <w:jc w:val="center"/>
        <w:rPr>
          <w:b/>
          <w:sz w:val="16"/>
          <w:szCs w:val="16"/>
        </w:rPr>
      </w:pPr>
    </w:p>
    <w:p w:rsidR="001D0921" w:rsidRDefault="001D0921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1D0921" w:rsidRPr="00BE2B5B" w:rsidRDefault="001D0921" w:rsidP="00BE2B5B"/>
    <w:p w:rsidR="001D0921" w:rsidRDefault="001D0921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1D0921" w:rsidTr="00BE2B5B">
        <w:trPr>
          <w:tblCellSpacing w:w="0" w:type="dxa"/>
        </w:trPr>
        <w:tc>
          <w:tcPr>
            <w:tcW w:w="3240" w:type="dxa"/>
            <w:vAlign w:val="center"/>
          </w:tcPr>
          <w:p w:rsidR="001D0921" w:rsidRDefault="001D0921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1D0921" w:rsidRDefault="001D092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1D0921" w:rsidRDefault="001D092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348</w:t>
            </w:r>
          </w:p>
        </w:tc>
      </w:tr>
    </w:tbl>
    <w:p w:rsidR="001D0921" w:rsidRDefault="001D0921" w:rsidP="008D077E">
      <w:pPr>
        <w:pStyle w:val="Title"/>
        <w:jc w:val="left"/>
        <w:rPr>
          <w:sz w:val="32"/>
          <w:szCs w:val="32"/>
        </w:rPr>
      </w:pPr>
    </w:p>
    <w:p w:rsidR="001D0921" w:rsidRDefault="001D0921" w:rsidP="008D077E">
      <w:pPr>
        <w:pStyle w:val="NormalWeb"/>
        <w:spacing w:before="0" w:beforeAutospacing="0" w:after="0" w:afterAutospacing="0"/>
        <w:jc w:val="center"/>
      </w:pPr>
      <w:r>
        <w:t> </w:t>
      </w:r>
    </w:p>
    <w:p w:rsidR="001D0921" w:rsidRPr="00A05026" w:rsidRDefault="001D0921" w:rsidP="00BE2B5B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Соловей Л.М.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1D0921" w:rsidRPr="00A05026" w:rsidRDefault="001D0921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1D0921" w:rsidRDefault="001D0921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ки (паю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  <w:r w:rsidRPr="00A05026">
        <w:rPr>
          <w:szCs w:val="28"/>
        </w:rPr>
        <w:t xml:space="preserve"> </w:t>
      </w:r>
    </w:p>
    <w:p w:rsidR="001D0921" w:rsidRPr="00A05026" w:rsidRDefault="001D0921" w:rsidP="00E241D1">
      <w:pPr>
        <w:jc w:val="center"/>
        <w:rPr>
          <w:szCs w:val="28"/>
        </w:rPr>
      </w:pPr>
      <w:r>
        <w:rPr>
          <w:szCs w:val="28"/>
        </w:rPr>
        <w:t xml:space="preserve">агрофірми «Камінь-Каширський»  </w:t>
      </w:r>
      <w:r w:rsidRPr="00A05026">
        <w:rPr>
          <w:szCs w:val="28"/>
        </w:rPr>
        <w:t>в натурі (на  місцевості)</w:t>
      </w:r>
    </w:p>
    <w:p w:rsidR="001D0921" w:rsidRPr="00A05026" w:rsidRDefault="001D0921" w:rsidP="001B6D24"/>
    <w:p w:rsidR="001D0921" w:rsidRPr="00A05026" w:rsidRDefault="001D0921" w:rsidP="001B6D24">
      <w:r>
        <w:t xml:space="preserve"> </w:t>
      </w:r>
    </w:p>
    <w:p w:rsidR="001D0921" w:rsidRPr="00A05026" w:rsidRDefault="001D0921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1D0921" w:rsidRPr="002C4EAD" w:rsidRDefault="001D0921" w:rsidP="002C4EAD">
      <w:pPr>
        <w:jc w:val="both"/>
        <w:rPr>
          <w:szCs w:val="28"/>
        </w:rPr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ки (паю</w:t>
      </w:r>
      <w:r w:rsidRPr="00A05026">
        <w:t xml:space="preserve">)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  <w:r w:rsidRPr="00A05026">
        <w:rPr>
          <w:szCs w:val="28"/>
        </w:rPr>
        <w:t xml:space="preserve"> </w:t>
      </w:r>
      <w:r>
        <w:rPr>
          <w:szCs w:val="28"/>
        </w:rPr>
        <w:t xml:space="preserve">агрофірми «Камінь - Каширський»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</w:t>
      </w:r>
      <w:r>
        <w:rPr>
          <w:szCs w:val="28"/>
        </w:rPr>
        <w:t xml:space="preserve">Камінь-Каширської </w:t>
      </w:r>
      <w:r w:rsidRPr="009A6570">
        <w:rPr>
          <w:szCs w:val="28"/>
        </w:rPr>
        <w:t xml:space="preserve"> </w:t>
      </w:r>
      <w:r>
        <w:rPr>
          <w:szCs w:val="28"/>
        </w:rPr>
        <w:t>міської</w:t>
      </w:r>
      <w:r>
        <w:t xml:space="preserve"> </w:t>
      </w:r>
      <w:r w:rsidRPr="00A05026">
        <w:t>ради громадян</w:t>
      </w:r>
      <w:r>
        <w:t>ці</w:t>
      </w:r>
      <w:r w:rsidRPr="00A05026">
        <w:t>:</w:t>
      </w:r>
    </w:p>
    <w:p w:rsidR="001D0921" w:rsidRPr="00A05026" w:rsidRDefault="001D0921" w:rsidP="002C4EAD">
      <w:pPr>
        <w:ind w:firstLine="708"/>
        <w:jc w:val="both"/>
      </w:pPr>
      <w:r w:rsidRPr="00A05026">
        <w:t xml:space="preserve">- </w:t>
      </w:r>
      <w:r>
        <w:t>Соловей Лідії Миколаївні, власнику сертифіката</w:t>
      </w:r>
      <w:r w:rsidRPr="00A05026">
        <w:t xml:space="preserve"> на право н</w:t>
      </w:r>
      <w:r>
        <w:t>а земельну частку (пай</w:t>
      </w:r>
      <w:r w:rsidRPr="00A05026">
        <w:t>) серії ВЛ №</w:t>
      </w:r>
      <w:r>
        <w:t xml:space="preserve"> 0231895.</w:t>
      </w:r>
    </w:p>
    <w:p w:rsidR="001D0921" w:rsidRPr="00A05026" w:rsidRDefault="001D0921" w:rsidP="002C4EAD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1D0921" w:rsidRPr="00A05026" w:rsidRDefault="001D0921" w:rsidP="001B6D24"/>
    <w:p w:rsidR="001D0921" w:rsidRPr="00A05026" w:rsidRDefault="001D0921" w:rsidP="001B6D24"/>
    <w:p w:rsidR="001D0921" w:rsidRPr="00A05026" w:rsidRDefault="001D0921" w:rsidP="001B6D24"/>
    <w:p w:rsidR="001D0921" w:rsidRPr="00A05026" w:rsidRDefault="001D0921" w:rsidP="001B6D24"/>
    <w:p w:rsidR="001D0921" w:rsidRPr="00A05026" w:rsidRDefault="001D0921" w:rsidP="001B6D24"/>
    <w:p w:rsidR="001D0921" w:rsidRDefault="001D0921" w:rsidP="001B6D24">
      <w:pPr>
        <w:rPr>
          <w:b/>
        </w:rPr>
      </w:pPr>
      <w:r>
        <w:t xml:space="preserve">Голова                                                                                             </w:t>
      </w:r>
      <w:r w:rsidRPr="001F08ED">
        <w:rPr>
          <w:b/>
        </w:rPr>
        <w:t xml:space="preserve"> В.ДУНАЙЧУК</w:t>
      </w:r>
    </w:p>
    <w:p w:rsidR="001D0921" w:rsidRPr="00A05026" w:rsidRDefault="001D0921" w:rsidP="001B6D24"/>
    <w:p w:rsidR="001D0921" w:rsidRPr="00400AFD" w:rsidRDefault="001D0921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1D0921" w:rsidRPr="00A05026" w:rsidRDefault="001D0921" w:rsidP="001B6D24"/>
    <w:p w:rsidR="001D0921" w:rsidRPr="00A05026" w:rsidRDefault="001D0921" w:rsidP="001B6D24"/>
    <w:sectPr w:rsidR="001D0921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921" w:rsidRDefault="001D0921" w:rsidP="00D113DB">
      <w:r>
        <w:separator/>
      </w:r>
    </w:p>
  </w:endnote>
  <w:endnote w:type="continuationSeparator" w:id="0">
    <w:p w:rsidR="001D0921" w:rsidRDefault="001D092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921" w:rsidRDefault="001D0921" w:rsidP="00D113DB">
      <w:r>
        <w:separator/>
      </w:r>
    </w:p>
  </w:footnote>
  <w:footnote w:type="continuationSeparator" w:id="0">
    <w:p w:rsidR="001D0921" w:rsidRDefault="001D092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31BBB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0921"/>
    <w:rsid w:val="001D1B08"/>
    <w:rsid w:val="001D33B8"/>
    <w:rsid w:val="001E514E"/>
    <w:rsid w:val="001F08ED"/>
    <w:rsid w:val="001F55AA"/>
    <w:rsid w:val="001F6014"/>
    <w:rsid w:val="00203A9A"/>
    <w:rsid w:val="002054F2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C4EAD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252C0"/>
    <w:rsid w:val="005317A2"/>
    <w:rsid w:val="005513FD"/>
    <w:rsid w:val="005605C3"/>
    <w:rsid w:val="005646BC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237F"/>
    <w:rsid w:val="00615691"/>
    <w:rsid w:val="00617B5B"/>
    <w:rsid w:val="006213BC"/>
    <w:rsid w:val="006373EB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0AC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518B"/>
    <w:rsid w:val="00A7697D"/>
    <w:rsid w:val="00A849F0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2794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6DE7"/>
    <w:rsid w:val="00C3747A"/>
    <w:rsid w:val="00C548E2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A2C77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4F86"/>
    <w:rsid w:val="00EB6E39"/>
    <w:rsid w:val="00EC1C36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B722E"/>
    <w:rsid w:val="00FC67FF"/>
    <w:rsid w:val="00FE05D7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A2AE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12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188</Words>
  <Characters>1078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2018-11-28T12:39:00Z</cp:lastPrinted>
  <dcterms:created xsi:type="dcterms:W3CDTF">2018-11-30T08:05:00Z</dcterms:created>
  <dcterms:modified xsi:type="dcterms:W3CDTF">2018-11-30T08:05:00Z</dcterms:modified>
</cp:coreProperties>
</file>