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1B" w:rsidRDefault="008D1C1B" w:rsidP="00DF4C02">
      <w:pPr>
        <w:jc w:val="center"/>
        <w:rPr>
          <w:snapToGrid w:val="0"/>
          <w:spacing w:val="8"/>
          <w:sz w:val="24"/>
        </w:rPr>
      </w:pPr>
      <w:r w:rsidRPr="00A8272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D1C1B" w:rsidRDefault="008D1C1B" w:rsidP="00DF4C02">
      <w:pPr>
        <w:spacing w:line="360" w:lineRule="auto"/>
        <w:rPr>
          <w:spacing w:val="8"/>
          <w:sz w:val="12"/>
          <w:szCs w:val="20"/>
        </w:rPr>
      </w:pPr>
    </w:p>
    <w:p w:rsidR="008D1C1B" w:rsidRDefault="008D1C1B" w:rsidP="00DF4C02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8D1C1B" w:rsidRDefault="008D1C1B" w:rsidP="00DF4C02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8D1C1B" w:rsidRDefault="008D1C1B" w:rsidP="00DF4C02">
      <w:pPr>
        <w:jc w:val="center"/>
        <w:rPr>
          <w:b/>
          <w:sz w:val="16"/>
          <w:szCs w:val="16"/>
        </w:rPr>
      </w:pPr>
    </w:p>
    <w:p w:rsidR="008D1C1B" w:rsidRDefault="008D1C1B" w:rsidP="00DF4C02">
      <w:pPr>
        <w:jc w:val="center"/>
        <w:rPr>
          <w:b/>
          <w:sz w:val="16"/>
          <w:szCs w:val="16"/>
        </w:rPr>
      </w:pPr>
    </w:p>
    <w:p w:rsidR="008D1C1B" w:rsidRDefault="008D1C1B" w:rsidP="00DF4C02">
      <w:pPr>
        <w:pStyle w:val="Heading1"/>
        <w:rPr>
          <w:sz w:val="32"/>
          <w:szCs w:val="32"/>
        </w:rPr>
      </w:pPr>
      <w:r>
        <w:rPr>
          <w:sz w:val="32"/>
          <w:szCs w:val="32"/>
        </w:rPr>
        <w:t>РОЗПОРЯДЖЕННЯ</w:t>
      </w:r>
    </w:p>
    <w:p w:rsidR="008D1C1B" w:rsidRPr="00BE2B5B" w:rsidRDefault="008D1C1B" w:rsidP="00DF4C02"/>
    <w:p w:rsidR="008D1C1B" w:rsidRDefault="008D1C1B" w:rsidP="00DF4C02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8D1C1B" w:rsidTr="00AE7989">
        <w:trPr>
          <w:tblCellSpacing w:w="0" w:type="dxa"/>
        </w:trPr>
        <w:tc>
          <w:tcPr>
            <w:tcW w:w="3240" w:type="dxa"/>
            <w:vAlign w:val="center"/>
          </w:tcPr>
          <w:p w:rsidR="008D1C1B" w:rsidRPr="00CE6ABD" w:rsidRDefault="008D1C1B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листопада 2018 року</w:t>
            </w:r>
          </w:p>
        </w:tc>
        <w:tc>
          <w:tcPr>
            <w:tcW w:w="3420" w:type="dxa"/>
            <w:vAlign w:val="center"/>
          </w:tcPr>
          <w:p w:rsidR="008D1C1B" w:rsidRDefault="008D1C1B" w:rsidP="00AE798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8D1C1B" w:rsidRPr="00DF4C02" w:rsidRDefault="008D1C1B" w:rsidP="00A55843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  <w:lang w:val="uk-UA"/>
              </w:rPr>
              <w:t xml:space="preserve"> 346</w:t>
            </w:r>
          </w:p>
        </w:tc>
      </w:tr>
    </w:tbl>
    <w:p w:rsidR="008D1C1B" w:rsidRDefault="008D1C1B" w:rsidP="00DF4C02">
      <w:pPr>
        <w:pStyle w:val="Title"/>
        <w:jc w:val="left"/>
        <w:rPr>
          <w:sz w:val="32"/>
          <w:szCs w:val="32"/>
        </w:rPr>
      </w:pPr>
    </w:p>
    <w:p w:rsidR="008D1C1B" w:rsidRDefault="008D1C1B" w:rsidP="001E3631">
      <w:pPr>
        <w:jc w:val="center"/>
      </w:pPr>
    </w:p>
    <w:p w:rsidR="008D1C1B" w:rsidRDefault="008D1C1B" w:rsidP="001E3631">
      <w:pPr>
        <w:jc w:val="center"/>
        <w:rPr>
          <w:szCs w:val="28"/>
        </w:rPr>
      </w:pPr>
      <w:r>
        <w:rPr>
          <w:szCs w:val="28"/>
        </w:rPr>
        <w:t>Про надання гр. Приймаку В.І. дозволу на розроблення</w:t>
      </w:r>
    </w:p>
    <w:p w:rsidR="008D1C1B" w:rsidRDefault="008D1C1B" w:rsidP="001E3631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8D1C1B" w:rsidRDefault="008D1C1B" w:rsidP="001E3631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8D1C1B" w:rsidRDefault="008D1C1B" w:rsidP="001E3631">
      <w:pPr>
        <w:jc w:val="center"/>
        <w:rPr>
          <w:szCs w:val="28"/>
        </w:rPr>
      </w:pPr>
      <w:r>
        <w:rPr>
          <w:szCs w:val="28"/>
        </w:rPr>
        <w:t>КСП «Полицьке» в натурі (на  місцевості)</w:t>
      </w:r>
    </w:p>
    <w:p w:rsidR="008D1C1B" w:rsidRDefault="008D1C1B" w:rsidP="001E3631"/>
    <w:p w:rsidR="008D1C1B" w:rsidRDefault="008D1C1B" w:rsidP="001E3631"/>
    <w:p w:rsidR="008D1C1B" w:rsidRDefault="008D1C1B" w:rsidP="001E3631">
      <w:pPr>
        <w:ind w:firstLine="708"/>
        <w:jc w:val="both"/>
      </w:pP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8D1C1B" w:rsidRDefault="008D1C1B" w:rsidP="001E3631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«Полицьке»</w:t>
      </w:r>
      <w:r>
        <w:t xml:space="preserve"> в натурі (на місцевості) за межами населеного пункту на території Полицівської сільської ради громадянину:</w:t>
      </w:r>
    </w:p>
    <w:p w:rsidR="008D1C1B" w:rsidRDefault="008D1C1B" w:rsidP="001E3631">
      <w:pPr>
        <w:ind w:firstLine="708"/>
        <w:jc w:val="both"/>
      </w:pPr>
      <w:r>
        <w:t>- Приймаку Володимиру Івановичу, власнику сертифіката  на право на земельну частку (пай) серії ВЛ № 0050398.</w:t>
      </w:r>
    </w:p>
    <w:p w:rsidR="008D1C1B" w:rsidRDefault="008D1C1B" w:rsidP="001E3631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8D1C1B" w:rsidRDefault="008D1C1B" w:rsidP="001E3631"/>
    <w:p w:rsidR="008D1C1B" w:rsidRDefault="008D1C1B" w:rsidP="001E3631"/>
    <w:p w:rsidR="008D1C1B" w:rsidRDefault="008D1C1B" w:rsidP="001E3631"/>
    <w:p w:rsidR="008D1C1B" w:rsidRDefault="008D1C1B" w:rsidP="001E3631"/>
    <w:p w:rsidR="008D1C1B" w:rsidRDefault="008D1C1B" w:rsidP="001E3631"/>
    <w:p w:rsidR="008D1C1B" w:rsidRDefault="008D1C1B" w:rsidP="001E3631">
      <w:r>
        <w:t xml:space="preserve">Голова                                                           </w:t>
      </w:r>
      <w:r>
        <w:rPr>
          <w:b/>
        </w:rPr>
        <w:t xml:space="preserve">                                В.ДУНАЙЧУК</w:t>
      </w:r>
    </w:p>
    <w:p w:rsidR="008D1C1B" w:rsidRDefault="008D1C1B" w:rsidP="001E3631"/>
    <w:p w:rsidR="008D1C1B" w:rsidRDefault="008D1C1B" w:rsidP="001E3631">
      <w:pPr>
        <w:rPr>
          <w:sz w:val="24"/>
        </w:rPr>
      </w:pPr>
      <w:r>
        <w:rPr>
          <w:sz w:val="24"/>
        </w:rPr>
        <w:t>Нікітчук 23068</w:t>
      </w:r>
    </w:p>
    <w:p w:rsidR="008D1C1B" w:rsidRDefault="008D1C1B" w:rsidP="001E3631"/>
    <w:sectPr w:rsidR="008D1C1B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C1B" w:rsidRDefault="008D1C1B" w:rsidP="00D113DB">
      <w:r>
        <w:separator/>
      </w:r>
    </w:p>
  </w:endnote>
  <w:endnote w:type="continuationSeparator" w:id="0">
    <w:p w:rsidR="008D1C1B" w:rsidRDefault="008D1C1B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C1B" w:rsidRDefault="008D1C1B" w:rsidP="00D113DB">
      <w:r>
        <w:separator/>
      </w:r>
    </w:p>
  </w:footnote>
  <w:footnote w:type="continuationSeparator" w:id="0">
    <w:p w:rsidR="008D1C1B" w:rsidRDefault="008D1C1B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7FC0"/>
    <w:rsid w:val="00010BB4"/>
    <w:rsid w:val="00011C08"/>
    <w:rsid w:val="00017536"/>
    <w:rsid w:val="00021074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71075"/>
    <w:rsid w:val="00094177"/>
    <w:rsid w:val="0009683A"/>
    <w:rsid w:val="000A4A8C"/>
    <w:rsid w:val="000A66CA"/>
    <w:rsid w:val="000B259B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D48D8"/>
    <w:rsid w:val="001E3631"/>
    <w:rsid w:val="001E514E"/>
    <w:rsid w:val="001E568B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34EDC"/>
    <w:rsid w:val="00342813"/>
    <w:rsid w:val="00361B5B"/>
    <w:rsid w:val="00361F44"/>
    <w:rsid w:val="00367B81"/>
    <w:rsid w:val="0038223E"/>
    <w:rsid w:val="003869D8"/>
    <w:rsid w:val="00390D8A"/>
    <w:rsid w:val="00395999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1227D"/>
    <w:rsid w:val="004312D4"/>
    <w:rsid w:val="0045434C"/>
    <w:rsid w:val="00456C12"/>
    <w:rsid w:val="00463C29"/>
    <w:rsid w:val="004720B5"/>
    <w:rsid w:val="00490A24"/>
    <w:rsid w:val="004A00FE"/>
    <w:rsid w:val="004A318D"/>
    <w:rsid w:val="004A6BFA"/>
    <w:rsid w:val="004A772A"/>
    <w:rsid w:val="004C50C6"/>
    <w:rsid w:val="004D5FCE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56C95"/>
    <w:rsid w:val="005665D7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1E78"/>
    <w:rsid w:val="005E2C54"/>
    <w:rsid w:val="005E3F21"/>
    <w:rsid w:val="005E7D37"/>
    <w:rsid w:val="005F345D"/>
    <w:rsid w:val="005F609B"/>
    <w:rsid w:val="00600096"/>
    <w:rsid w:val="0060142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C32F9"/>
    <w:rsid w:val="007D1273"/>
    <w:rsid w:val="007E0285"/>
    <w:rsid w:val="007E405B"/>
    <w:rsid w:val="007E61B3"/>
    <w:rsid w:val="007E73CF"/>
    <w:rsid w:val="007F1B7C"/>
    <w:rsid w:val="007F3E87"/>
    <w:rsid w:val="008057D9"/>
    <w:rsid w:val="00806C40"/>
    <w:rsid w:val="008109A9"/>
    <w:rsid w:val="00831BCD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D1C1B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011A"/>
    <w:rsid w:val="00A30643"/>
    <w:rsid w:val="00A31F38"/>
    <w:rsid w:val="00A344BC"/>
    <w:rsid w:val="00A34F07"/>
    <w:rsid w:val="00A51A2E"/>
    <w:rsid w:val="00A55151"/>
    <w:rsid w:val="00A55843"/>
    <w:rsid w:val="00A65DF3"/>
    <w:rsid w:val="00A672B5"/>
    <w:rsid w:val="00A7518B"/>
    <w:rsid w:val="00A7697D"/>
    <w:rsid w:val="00A8272A"/>
    <w:rsid w:val="00A95C7A"/>
    <w:rsid w:val="00AA301D"/>
    <w:rsid w:val="00AB6C0E"/>
    <w:rsid w:val="00AC2774"/>
    <w:rsid w:val="00AC45E7"/>
    <w:rsid w:val="00AD100E"/>
    <w:rsid w:val="00AE0A48"/>
    <w:rsid w:val="00AE7989"/>
    <w:rsid w:val="00B044C7"/>
    <w:rsid w:val="00B142CC"/>
    <w:rsid w:val="00B169B5"/>
    <w:rsid w:val="00B21D35"/>
    <w:rsid w:val="00B2560E"/>
    <w:rsid w:val="00B3154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94038"/>
    <w:rsid w:val="00BA5B57"/>
    <w:rsid w:val="00BA5BB5"/>
    <w:rsid w:val="00BB200E"/>
    <w:rsid w:val="00BB5476"/>
    <w:rsid w:val="00BC53C5"/>
    <w:rsid w:val="00BD1FAA"/>
    <w:rsid w:val="00BD7B5D"/>
    <w:rsid w:val="00BE2B5B"/>
    <w:rsid w:val="00BE72E5"/>
    <w:rsid w:val="00BE75D4"/>
    <w:rsid w:val="00BF3A06"/>
    <w:rsid w:val="00C0529E"/>
    <w:rsid w:val="00C16880"/>
    <w:rsid w:val="00C16E56"/>
    <w:rsid w:val="00C201F2"/>
    <w:rsid w:val="00C36DE7"/>
    <w:rsid w:val="00C37020"/>
    <w:rsid w:val="00C3747A"/>
    <w:rsid w:val="00C402C4"/>
    <w:rsid w:val="00C53928"/>
    <w:rsid w:val="00C54E74"/>
    <w:rsid w:val="00C561C4"/>
    <w:rsid w:val="00C577D8"/>
    <w:rsid w:val="00C643E8"/>
    <w:rsid w:val="00C70519"/>
    <w:rsid w:val="00C807FD"/>
    <w:rsid w:val="00C91EF3"/>
    <w:rsid w:val="00CB6C75"/>
    <w:rsid w:val="00CC05B6"/>
    <w:rsid w:val="00CD2B35"/>
    <w:rsid w:val="00CD3AE6"/>
    <w:rsid w:val="00CD7B1A"/>
    <w:rsid w:val="00CE0921"/>
    <w:rsid w:val="00CE6ABD"/>
    <w:rsid w:val="00CF3303"/>
    <w:rsid w:val="00D02214"/>
    <w:rsid w:val="00D113DB"/>
    <w:rsid w:val="00D143FB"/>
    <w:rsid w:val="00D208E0"/>
    <w:rsid w:val="00D25A39"/>
    <w:rsid w:val="00D30C09"/>
    <w:rsid w:val="00D3224E"/>
    <w:rsid w:val="00D41EE0"/>
    <w:rsid w:val="00D510A8"/>
    <w:rsid w:val="00D5423B"/>
    <w:rsid w:val="00D54294"/>
    <w:rsid w:val="00D55FE3"/>
    <w:rsid w:val="00D63DB7"/>
    <w:rsid w:val="00D90E3F"/>
    <w:rsid w:val="00DA290A"/>
    <w:rsid w:val="00DB4219"/>
    <w:rsid w:val="00DD6E4A"/>
    <w:rsid w:val="00DF4C02"/>
    <w:rsid w:val="00E02ADD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47337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3631"/>
    <w:rPr>
      <w:rFonts w:eastAsia="Times New Roman" w:cs="Times New Roman"/>
      <w:b/>
      <w:sz w:val="28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3631"/>
    <w:rPr>
      <w:rFonts w:eastAsia="Batang" w:cs="Times New Roman"/>
      <w:b/>
      <w:bCs/>
      <w:sz w:val="24"/>
      <w:szCs w:val="24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1E3631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42DB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183</Words>
  <Characters>1046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2018-11-28T12:42:00Z</cp:lastPrinted>
  <dcterms:created xsi:type="dcterms:W3CDTF">2018-11-30T07:54:00Z</dcterms:created>
  <dcterms:modified xsi:type="dcterms:W3CDTF">2018-11-30T07:54:00Z</dcterms:modified>
</cp:coreProperties>
</file>