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C86" w:rsidRDefault="00DF5C86" w:rsidP="00DF4C02">
      <w:pPr>
        <w:jc w:val="center"/>
        <w:rPr>
          <w:snapToGrid w:val="0"/>
          <w:spacing w:val="8"/>
          <w:sz w:val="24"/>
        </w:rPr>
      </w:pPr>
      <w:r w:rsidRPr="00893FA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DF5C86" w:rsidRDefault="00DF5C86" w:rsidP="00DF4C02">
      <w:pPr>
        <w:spacing w:line="360" w:lineRule="auto"/>
        <w:rPr>
          <w:spacing w:val="8"/>
          <w:sz w:val="12"/>
          <w:szCs w:val="20"/>
        </w:rPr>
      </w:pPr>
    </w:p>
    <w:p w:rsidR="00DF5C86" w:rsidRDefault="00DF5C86" w:rsidP="00DF4C02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DF5C86" w:rsidRDefault="00DF5C86" w:rsidP="00DF4C02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DF5C86" w:rsidRDefault="00DF5C86" w:rsidP="00DF4C02">
      <w:pPr>
        <w:jc w:val="center"/>
        <w:rPr>
          <w:b/>
          <w:sz w:val="16"/>
          <w:szCs w:val="16"/>
        </w:rPr>
      </w:pPr>
    </w:p>
    <w:p w:rsidR="00DF5C86" w:rsidRDefault="00DF5C86" w:rsidP="00DF4C02">
      <w:pPr>
        <w:jc w:val="center"/>
        <w:rPr>
          <w:b/>
          <w:sz w:val="16"/>
          <w:szCs w:val="16"/>
        </w:rPr>
      </w:pPr>
    </w:p>
    <w:p w:rsidR="00DF5C86" w:rsidRDefault="00DF5C86" w:rsidP="00DF4C02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DF5C86" w:rsidRPr="00BE2B5B" w:rsidRDefault="00DF5C86" w:rsidP="00DF4C02"/>
    <w:p w:rsidR="00DF5C86" w:rsidRDefault="00DF5C86" w:rsidP="00DF4C02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DF5C86" w:rsidTr="00AE7989">
        <w:trPr>
          <w:tblCellSpacing w:w="0" w:type="dxa"/>
        </w:trPr>
        <w:tc>
          <w:tcPr>
            <w:tcW w:w="3240" w:type="dxa"/>
            <w:vAlign w:val="center"/>
          </w:tcPr>
          <w:p w:rsidR="00DF5C86" w:rsidRPr="00CE6ABD" w:rsidRDefault="00DF5C86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 листопада 2018 року</w:t>
            </w:r>
          </w:p>
        </w:tc>
        <w:tc>
          <w:tcPr>
            <w:tcW w:w="3420" w:type="dxa"/>
            <w:vAlign w:val="center"/>
          </w:tcPr>
          <w:p w:rsidR="00DF5C86" w:rsidRDefault="00DF5C86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DF5C86" w:rsidRPr="00DF4C02" w:rsidRDefault="00DF5C86" w:rsidP="00A55843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 xml:space="preserve"> 345</w:t>
            </w:r>
          </w:p>
        </w:tc>
      </w:tr>
    </w:tbl>
    <w:p w:rsidR="00DF5C86" w:rsidRDefault="00DF5C86" w:rsidP="00DF4C02">
      <w:pPr>
        <w:pStyle w:val="Title"/>
        <w:jc w:val="left"/>
        <w:rPr>
          <w:sz w:val="32"/>
          <w:szCs w:val="32"/>
        </w:rPr>
      </w:pPr>
    </w:p>
    <w:p w:rsidR="00DF5C86" w:rsidRDefault="00DF5C86" w:rsidP="001E3631">
      <w:pPr>
        <w:jc w:val="center"/>
      </w:pPr>
    </w:p>
    <w:p w:rsidR="00DF5C86" w:rsidRDefault="00DF5C86" w:rsidP="001E3631">
      <w:pPr>
        <w:jc w:val="center"/>
        <w:rPr>
          <w:szCs w:val="28"/>
        </w:rPr>
      </w:pPr>
      <w:r>
        <w:rPr>
          <w:szCs w:val="28"/>
        </w:rPr>
        <w:t>Про надання гр. Павляшику В.Й. дозволу на розроблення</w:t>
      </w:r>
    </w:p>
    <w:p w:rsidR="00DF5C86" w:rsidRDefault="00DF5C86" w:rsidP="001E3631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DF5C86" w:rsidRDefault="00DF5C86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DF5C86" w:rsidRDefault="00DF5C86" w:rsidP="001E3631">
      <w:pPr>
        <w:jc w:val="center"/>
        <w:rPr>
          <w:szCs w:val="28"/>
        </w:rPr>
      </w:pPr>
      <w:r>
        <w:rPr>
          <w:szCs w:val="28"/>
        </w:rPr>
        <w:t>КСП ім. Шевченка в натурі (на  місцевості)</w:t>
      </w:r>
    </w:p>
    <w:p w:rsidR="00DF5C86" w:rsidRDefault="00DF5C86" w:rsidP="001E3631"/>
    <w:p w:rsidR="00DF5C86" w:rsidRDefault="00DF5C86" w:rsidP="001E3631"/>
    <w:p w:rsidR="00DF5C86" w:rsidRDefault="00DF5C86" w:rsidP="001E3631">
      <w:pPr>
        <w:ind w:firstLine="708"/>
        <w:jc w:val="both"/>
      </w:pP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DF5C86" w:rsidRDefault="00DF5C86" w:rsidP="001E3631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ім.Шевченка </w:t>
      </w:r>
      <w:r>
        <w:t>в натурі (на місцевості) за межами населеного пункту на території Качинської сільської ради громадянину:</w:t>
      </w:r>
    </w:p>
    <w:p w:rsidR="00DF5C86" w:rsidRDefault="00DF5C86" w:rsidP="001E3631">
      <w:pPr>
        <w:ind w:firstLine="708"/>
        <w:jc w:val="both"/>
      </w:pPr>
      <w:r>
        <w:t>- Павляшику Віктору Йосиповичу, власнику сертифіката  на право на земельну частку (пай) серії ВЛ № 0256601.</w:t>
      </w:r>
    </w:p>
    <w:p w:rsidR="00DF5C86" w:rsidRDefault="00DF5C86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DF5C86" w:rsidRDefault="00DF5C86" w:rsidP="001E3631"/>
    <w:p w:rsidR="00DF5C86" w:rsidRDefault="00DF5C86" w:rsidP="001E3631"/>
    <w:p w:rsidR="00DF5C86" w:rsidRDefault="00DF5C86" w:rsidP="001E3631"/>
    <w:p w:rsidR="00DF5C86" w:rsidRDefault="00DF5C86" w:rsidP="001E3631"/>
    <w:p w:rsidR="00DF5C86" w:rsidRDefault="00DF5C86" w:rsidP="001E3631"/>
    <w:p w:rsidR="00DF5C86" w:rsidRDefault="00DF5C86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DF5C86" w:rsidRDefault="00DF5C86" w:rsidP="001E3631"/>
    <w:p w:rsidR="00DF5C86" w:rsidRDefault="00DF5C86" w:rsidP="001E3631">
      <w:pPr>
        <w:rPr>
          <w:sz w:val="24"/>
        </w:rPr>
      </w:pPr>
      <w:r>
        <w:rPr>
          <w:sz w:val="24"/>
        </w:rPr>
        <w:t>Нікітчук 23068</w:t>
      </w:r>
    </w:p>
    <w:p w:rsidR="00DF5C86" w:rsidRDefault="00DF5C86" w:rsidP="001E3631"/>
    <w:p w:rsidR="00DF5C86" w:rsidRDefault="00DF5C86" w:rsidP="001E3631"/>
    <w:sectPr w:rsidR="00DF5C8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C86" w:rsidRDefault="00DF5C86" w:rsidP="00D113DB">
      <w:r>
        <w:separator/>
      </w:r>
    </w:p>
  </w:endnote>
  <w:endnote w:type="continuationSeparator" w:id="0">
    <w:p w:rsidR="00DF5C86" w:rsidRDefault="00DF5C86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C86" w:rsidRDefault="00DF5C86" w:rsidP="00D113DB">
      <w:r>
        <w:separator/>
      </w:r>
    </w:p>
  </w:footnote>
  <w:footnote w:type="continuationSeparator" w:id="0">
    <w:p w:rsidR="00DF5C86" w:rsidRDefault="00DF5C86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7FC0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259B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D48D8"/>
    <w:rsid w:val="001E3631"/>
    <w:rsid w:val="001E514E"/>
    <w:rsid w:val="001E568B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42813"/>
    <w:rsid w:val="00361B5B"/>
    <w:rsid w:val="00361F44"/>
    <w:rsid w:val="00367B81"/>
    <w:rsid w:val="0038223E"/>
    <w:rsid w:val="003869D8"/>
    <w:rsid w:val="00390D8A"/>
    <w:rsid w:val="00395999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1227D"/>
    <w:rsid w:val="004312D4"/>
    <w:rsid w:val="0045434C"/>
    <w:rsid w:val="00456C12"/>
    <w:rsid w:val="00463C29"/>
    <w:rsid w:val="004720B5"/>
    <w:rsid w:val="00490A24"/>
    <w:rsid w:val="004A00FE"/>
    <w:rsid w:val="004A318D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56C95"/>
    <w:rsid w:val="005665D7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0FA1"/>
    <w:rsid w:val="005E1460"/>
    <w:rsid w:val="005E1E78"/>
    <w:rsid w:val="005E2C54"/>
    <w:rsid w:val="005E7D37"/>
    <w:rsid w:val="005F345D"/>
    <w:rsid w:val="005F609B"/>
    <w:rsid w:val="00600096"/>
    <w:rsid w:val="0060142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051C8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1972"/>
    <w:rsid w:val="00831BCD"/>
    <w:rsid w:val="00833098"/>
    <w:rsid w:val="00834A7C"/>
    <w:rsid w:val="00844C4E"/>
    <w:rsid w:val="00857CB6"/>
    <w:rsid w:val="008610D4"/>
    <w:rsid w:val="00865215"/>
    <w:rsid w:val="008722B9"/>
    <w:rsid w:val="00877E46"/>
    <w:rsid w:val="0088149D"/>
    <w:rsid w:val="00883B85"/>
    <w:rsid w:val="00892163"/>
    <w:rsid w:val="00893FA7"/>
    <w:rsid w:val="0089774F"/>
    <w:rsid w:val="00897DA2"/>
    <w:rsid w:val="008A3D82"/>
    <w:rsid w:val="008A5052"/>
    <w:rsid w:val="008C6AD3"/>
    <w:rsid w:val="008D6C92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1A2E"/>
    <w:rsid w:val="00A55151"/>
    <w:rsid w:val="00A55843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AE7989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94038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16E56"/>
    <w:rsid w:val="00C201F2"/>
    <w:rsid w:val="00C36DE7"/>
    <w:rsid w:val="00C37020"/>
    <w:rsid w:val="00C3747A"/>
    <w:rsid w:val="00C402C4"/>
    <w:rsid w:val="00C53928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3AE6"/>
    <w:rsid w:val="00CD7B1A"/>
    <w:rsid w:val="00CE0921"/>
    <w:rsid w:val="00CE6ABD"/>
    <w:rsid w:val="00CF3303"/>
    <w:rsid w:val="00D02214"/>
    <w:rsid w:val="00D113DB"/>
    <w:rsid w:val="00D143FB"/>
    <w:rsid w:val="00D208E0"/>
    <w:rsid w:val="00D25A39"/>
    <w:rsid w:val="00D27DE0"/>
    <w:rsid w:val="00D30C09"/>
    <w:rsid w:val="00D3224E"/>
    <w:rsid w:val="00D41EE0"/>
    <w:rsid w:val="00D510A8"/>
    <w:rsid w:val="00D5423B"/>
    <w:rsid w:val="00D54294"/>
    <w:rsid w:val="00D55FE3"/>
    <w:rsid w:val="00D63DB7"/>
    <w:rsid w:val="00D90E3F"/>
    <w:rsid w:val="00DA290A"/>
    <w:rsid w:val="00DB4219"/>
    <w:rsid w:val="00DD6E4A"/>
    <w:rsid w:val="00DF4C02"/>
    <w:rsid w:val="00DF5088"/>
    <w:rsid w:val="00DF5C86"/>
    <w:rsid w:val="00E02ADD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47337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73DC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08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183</Words>
  <Characters>1048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2018-11-28T07:44:00Z</cp:lastPrinted>
  <dcterms:created xsi:type="dcterms:W3CDTF">2018-11-30T07:47:00Z</dcterms:created>
  <dcterms:modified xsi:type="dcterms:W3CDTF">2018-11-30T07:47:00Z</dcterms:modified>
</cp:coreProperties>
</file>