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9A" w:rsidRDefault="00A0619A" w:rsidP="008C0A34">
      <w:pPr>
        <w:jc w:val="center"/>
        <w:rPr>
          <w:snapToGrid w:val="0"/>
          <w:spacing w:val="8"/>
          <w:sz w:val="24"/>
        </w:rPr>
      </w:pPr>
      <w:r w:rsidRPr="0044292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0619A" w:rsidRDefault="00A0619A" w:rsidP="008C0A34">
      <w:pPr>
        <w:spacing w:line="360" w:lineRule="auto"/>
        <w:rPr>
          <w:spacing w:val="8"/>
          <w:sz w:val="12"/>
          <w:szCs w:val="20"/>
        </w:rPr>
      </w:pPr>
    </w:p>
    <w:p w:rsidR="00A0619A" w:rsidRDefault="00A0619A" w:rsidP="008C0A34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A0619A" w:rsidRDefault="00A0619A" w:rsidP="008C0A34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A0619A" w:rsidRDefault="00A0619A" w:rsidP="008C0A34">
      <w:pPr>
        <w:jc w:val="center"/>
        <w:rPr>
          <w:b/>
          <w:sz w:val="16"/>
          <w:szCs w:val="16"/>
        </w:rPr>
      </w:pPr>
    </w:p>
    <w:p w:rsidR="00A0619A" w:rsidRDefault="00A0619A" w:rsidP="008C0A34">
      <w:pPr>
        <w:jc w:val="center"/>
        <w:rPr>
          <w:b/>
          <w:sz w:val="16"/>
          <w:szCs w:val="16"/>
        </w:rPr>
      </w:pPr>
    </w:p>
    <w:p w:rsidR="00A0619A" w:rsidRDefault="00A0619A" w:rsidP="008C0A34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A0619A" w:rsidRPr="00BE2B5B" w:rsidRDefault="00A0619A" w:rsidP="008C0A34"/>
    <w:p w:rsidR="00A0619A" w:rsidRDefault="00A0619A" w:rsidP="008C0A34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A0619A" w:rsidTr="002D06D1">
        <w:trPr>
          <w:tblCellSpacing w:w="0" w:type="dxa"/>
        </w:trPr>
        <w:tc>
          <w:tcPr>
            <w:tcW w:w="3240" w:type="dxa"/>
            <w:vAlign w:val="center"/>
          </w:tcPr>
          <w:p w:rsidR="00A0619A" w:rsidRPr="00CE6ABD" w:rsidRDefault="00A0619A" w:rsidP="002D06D1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 листопада 2018 року</w:t>
            </w:r>
          </w:p>
        </w:tc>
        <w:tc>
          <w:tcPr>
            <w:tcW w:w="3420" w:type="dxa"/>
            <w:vAlign w:val="center"/>
          </w:tcPr>
          <w:p w:rsidR="00A0619A" w:rsidRDefault="00A0619A" w:rsidP="002D06D1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A0619A" w:rsidRPr="00CD262E" w:rsidRDefault="00A0619A" w:rsidP="00425C8D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>344</w:t>
            </w:r>
          </w:p>
        </w:tc>
      </w:tr>
    </w:tbl>
    <w:p w:rsidR="00A0619A" w:rsidRDefault="00A0619A" w:rsidP="008C0A34">
      <w:pPr>
        <w:pStyle w:val="Title"/>
        <w:jc w:val="left"/>
        <w:rPr>
          <w:sz w:val="32"/>
          <w:szCs w:val="32"/>
        </w:rPr>
      </w:pPr>
    </w:p>
    <w:p w:rsidR="00A0619A" w:rsidRPr="00A05026" w:rsidRDefault="00A0619A" w:rsidP="008C0A34"/>
    <w:p w:rsidR="00A0619A" w:rsidRPr="00A05026" w:rsidRDefault="00A0619A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Пугачу Л.С.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A0619A" w:rsidRPr="00A05026" w:rsidRDefault="00A0619A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A0619A" w:rsidRPr="00A05026" w:rsidRDefault="00A0619A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A0619A" w:rsidRPr="008C0A34" w:rsidRDefault="00A0619A" w:rsidP="008C0A34">
      <w:pPr>
        <w:jc w:val="center"/>
        <w:rPr>
          <w:szCs w:val="28"/>
        </w:rPr>
      </w:pPr>
      <w:r>
        <w:rPr>
          <w:szCs w:val="28"/>
        </w:rPr>
        <w:t xml:space="preserve">АСГ </w:t>
      </w:r>
      <w:r w:rsidRPr="00A05026">
        <w:rPr>
          <w:szCs w:val="28"/>
        </w:rPr>
        <w:t>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A0619A" w:rsidRPr="00A05026" w:rsidRDefault="00A0619A" w:rsidP="001B6D24"/>
    <w:p w:rsidR="00A0619A" w:rsidRPr="00A05026" w:rsidRDefault="00A0619A" w:rsidP="00A05026">
      <w:pPr>
        <w:ind w:firstLine="708"/>
        <w:jc w:val="both"/>
      </w:pPr>
      <w:r>
        <w:t>Ві</w:t>
      </w:r>
      <w:r w:rsidRPr="00A05026">
        <w:t>д</w:t>
      </w:r>
      <w:r>
        <w:t>повідн</w:t>
      </w:r>
      <w:r w:rsidRPr="00A05026">
        <w:t>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</w:p>
    <w:p w:rsidR="00A0619A" w:rsidRPr="00A05026" w:rsidRDefault="00A0619A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колишньої АСГ</w:t>
      </w:r>
      <w:r w:rsidRPr="00A05026">
        <w:rPr>
          <w:szCs w:val="28"/>
        </w:rPr>
        <w:t xml:space="preserve"> 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Пнівненської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A0619A" w:rsidRPr="00A05026" w:rsidRDefault="00A0619A" w:rsidP="00A05026">
      <w:pPr>
        <w:ind w:firstLine="708"/>
        <w:jc w:val="both"/>
      </w:pPr>
      <w:r w:rsidRPr="00A05026">
        <w:t xml:space="preserve">- </w:t>
      </w:r>
      <w:r>
        <w:t>Пугачу Леоніду Сергійовичу, власнику сертифіката</w:t>
      </w:r>
      <w:r w:rsidRPr="00A05026">
        <w:t xml:space="preserve"> на право на земельну частку (пай) серії ВЛ № </w:t>
      </w:r>
      <w:r>
        <w:t>0238107.</w:t>
      </w:r>
    </w:p>
    <w:p w:rsidR="00A0619A" w:rsidRPr="00A05026" w:rsidRDefault="00A0619A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A0619A" w:rsidRPr="00A05026" w:rsidRDefault="00A0619A" w:rsidP="001B6D24"/>
    <w:p w:rsidR="00A0619A" w:rsidRPr="00A05026" w:rsidRDefault="00A0619A" w:rsidP="001B6D24"/>
    <w:p w:rsidR="00A0619A" w:rsidRPr="00A05026" w:rsidRDefault="00A0619A" w:rsidP="001B6D24"/>
    <w:p w:rsidR="00A0619A" w:rsidRPr="00A05026" w:rsidRDefault="00A0619A" w:rsidP="001B6D24"/>
    <w:p w:rsidR="00A0619A" w:rsidRPr="00A05026" w:rsidRDefault="00A0619A" w:rsidP="001B6D24"/>
    <w:p w:rsidR="00A0619A" w:rsidRPr="00C60A3E" w:rsidRDefault="00A0619A" w:rsidP="00B433D6">
      <w:pPr>
        <w:rPr>
          <w:b/>
        </w:rPr>
      </w:pPr>
      <w:r>
        <w:t xml:space="preserve">Голова                                                                                           </w:t>
      </w:r>
      <w:r w:rsidRPr="00C60A3E">
        <w:rPr>
          <w:b/>
        </w:rPr>
        <w:t>В.ДУНАЙЧУК</w:t>
      </w:r>
    </w:p>
    <w:p w:rsidR="00A0619A" w:rsidRPr="00C60A3E" w:rsidRDefault="00A0619A" w:rsidP="00B433D6">
      <w:pPr>
        <w:jc w:val="center"/>
        <w:rPr>
          <w:b/>
        </w:rPr>
      </w:pPr>
    </w:p>
    <w:p w:rsidR="00A0619A" w:rsidRPr="00400AFD" w:rsidRDefault="00A0619A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A0619A" w:rsidRPr="00A05026" w:rsidRDefault="00A0619A" w:rsidP="001B6D24"/>
    <w:p w:rsidR="00A0619A" w:rsidRPr="00A05026" w:rsidRDefault="00A0619A" w:rsidP="001B6D24"/>
    <w:p w:rsidR="00A0619A" w:rsidRPr="00A05026" w:rsidRDefault="00A0619A" w:rsidP="001B6D24"/>
    <w:p w:rsidR="00A0619A" w:rsidRPr="00A05026" w:rsidRDefault="00A0619A" w:rsidP="001B6D24"/>
    <w:p w:rsidR="00A0619A" w:rsidRPr="00A05026" w:rsidRDefault="00A0619A" w:rsidP="001B6D24"/>
    <w:sectPr w:rsidR="00A0619A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19A" w:rsidRDefault="00A0619A" w:rsidP="00D113DB">
      <w:r>
        <w:separator/>
      </w:r>
    </w:p>
  </w:endnote>
  <w:endnote w:type="continuationSeparator" w:id="0">
    <w:p w:rsidR="00A0619A" w:rsidRDefault="00A0619A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19A" w:rsidRDefault="00A0619A" w:rsidP="00D113DB">
      <w:r>
        <w:separator/>
      </w:r>
    </w:p>
  </w:footnote>
  <w:footnote w:type="continuationSeparator" w:id="0">
    <w:p w:rsidR="00A0619A" w:rsidRDefault="00A0619A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B44EF"/>
    <w:rsid w:val="000B57EA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6918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06D1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1F4F"/>
    <w:rsid w:val="003343B5"/>
    <w:rsid w:val="00357AD3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5C8D"/>
    <w:rsid w:val="004312D4"/>
    <w:rsid w:val="0044292A"/>
    <w:rsid w:val="00456C12"/>
    <w:rsid w:val="004720B5"/>
    <w:rsid w:val="00490A24"/>
    <w:rsid w:val="004A00FE"/>
    <w:rsid w:val="004A3D4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C6D75"/>
    <w:rsid w:val="006D7147"/>
    <w:rsid w:val="006E13B0"/>
    <w:rsid w:val="007029B2"/>
    <w:rsid w:val="007037A2"/>
    <w:rsid w:val="007059B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77C33"/>
    <w:rsid w:val="0079445D"/>
    <w:rsid w:val="00797978"/>
    <w:rsid w:val="007A1A71"/>
    <w:rsid w:val="007B63B8"/>
    <w:rsid w:val="007D3C6A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1584"/>
    <w:rsid w:val="00892163"/>
    <w:rsid w:val="0089774F"/>
    <w:rsid w:val="00897DA2"/>
    <w:rsid w:val="008A5052"/>
    <w:rsid w:val="008C0A34"/>
    <w:rsid w:val="008C6AD3"/>
    <w:rsid w:val="008F60DD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B68BD"/>
    <w:rsid w:val="009C0C0D"/>
    <w:rsid w:val="009C35F0"/>
    <w:rsid w:val="009D424F"/>
    <w:rsid w:val="009F14FE"/>
    <w:rsid w:val="009F32C7"/>
    <w:rsid w:val="009F3D57"/>
    <w:rsid w:val="009F6289"/>
    <w:rsid w:val="00A02A19"/>
    <w:rsid w:val="00A030D4"/>
    <w:rsid w:val="00A05026"/>
    <w:rsid w:val="00A06147"/>
    <w:rsid w:val="00A0619A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A40AD"/>
    <w:rsid w:val="00AC2774"/>
    <w:rsid w:val="00AC45E7"/>
    <w:rsid w:val="00B044C7"/>
    <w:rsid w:val="00B142CC"/>
    <w:rsid w:val="00B169B5"/>
    <w:rsid w:val="00B21D35"/>
    <w:rsid w:val="00B2560E"/>
    <w:rsid w:val="00B433D6"/>
    <w:rsid w:val="00B43590"/>
    <w:rsid w:val="00B533F8"/>
    <w:rsid w:val="00B535A8"/>
    <w:rsid w:val="00B67295"/>
    <w:rsid w:val="00B67848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079B9"/>
    <w:rsid w:val="00C16880"/>
    <w:rsid w:val="00C201F2"/>
    <w:rsid w:val="00C36DE7"/>
    <w:rsid w:val="00C3747A"/>
    <w:rsid w:val="00C54E74"/>
    <w:rsid w:val="00C577D8"/>
    <w:rsid w:val="00C60A3E"/>
    <w:rsid w:val="00C70519"/>
    <w:rsid w:val="00C807FD"/>
    <w:rsid w:val="00C91EF3"/>
    <w:rsid w:val="00CC05B6"/>
    <w:rsid w:val="00CD262E"/>
    <w:rsid w:val="00CD2B35"/>
    <w:rsid w:val="00CD7B1A"/>
    <w:rsid w:val="00CE0921"/>
    <w:rsid w:val="00CE6ABD"/>
    <w:rsid w:val="00CF3303"/>
    <w:rsid w:val="00D02214"/>
    <w:rsid w:val="00D113DB"/>
    <w:rsid w:val="00D143FB"/>
    <w:rsid w:val="00D25A39"/>
    <w:rsid w:val="00D30C09"/>
    <w:rsid w:val="00D3224E"/>
    <w:rsid w:val="00D365D8"/>
    <w:rsid w:val="00D41EE0"/>
    <w:rsid w:val="00D510A8"/>
    <w:rsid w:val="00D5423B"/>
    <w:rsid w:val="00D54294"/>
    <w:rsid w:val="00D63DB7"/>
    <w:rsid w:val="00D645B0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C0A34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7AD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C0A34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8C0A34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66D39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181</Words>
  <Characters>1035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2018-11-27T09:55:00Z</cp:lastPrinted>
  <dcterms:created xsi:type="dcterms:W3CDTF">2018-11-30T07:24:00Z</dcterms:created>
  <dcterms:modified xsi:type="dcterms:W3CDTF">2018-11-30T07:24:00Z</dcterms:modified>
</cp:coreProperties>
</file>