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95" w:rsidRDefault="005E7695" w:rsidP="004E54D1">
      <w:pPr>
        <w:jc w:val="center"/>
        <w:rPr>
          <w:snapToGrid w:val="0"/>
          <w:spacing w:val="8"/>
          <w:sz w:val="24"/>
        </w:rPr>
      </w:pPr>
      <w:r w:rsidRPr="00B174E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5E7695" w:rsidRDefault="005E7695" w:rsidP="004C50C6">
      <w:pPr>
        <w:jc w:val="center"/>
        <w:rPr>
          <w:snapToGrid w:val="0"/>
          <w:spacing w:val="8"/>
          <w:sz w:val="24"/>
        </w:rPr>
      </w:pPr>
    </w:p>
    <w:p w:rsidR="005E7695" w:rsidRPr="006A4DE2" w:rsidRDefault="005E7695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5E7695" w:rsidRPr="006A4DE2" w:rsidRDefault="005E7695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5E7695" w:rsidRDefault="005E7695" w:rsidP="004C50C6">
      <w:pPr>
        <w:jc w:val="center"/>
        <w:rPr>
          <w:b/>
          <w:sz w:val="16"/>
          <w:szCs w:val="16"/>
        </w:rPr>
      </w:pPr>
    </w:p>
    <w:p w:rsidR="005E7695" w:rsidRPr="00C565F1" w:rsidRDefault="005E7695" w:rsidP="004C50C6">
      <w:pPr>
        <w:jc w:val="center"/>
        <w:rPr>
          <w:b/>
          <w:sz w:val="16"/>
          <w:szCs w:val="16"/>
        </w:rPr>
      </w:pPr>
    </w:p>
    <w:p w:rsidR="005E7695" w:rsidRPr="00967347" w:rsidRDefault="005E7695" w:rsidP="00967347">
      <w:pPr>
        <w:pStyle w:val="Heading1"/>
        <w:rPr>
          <w:sz w:val="32"/>
          <w:szCs w:val="32"/>
        </w:rPr>
      </w:pPr>
      <w:r w:rsidRPr="00315EE2">
        <w:rPr>
          <w:sz w:val="32"/>
          <w:szCs w:val="32"/>
        </w:rPr>
        <w:t>РОЗПОРЯДЖЕННЯ</w:t>
      </w:r>
    </w:p>
    <w:p w:rsidR="005E7695" w:rsidRDefault="005E7695" w:rsidP="00967347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5E7695" w:rsidTr="00967347">
        <w:trPr>
          <w:tblCellSpacing w:w="0" w:type="dxa"/>
        </w:trPr>
        <w:tc>
          <w:tcPr>
            <w:tcW w:w="3240" w:type="dxa"/>
            <w:vAlign w:val="center"/>
          </w:tcPr>
          <w:p w:rsidR="005E7695" w:rsidRDefault="005E7695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 листопада 2018 року</w:t>
            </w:r>
          </w:p>
        </w:tc>
        <w:tc>
          <w:tcPr>
            <w:tcW w:w="3420" w:type="dxa"/>
            <w:vAlign w:val="center"/>
          </w:tcPr>
          <w:p w:rsidR="005E7695" w:rsidRDefault="005E769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5E7695" w:rsidRDefault="005E7695" w:rsidP="00967347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 xml:space="preserve"> 332</w:t>
            </w:r>
          </w:p>
        </w:tc>
      </w:tr>
    </w:tbl>
    <w:p w:rsidR="005E7695" w:rsidRDefault="005E7695" w:rsidP="00967347">
      <w:pPr>
        <w:pStyle w:val="Title"/>
        <w:jc w:val="left"/>
        <w:rPr>
          <w:sz w:val="32"/>
          <w:szCs w:val="32"/>
        </w:rPr>
      </w:pPr>
    </w:p>
    <w:p w:rsidR="005E7695" w:rsidRDefault="005E7695" w:rsidP="00C87E5E">
      <w:pPr>
        <w:pStyle w:val="Title"/>
        <w:jc w:val="left"/>
      </w:pPr>
    </w:p>
    <w:p w:rsidR="005E7695" w:rsidRPr="00575828" w:rsidRDefault="005E7695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громадянам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5E7695" w:rsidRPr="00575828" w:rsidRDefault="005E7695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5E7695" w:rsidRDefault="005E7695" w:rsidP="006C72BD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>ок (паїв) колишнього</w:t>
      </w:r>
    </w:p>
    <w:p w:rsidR="005E7695" w:rsidRDefault="005E7695" w:rsidP="006C72BD">
      <w:pPr>
        <w:jc w:val="center"/>
        <w:rPr>
          <w:szCs w:val="28"/>
        </w:rPr>
      </w:pPr>
      <w:r>
        <w:rPr>
          <w:szCs w:val="28"/>
        </w:rPr>
        <w:t xml:space="preserve">КСП «Перше травня» в натурі (на </w:t>
      </w:r>
      <w:r w:rsidRPr="00575828">
        <w:rPr>
          <w:szCs w:val="28"/>
        </w:rPr>
        <w:t>місцевості)</w:t>
      </w:r>
    </w:p>
    <w:p w:rsidR="005E7695" w:rsidRPr="00575828" w:rsidRDefault="005E7695" w:rsidP="006C72BD">
      <w:pPr>
        <w:jc w:val="center"/>
        <w:rPr>
          <w:szCs w:val="28"/>
        </w:rPr>
      </w:pPr>
    </w:p>
    <w:p w:rsidR="005E7695" w:rsidRPr="00AC4C9D" w:rsidRDefault="005E7695" w:rsidP="001B6D24">
      <w:pPr>
        <w:rPr>
          <w:lang w:val="ru-RU"/>
        </w:rPr>
      </w:pPr>
    </w:p>
    <w:p w:rsidR="005E7695" w:rsidRDefault="005E7695" w:rsidP="006C72BD">
      <w:pPr>
        <w:ind w:firstLine="708"/>
        <w:jc w:val="both"/>
      </w:pPr>
      <w:r>
        <w:t>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5E7695" w:rsidRDefault="005E7695" w:rsidP="00315EE2">
      <w:pPr>
        <w:jc w:val="both"/>
        <w:rPr>
          <w:szCs w:val="28"/>
        </w:rPr>
      </w:pPr>
      <w:r>
        <w:tab/>
        <w:t xml:space="preserve">1. Надати дозвіл  на розроблення технічної документації із землеустрою щодо   встановлення   меж   земельних   ділянок   часток   (паїв)    </w:t>
      </w:r>
      <w:r>
        <w:rPr>
          <w:szCs w:val="28"/>
        </w:rPr>
        <w:t>колишнього</w:t>
      </w:r>
    </w:p>
    <w:p w:rsidR="005E7695" w:rsidRDefault="005E7695" w:rsidP="00315EE2">
      <w:pPr>
        <w:tabs>
          <w:tab w:val="left" w:pos="567"/>
        </w:tabs>
        <w:jc w:val="both"/>
      </w:pPr>
      <w:r>
        <w:rPr>
          <w:szCs w:val="28"/>
        </w:rPr>
        <w:t>КСП «Перше травня»</w:t>
      </w:r>
      <w:r>
        <w:t xml:space="preserve"> в натурі (на місцевості) за межами населеного пункту на території  Раковоліської сільської ради громадянам:</w:t>
      </w:r>
    </w:p>
    <w:p w:rsidR="005E7695" w:rsidRDefault="005E7695" w:rsidP="00BE1487">
      <w:pPr>
        <w:tabs>
          <w:tab w:val="left" w:pos="567"/>
        </w:tabs>
        <w:jc w:val="both"/>
      </w:pPr>
      <w:r>
        <w:tab/>
      </w:r>
      <w:r>
        <w:tab/>
        <w:t>- Приймак Лідії Кузьмівні,</w:t>
      </w:r>
      <w:r>
        <w:rPr>
          <w:lang w:val="ru-RU"/>
        </w:rPr>
        <w:t xml:space="preserve"> </w:t>
      </w:r>
      <w:r>
        <w:t xml:space="preserve"> власнику сертифіката на право  на земельну  частку (пай) серії ВЛ № 0256698;</w:t>
      </w:r>
    </w:p>
    <w:p w:rsidR="005E7695" w:rsidRDefault="005E7695" w:rsidP="00BE1487">
      <w:pPr>
        <w:tabs>
          <w:tab w:val="left" w:pos="567"/>
        </w:tabs>
        <w:jc w:val="both"/>
      </w:pPr>
      <w:r>
        <w:tab/>
        <w:t>- Змоклій Тетяні Іванівні,  власнику сертифіката на право  на земельну  частку (пай) серії ВЛ № 0180443.</w:t>
      </w:r>
    </w:p>
    <w:p w:rsidR="005E7695" w:rsidRDefault="005E7695" w:rsidP="00BE1487">
      <w:pPr>
        <w:tabs>
          <w:tab w:val="left" w:pos="567"/>
        </w:tabs>
        <w:jc w:val="both"/>
      </w:pPr>
      <w:r>
        <w:t xml:space="preserve">       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5E7695" w:rsidRDefault="005E7695" w:rsidP="00BE1487"/>
    <w:p w:rsidR="005E7695" w:rsidRDefault="005E7695" w:rsidP="00BE1487">
      <w:pPr>
        <w:tabs>
          <w:tab w:val="left" w:pos="567"/>
        </w:tabs>
        <w:jc w:val="both"/>
      </w:pPr>
    </w:p>
    <w:p w:rsidR="005E7695" w:rsidRDefault="005E7695" w:rsidP="00BE1487">
      <w:pPr>
        <w:tabs>
          <w:tab w:val="left" w:pos="567"/>
        </w:tabs>
        <w:jc w:val="both"/>
      </w:pPr>
    </w:p>
    <w:p w:rsidR="005E7695" w:rsidRDefault="005E7695" w:rsidP="00BE1487">
      <w:pPr>
        <w:tabs>
          <w:tab w:val="left" w:pos="567"/>
        </w:tabs>
        <w:jc w:val="both"/>
      </w:pPr>
    </w:p>
    <w:p w:rsidR="005E7695" w:rsidRDefault="005E7695" w:rsidP="00213D28">
      <w:r>
        <w:t xml:space="preserve">Голова                                                                                           </w:t>
      </w:r>
      <w:r>
        <w:rPr>
          <w:b/>
        </w:rPr>
        <w:t xml:space="preserve"> В.ДУНАЙЧУК</w:t>
      </w:r>
    </w:p>
    <w:p w:rsidR="005E7695" w:rsidRPr="00315EE2" w:rsidRDefault="005E7695" w:rsidP="00AC33BB">
      <w:pPr>
        <w:rPr>
          <w:szCs w:val="28"/>
        </w:rPr>
      </w:pPr>
    </w:p>
    <w:p w:rsidR="005E7695" w:rsidRPr="00315EE2" w:rsidRDefault="005E7695" w:rsidP="00CE6792">
      <w:pPr>
        <w:jc w:val="both"/>
        <w:rPr>
          <w:szCs w:val="28"/>
        </w:rPr>
      </w:pPr>
      <w:r>
        <w:rPr>
          <w:szCs w:val="28"/>
        </w:rPr>
        <w:t>Нікітчук</w:t>
      </w:r>
      <w:r w:rsidRPr="00315EE2">
        <w:rPr>
          <w:szCs w:val="28"/>
        </w:rPr>
        <w:t xml:space="preserve">  23068</w:t>
      </w:r>
    </w:p>
    <w:p w:rsidR="005E7695" w:rsidRDefault="005E7695" w:rsidP="00CE6792">
      <w:pPr>
        <w:jc w:val="both"/>
        <w:rPr>
          <w:sz w:val="24"/>
        </w:rPr>
      </w:pPr>
    </w:p>
    <w:p w:rsidR="005E7695" w:rsidRDefault="005E7695" w:rsidP="00CE6792">
      <w:pPr>
        <w:jc w:val="both"/>
        <w:rPr>
          <w:sz w:val="24"/>
        </w:rPr>
      </w:pPr>
    </w:p>
    <w:p w:rsidR="005E7695" w:rsidRDefault="005E7695" w:rsidP="00CE6792">
      <w:pPr>
        <w:jc w:val="both"/>
        <w:rPr>
          <w:sz w:val="24"/>
        </w:rPr>
      </w:pPr>
    </w:p>
    <w:p w:rsidR="005E7695" w:rsidRDefault="005E7695" w:rsidP="00CE6792">
      <w:pPr>
        <w:jc w:val="both"/>
        <w:rPr>
          <w:sz w:val="24"/>
        </w:rPr>
      </w:pPr>
    </w:p>
    <w:p w:rsidR="005E7695" w:rsidRDefault="005E7695" w:rsidP="00CE6792">
      <w:pPr>
        <w:jc w:val="both"/>
        <w:rPr>
          <w:sz w:val="24"/>
        </w:rPr>
      </w:pPr>
    </w:p>
    <w:p w:rsidR="005E7695" w:rsidRDefault="005E7695" w:rsidP="00CE6792">
      <w:pPr>
        <w:jc w:val="both"/>
        <w:rPr>
          <w:sz w:val="24"/>
        </w:rPr>
      </w:pPr>
    </w:p>
    <w:p w:rsidR="005E7695" w:rsidRDefault="005E7695" w:rsidP="00CE6792">
      <w:pPr>
        <w:jc w:val="both"/>
        <w:rPr>
          <w:sz w:val="24"/>
        </w:rPr>
      </w:pPr>
    </w:p>
    <w:sectPr w:rsidR="005E7695" w:rsidSect="00D40541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695" w:rsidRDefault="005E7695" w:rsidP="00D113DB">
      <w:r>
        <w:separator/>
      </w:r>
    </w:p>
  </w:endnote>
  <w:endnote w:type="continuationSeparator" w:id="0">
    <w:p w:rsidR="005E7695" w:rsidRDefault="005E769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695" w:rsidRDefault="005E7695" w:rsidP="00D113DB">
      <w:r>
        <w:separator/>
      </w:r>
    </w:p>
  </w:footnote>
  <w:footnote w:type="continuationSeparator" w:id="0">
    <w:p w:rsidR="005E7695" w:rsidRDefault="005E769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1F1"/>
    <w:rsid w:val="00116FC1"/>
    <w:rsid w:val="001233C6"/>
    <w:rsid w:val="00126C58"/>
    <w:rsid w:val="001400C1"/>
    <w:rsid w:val="0014174A"/>
    <w:rsid w:val="001604AB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13D28"/>
    <w:rsid w:val="00216177"/>
    <w:rsid w:val="002223C6"/>
    <w:rsid w:val="00225ACF"/>
    <w:rsid w:val="0022746F"/>
    <w:rsid w:val="00241B85"/>
    <w:rsid w:val="00267C30"/>
    <w:rsid w:val="00270690"/>
    <w:rsid w:val="00280879"/>
    <w:rsid w:val="002827F5"/>
    <w:rsid w:val="00291F55"/>
    <w:rsid w:val="002A4B0D"/>
    <w:rsid w:val="002A5849"/>
    <w:rsid w:val="002B1BC3"/>
    <w:rsid w:val="002C33F5"/>
    <w:rsid w:val="002C4595"/>
    <w:rsid w:val="002E3BA1"/>
    <w:rsid w:val="002F0344"/>
    <w:rsid w:val="00302869"/>
    <w:rsid w:val="003040BA"/>
    <w:rsid w:val="00306B54"/>
    <w:rsid w:val="003141F2"/>
    <w:rsid w:val="00315EE2"/>
    <w:rsid w:val="00317988"/>
    <w:rsid w:val="0032639B"/>
    <w:rsid w:val="00361B5B"/>
    <w:rsid w:val="003647CE"/>
    <w:rsid w:val="003712AE"/>
    <w:rsid w:val="00380B28"/>
    <w:rsid w:val="003869D8"/>
    <w:rsid w:val="003A0D83"/>
    <w:rsid w:val="003A4737"/>
    <w:rsid w:val="003B3ACB"/>
    <w:rsid w:val="003C67B2"/>
    <w:rsid w:val="003D6322"/>
    <w:rsid w:val="003E7F26"/>
    <w:rsid w:val="003F60D4"/>
    <w:rsid w:val="00404023"/>
    <w:rsid w:val="0040693C"/>
    <w:rsid w:val="00410F37"/>
    <w:rsid w:val="00414467"/>
    <w:rsid w:val="00417C1E"/>
    <w:rsid w:val="004312D4"/>
    <w:rsid w:val="00443E4B"/>
    <w:rsid w:val="004511F1"/>
    <w:rsid w:val="00456C12"/>
    <w:rsid w:val="00467050"/>
    <w:rsid w:val="004720B5"/>
    <w:rsid w:val="004A00FE"/>
    <w:rsid w:val="004A6BFA"/>
    <w:rsid w:val="004A772A"/>
    <w:rsid w:val="004B00C5"/>
    <w:rsid w:val="004C50C6"/>
    <w:rsid w:val="004E54D1"/>
    <w:rsid w:val="005019DB"/>
    <w:rsid w:val="00506500"/>
    <w:rsid w:val="005145ED"/>
    <w:rsid w:val="0056747D"/>
    <w:rsid w:val="00575828"/>
    <w:rsid w:val="005928F1"/>
    <w:rsid w:val="005975C6"/>
    <w:rsid w:val="005A0952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5E7695"/>
    <w:rsid w:val="005F2AD7"/>
    <w:rsid w:val="005F3464"/>
    <w:rsid w:val="005F3645"/>
    <w:rsid w:val="005F5380"/>
    <w:rsid w:val="00611F60"/>
    <w:rsid w:val="00614568"/>
    <w:rsid w:val="00614E83"/>
    <w:rsid w:val="00615691"/>
    <w:rsid w:val="006373EB"/>
    <w:rsid w:val="0065328A"/>
    <w:rsid w:val="00656B73"/>
    <w:rsid w:val="00665C0C"/>
    <w:rsid w:val="006738DC"/>
    <w:rsid w:val="006A2A6C"/>
    <w:rsid w:val="006A33E9"/>
    <w:rsid w:val="006A4DE2"/>
    <w:rsid w:val="006A5C98"/>
    <w:rsid w:val="006C72BD"/>
    <w:rsid w:val="006D7147"/>
    <w:rsid w:val="007029B2"/>
    <w:rsid w:val="007037A2"/>
    <w:rsid w:val="00713443"/>
    <w:rsid w:val="00716819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7E6072"/>
    <w:rsid w:val="008057D9"/>
    <w:rsid w:val="00806C40"/>
    <w:rsid w:val="008109A9"/>
    <w:rsid w:val="00844C4E"/>
    <w:rsid w:val="00857CB6"/>
    <w:rsid w:val="00877E46"/>
    <w:rsid w:val="0088149D"/>
    <w:rsid w:val="00885402"/>
    <w:rsid w:val="00892163"/>
    <w:rsid w:val="00896236"/>
    <w:rsid w:val="0089774F"/>
    <w:rsid w:val="00897DA2"/>
    <w:rsid w:val="008C568B"/>
    <w:rsid w:val="008F77B9"/>
    <w:rsid w:val="00910FF2"/>
    <w:rsid w:val="00916043"/>
    <w:rsid w:val="0092747E"/>
    <w:rsid w:val="00937C7C"/>
    <w:rsid w:val="00937F03"/>
    <w:rsid w:val="009514F8"/>
    <w:rsid w:val="00952DB7"/>
    <w:rsid w:val="0096215E"/>
    <w:rsid w:val="00963C13"/>
    <w:rsid w:val="0096563E"/>
    <w:rsid w:val="00967347"/>
    <w:rsid w:val="009723D1"/>
    <w:rsid w:val="009754B7"/>
    <w:rsid w:val="00991541"/>
    <w:rsid w:val="009A2F92"/>
    <w:rsid w:val="009A58CE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5147B"/>
    <w:rsid w:val="00A6668A"/>
    <w:rsid w:val="00A672B5"/>
    <w:rsid w:val="00A7697D"/>
    <w:rsid w:val="00A838A7"/>
    <w:rsid w:val="00A95239"/>
    <w:rsid w:val="00A97E53"/>
    <w:rsid w:val="00AA301D"/>
    <w:rsid w:val="00AC33BB"/>
    <w:rsid w:val="00AC3973"/>
    <w:rsid w:val="00AC46C1"/>
    <w:rsid w:val="00AC4C9D"/>
    <w:rsid w:val="00AD4317"/>
    <w:rsid w:val="00B044C7"/>
    <w:rsid w:val="00B142CC"/>
    <w:rsid w:val="00B169B5"/>
    <w:rsid w:val="00B174E3"/>
    <w:rsid w:val="00B346FF"/>
    <w:rsid w:val="00B43590"/>
    <w:rsid w:val="00B535A8"/>
    <w:rsid w:val="00B83396"/>
    <w:rsid w:val="00B92097"/>
    <w:rsid w:val="00BA5BB5"/>
    <w:rsid w:val="00BB200E"/>
    <w:rsid w:val="00BB2A2B"/>
    <w:rsid w:val="00BC32C6"/>
    <w:rsid w:val="00BC7F7B"/>
    <w:rsid w:val="00BD1FAA"/>
    <w:rsid w:val="00BE1487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87E5E"/>
    <w:rsid w:val="00C91EF3"/>
    <w:rsid w:val="00C96E2E"/>
    <w:rsid w:val="00CB763E"/>
    <w:rsid w:val="00CC05B6"/>
    <w:rsid w:val="00CD7B1A"/>
    <w:rsid w:val="00CE0921"/>
    <w:rsid w:val="00CE4CC1"/>
    <w:rsid w:val="00CE6792"/>
    <w:rsid w:val="00CE7CBA"/>
    <w:rsid w:val="00CF3303"/>
    <w:rsid w:val="00D02214"/>
    <w:rsid w:val="00D038BA"/>
    <w:rsid w:val="00D113DB"/>
    <w:rsid w:val="00D25A39"/>
    <w:rsid w:val="00D27C18"/>
    <w:rsid w:val="00D30C09"/>
    <w:rsid w:val="00D40541"/>
    <w:rsid w:val="00D510A8"/>
    <w:rsid w:val="00D5423B"/>
    <w:rsid w:val="00D87DA2"/>
    <w:rsid w:val="00D90E3F"/>
    <w:rsid w:val="00D96462"/>
    <w:rsid w:val="00DB3268"/>
    <w:rsid w:val="00DB4219"/>
    <w:rsid w:val="00DD0438"/>
    <w:rsid w:val="00DD4D17"/>
    <w:rsid w:val="00DD5492"/>
    <w:rsid w:val="00DD6E4A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3DAD"/>
    <w:rsid w:val="00E95828"/>
    <w:rsid w:val="00E974BD"/>
    <w:rsid w:val="00EA199A"/>
    <w:rsid w:val="00EA5574"/>
    <w:rsid w:val="00EA79D7"/>
    <w:rsid w:val="00EB5586"/>
    <w:rsid w:val="00EB6E39"/>
    <w:rsid w:val="00EB77F7"/>
    <w:rsid w:val="00EC719A"/>
    <w:rsid w:val="00EC787B"/>
    <w:rsid w:val="00ED1C3A"/>
    <w:rsid w:val="00EE2998"/>
    <w:rsid w:val="00EE3B0D"/>
    <w:rsid w:val="00EE3D96"/>
    <w:rsid w:val="00EF0A5F"/>
    <w:rsid w:val="00F062A2"/>
    <w:rsid w:val="00F0641A"/>
    <w:rsid w:val="00F1208B"/>
    <w:rsid w:val="00F260DF"/>
    <w:rsid w:val="00F519C4"/>
    <w:rsid w:val="00F64FC8"/>
    <w:rsid w:val="00F75AD7"/>
    <w:rsid w:val="00F80EA5"/>
    <w:rsid w:val="00F83938"/>
    <w:rsid w:val="00F83EE9"/>
    <w:rsid w:val="00F93275"/>
    <w:rsid w:val="00FA4A4C"/>
    <w:rsid w:val="00FA53BF"/>
    <w:rsid w:val="00FB3242"/>
    <w:rsid w:val="00FB5848"/>
    <w:rsid w:val="00FB5ED7"/>
    <w:rsid w:val="00FC67FF"/>
    <w:rsid w:val="00FF5589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19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19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A5C98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19C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204</Words>
  <Characters>1164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2018-04-19T05:58:00Z</cp:lastPrinted>
  <dcterms:created xsi:type="dcterms:W3CDTF">2018-11-21T08:52:00Z</dcterms:created>
  <dcterms:modified xsi:type="dcterms:W3CDTF">2018-11-21T08:52:00Z</dcterms:modified>
</cp:coreProperties>
</file>