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7D" w:rsidRDefault="0052027D" w:rsidP="008D077E">
      <w:pPr>
        <w:jc w:val="center"/>
        <w:rPr>
          <w:snapToGrid w:val="0"/>
          <w:spacing w:val="8"/>
          <w:sz w:val="24"/>
        </w:rPr>
      </w:pPr>
      <w:r w:rsidRPr="00B53D8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52027D" w:rsidRDefault="0052027D" w:rsidP="008D077E">
      <w:pPr>
        <w:spacing w:line="360" w:lineRule="auto"/>
        <w:rPr>
          <w:spacing w:val="8"/>
          <w:sz w:val="12"/>
          <w:szCs w:val="20"/>
        </w:rPr>
      </w:pPr>
    </w:p>
    <w:p w:rsidR="0052027D" w:rsidRDefault="0052027D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52027D" w:rsidRDefault="0052027D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52027D" w:rsidRDefault="0052027D" w:rsidP="008D077E">
      <w:pPr>
        <w:jc w:val="center"/>
        <w:rPr>
          <w:b/>
          <w:sz w:val="16"/>
          <w:szCs w:val="16"/>
        </w:rPr>
      </w:pPr>
    </w:p>
    <w:p w:rsidR="0052027D" w:rsidRDefault="0052027D" w:rsidP="008D077E">
      <w:pPr>
        <w:jc w:val="center"/>
        <w:rPr>
          <w:b/>
          <w:sz w:val="16"/>
          <w:szCs w:val="16"/>
        </w:rPr>
      </w:pPr>
    </w:p>
    <w:p w:rsidR="0052027D" w:rsidRDefault="0052027D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52027D" w:rsidRPr="00BE2B5B" w:rsidRDefault="0052027D" w:rsidP="00BE2B5B"/>
    <w:p w:rsidR="0052027D" w:rsidRDefault="0052027D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52027D" w:rsidTr="00BE2B5B">
        <w:trPr>
          <w:tblCellSpacing w:w="0" w:type="dxa"/>
        </w:trPr>
        <w:tc>
          <w:tcPr>
            <w:tcW w:w="3240" w:type="dxa"/>
            <w:vAlign w:val="center"/>
          </w:tcPr>
          <w:p w:rsidR="0052027D" w:rsidRPr="00CE6ABD" w:rsidRDefault="0052027D" w:rsidP="00CD262E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вересня 2018 року</w:t>
            </w:r>
          </w:p>
        </w:tc>
        <w:tc>
          <w:tcPr>
            <w:tcW w:w="3420" w:type="dxa"/>
            <w:vAlign w:val="center"/>
          </w:tcPr>
          <w:p w:rsidR="0052027D" w:rsidRDefault="0052027D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52027D" w:rsidRPr="00CD262E" w:rsidRDefault="0052027D" w:rsidP="00FE5734">
            <w:pPr>
              <w:pStyle w:val="NormalWeb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</w:t>
            </w: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290</w:t>
            </w:r>
          </w:p>
        </w:tc>
      </w:tr>
    </w:tbl>
    <w:p w:rsidR="0052027D" w:rsidRDefault="0052027D" w:rsidP="008D077E">
      <w:pPr>
        <w:pStyle w:val="Title"/>
        <w:jc w:val="left"/>
        <w:rPr>
          <w:sz w:val="32"/>
          <w:szCs w:val="32"/>
        </w:rPr>
      </w:pPr>
    </w:p>
    <w:p w:rsidR="0052027D" w:rsidRDefault="0052027D" w:rsidP="008D077E">
      <w:pPr>
        <w:pStyle w:val="NormalWeb"/>
        <w:spacing w:before="0" w:beforeAutospacing="0" w:after="0" w:afterAutospacing="0"/>
        <w:jc w:val="center"/>
      </w:pPr>
      <w:r>
        <w:t> </w:t>
      </w:r>
    </w:p>
    <w:p w:rsidR="0052027D" w:rsidRPr="00A05026" w:rsidRDefault="0052027D" w:rsidP="009F5ADA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Балику Д.М.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52027D" w:rsidRPr="00A05026" w:rsidRDefault="0052027D" w:rsidP="009F5ADA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52027D" w:rsidRPr="00A05026" w:rsidRDefault="0052027D" w:rsidP="009F5ADA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52027D" w:rsidRPr="00A05026" w:rsidRDefault="0052027D" w:rsidP="009F5ADA">
      <w:pPr>
        <w:jc w:val="center"/>
        <w:rPr>
          <w:szCs w:val="28"/>
        </w:rPr>
      </w:pPr>
      <w:r>
        <w:rPr>
          <w:szCs w:val="28"/>
        </w:rPr>
        <w:t xml:space="preserve">КСП «Гуто –Боровенське» </w:t>
      </w:r>
      <w:r w:rsidRPr="00A05026">
        <w:rPr>
          <w:szCs w:val="28"/>
        </w:rPr>
        <w:t>в натурі (на  місцевості)</w:t>
      </w:r>
    </w:p>
    <w:p w:rsidR="0052027D" w:rsidRPr="00A05026" w:rsidRDefault="0052027D" w:rsidP="009F5ADA"/>
    <w:p w:rsidR="0052027D" w:rsidRPr="00A05026" w:rsidRDefault="0052027D" w:rsidP="009F5ADA"/>
    <w:p w:rsidR="0052027D" w:rsidRPr="00A05026" w:rsidRDefault="0052027D" w:rsidP="009F5ADA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52027D" w:rsidRPr="00A05026" w:rsidRDefault="0052027D" w:rsidP="009F5ADA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«Гуто – Боровенське»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Гуто –Боровенської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52027D" w:rsidRPr="00A05026" w:rsidRDefault="0052027D" w:rsidP="009F5ADA">
      <w:pPr>
        <w:ind w:firstLine="708"/>
        <w:jc w:val="both"/>
      </w:pPr>
      <w:r w:rsidRPr="00A05026">
        <w:t xml:space="preserve">- </w:t>
      </w:r>
      <w:r>
        <w:t>Балику Дмитру Михайловичу, власнику сертифікатів</w:t>
      </w:r>
      <w:r w:rsidRPr="00A05026">
        <w:t xml:space="preserve"> на право на земельну частку (пай) серії ВЛ №</w:t>
      </w:r>
      <w:r>
        <w:t xml:space="preserve"> 004032, ВЛ 004033.</w:t>
      </w:r>
    </w:p>
    <w:p w:rsidR="0052027D" w:rsidRPr="00A05026" w:rsidRDefault="0052027D" w:rsidP="009F5ADA">
      <w:pPr>
        <w:tabs>
          <w:tab w:val="left" w:pos="426"/>
        </w:tabs>
        <w:jc w:val="both"/>
      </w:pPr>
      <w:r>
        <w:tab/>
      </w:r>
      <w:r>
        <w:tab/>
      </w:r>
      <w:r w:rsidRPr="00A05026">
        <w:t>2.Технічну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52027D" w:rsidRPr="00A05026" w:rsidRDefault="0052027D" w:rsidP="009F5ADA"/>
    <w:p w:rsidR="0052027D" w:rsidRPr="00A05026" w:rsidRDefault="0052027D" w:rsidP="009F5ADA"/>
    <w:p w:rsidR="0052027D" w:rsidRPr="00A05026" w:rsidRDefault="0052027D" w:rsidP="009F5ADA"/>
    <w:p w:rsidR="0052027D" w:rsidRPr="00A05026" w:rsidRDefault="0052027D" w:rsidP="009F5ADA"/>
    <w:p w:rsidR="0052027D" w:rsidRPr="00A05026" w:rsidRDefault="0052027D" w:rsidP="009F5ADA"/>
    <w:p w:rsidR="0052027D" w:rsidRPr="00A05026" w:rsidRDefault="0052027D" w:rsidP="009F5ADA">
      <w:r>
        <w:t>Голова</w:t>
      </w:r>
      <w:r>
        <w:rPr>
          <w:b/>
        </w:rPr>
        <w:t xml:space="preserve">                                                                                              В.ДУНАЙЧУК</w:t>
      </w:r>
    </w:p>
    <w:p w:rsidR="0052027D" w:rsidRPr="00A05026" w:rsidRDefault="0052027D" w:rsidP="009F5ADA"/>
    <w:p w:rsidR="0052027D" w:rsidRPr="00400AFD" w:rsidRDefault="0052027D" w:rsidP="009F5ADA">
      <w:pPr>
        <w:rPr>
          <w:sz w:val="24"/>
        </w:rPr>
      </w:pPr>
      <w:r>
        <w:rPr>
          <w:sz w:val="24"/>
        </w:rPr>
        <w:t>Нікітчук 23068</w:t>
      </w:r>
    </w:p>
    <w:p w:rsidR="0052027D" w:rsidRPr="00A05026" w:rsidRDefault="0052027D" w:rsidP="009F5ADA"/>
    <w:p w:rsidR="0052027D" w:rsidRPr="00A05026" w:rsidRDefault="0052027D" w:rsidP="009F5ADA"/>
    <w:p w:rsidR="0052027D" w:rsidRPr="00A05026" w:rsidRDefault="0052027D" w:rsidP="009F5ADA"/>
    <w:p w:rsidR="0052027D" w:rsidRDefault="0052027D" w:rsidP="009F5ADA"/>
    <w:p w:rsidR="0052027D" w:rsidRPr="00A05026" w:rsidRDefault="0052027D" w:rsidP="009F5ADA"/>
    <w:p w:rsidR="0052027D" w:rsidRPr="00A05026" w:rsidRDefault="0052027D" w:rsidP="009F5ADA"/>
    <w:sectPr w:rsidR="0052027D" w:rsidRPr="00A05026" w:rsidSect="009F5AD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27D" w:rsidRDefault="0052027D" w:rsidP="00D113DB">
      <w:r>
        <w:separator/>
      </w:r>
    </w:p>
  </w:endnote>
  <w:endnote w:type="continuationSeparator" w:id="0">
    <w:p w:rsidR="0052027D" w:rsidRDefault="0052027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27D" w:rsidRDefault="0052027D" w:rsidP="00D113DB">
      <w:r>
        <w:separator/>
      </w:r>
    </w:p>
  </w:footnote>
  <w:footnote w:type="continuationSeparator" w:id="0">
    <w:p w:rsidR="0052027D" w:rsidRDefault="0052027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475D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080"/>
    <w:rsid w:val="000A66CA"/>
    <w:rsid w:val="000B33A3"/>
    <w:rsid w:val="000D0568"/>
    <w:rsid w:val="000F293B"/>
    <w:rsid w:val="001034E2"/>
    <w:rsid w:val="00103987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54A2"/>
    <w:rsid w:val="00176134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2CA7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B4B74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2027D"/>
    <w:rsid w:val="005317A2"/>
    <w:rsid w:val="005513FD"/>
    <w:rsid w:val="00556309"/>
    <w:rsid w:val="005605C3"/>
    <w:rsid w:val="0056747D"/>
    <w:rsid w:val="00575828"/>
    <w:rsid w:val="005928F1"/>
    <w:rsid w:val="005961BD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1F33"/>
    <w:rsid w:val="0061237F"/>
    <w:rsid w:val="00615691"/>
    <w:rsid w:val="00617B5B"/>
    <w:rsid w:val="006373EB"/>
    <w:rsid w:val="00655117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4C94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62831"/>
    <w:rsid w:val="00877E46"/>
    <w:rsid w:val="0088149D"/>
    <w:rsid w:val="00892163"/>
    <w:rsid w:val="0089774F"/>
    <w:rsid w:val="00897DA2"/>
    <w:rsid w:val="008A5052"/>
    <w:rsid w:val="008B1E35"/>
    <w:rsid w:val="008D077E"/>
    <w:rsid w:val="008F71B9"/>
    <w:rsid w:val="008F77B9"/>
    <w:rsid w:val="00901791"/>
    <w:rsid w:val="00905A71"/>
    <w:rsid w:val="00905C56"/>
    <w:rsid w:val="00910FF2"/>
    <w:rsid w:val="009229F2"/>
    <w:rsid w:val="00937C7C"/>
    <w:rsid w:val="009409E8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9F5ADA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20E6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3D87"/>
    <w:rsid w:val="00B5518F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201F2"/>
    <w:rsid w:val="00C30A7A"/>
    <w:rsid w:val="00C36DE7"/>
    <w:rsid w:val="00C3747A"/>
    <w:rsid w:val="00C406EF"/>
    <w:rsid w:val="00C506D8"/>
    <w:rsid w:val="00C548E2"/>
    <w:rsid w:val="00C54E74"/>
    <w:rsid w:val="00C577D8"/>
    <w:rsid w:val="00C70519"/>
    <w:rsid w:val="00C807FD"/>
    <w:rsid w:val="00C91EF3"/>
    <w:rsid w:val="00CC05B6"/>
    <w:rsid w:val="00CD262E"/>
    <w:rsid w:val="00CD2B35"/>
    <w:rsid w:val="00CD7B1A"/>
    <w:rsid w:val="00CE0921"/>
    <w:rsid w:val="00CE6ABD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80D5D"/>
    <w:rsid w:val="00E90913"/>
    <w:rsid w:val="00E90AF3"/>
    <w:rsid w:val="00E95828"/>
    <w:rsid w:val="00EA0CFA"/>
    <w:rsid w:val="00EA199A"/>
    <w:rsid w:val="00EA5574"/>
    <w:rsid w:val="00EB4F86"/>
    <w:rsid w:val="00EB6E39"/>
    <w:rsid w:val="00EC0145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BFB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5734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3510D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192</Words>
  <Characters>1097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2018-09-27T08:35:00Z</cp:lastPrinted>
  <dcterms:created xsi:type="dcterms:W3CDTF">2018-10-02T12:10:00Z</dcterms:created>
  <dcterms:modified xsi:type="dcterms:W3CDTF">2018-10-02T12:10:00Z</dcterms:modified>
</cp:coreProperties>
</file>