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FFE" w:rsidRDefault="009B6FFE" w:rsidP="008D077E">
      <w:pPr>
        <w:jc w:val="center"/>
        <w:rPr>
          <w:snapToGrid w:val="0"/>
          <w:spacing w:val="8"/>
          <w:sz w:val="24"/>
        </w:rPr>
      </w:pPr>
      <w:r w:rsidRPr="00670974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9B6FFE" w:rsidRDefault="009B6FFE" w:rsidP="008D077E">
      <w:pPr>
        <w:spacing w:line="360" w:lineRule="auto"/>
        <w:rPr>
          <w:spacing w:val="8"/>
          <w:sz w:val="12"/>
          <w:szCs w:val="20"/>
        </w:rPr>
      </w:pPr>
    </w:p>
    <w:p w:rsidR="009B6FFE" w:rsidRDefault="009B6FFE" w:rsidP="008D077E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РАЙОННА ДЕРЖАВНА АДМІНІСТРАЦІЯ</w:t>
      </w:r>
    </w:p>
    <w:p w:rsidR="009B6FFE" w:rsidRDefault="009B6FFE" w:rsidP="008D077E">
      <w:pPr>
        <w:pStyle w:val="Heading3"/>
        <w:rPr>
          <w:sz w:val="28"/>
        </w:rPr>
      </w:pPr>
      <w:r>
        <w:rPr>
          <w:sz w:val="28"/>
        </w:rPr>
        <w:t>ВОЛИНСЬКОЇ ОБЛАСТІ</w:t>
      </w:r>
    </w:p>
    <w:p w:rsidR="009B6FFE" w:rsidRDefault="009B6FFE" w:rsidP="008D077E">
      <w:pPr>
        <w:jc w:val="center"/>
        <w:rPr>
          <w:b/>
          <w:sz w:val="16"/>
          <w:szCs w:val="16"/>
        </w:rPr>
      </w:pPr>
    </w:p>
    <w:p w:rsidR="009B6FFE" w:rsidRDefault="009B6FFE" w:rsidP="008D077E">
      <w:pPr>
        <w:jc w:val="center"/>
        <w:rPr>
          <w:b/>
          <w:sz w:val="16"/>
          <w:szCs w:val="16"/>
        </w:rPr>
      </w:pPr>
    </w:p>
    <w:p w:rsidR="009B6FFE" w:rsidRDefault="009B6FFE" w:rsidP="008D077E">
      <w:pPr>
        <w:pStyle w:val="Heading1"/>
        <w:rPr>
          <w:sz w:val="32"/>
          <w:szCs w:val="32"/>
        </w:rPr>
      </w:pPr>
      <w:r>
        <w:rPr>
          <w:sz w:val="32"/>
          <w:szCs w:val="32"/>
        </w:rPr>
        <w:t>РОЗПОРЯДЖЕННЯ</w:t>
      </w:r>
    </w:p>
    <w:p w:rsidR="009B6FFE" w:rsidRPr="00BE2B5B" w:rsidRDefault="009B6FFE" w:rsidP="00BE2B5B"/>
    <w:p w:rsidR="009B6FFE" w:rsidRDefault="009B6FFE" w:rsidP="00BE2B5B">
      <w:pPr>
        <w:pStyle w:val="NormalWeb"/>
        <w:spacing w:before="0" w:beforeAutospacing="0" w:after="0" w:afterAutospacing="0"/>
        <w:jc w:val="center"/>
      </w:pPr>
    </w:p>
    <w:tbl>
      <w:tblPr>
        <w:tblW w:w="0" w:type="auto"/>
        <w:tblCellSpacing w:w="0" w:type="dxa"/>
        <w:tblInd w:w="108" w:type="dxa"/>
        <w:tblLook w:val="00A0"/>
      </w:tblPr>
      <w:tblGrid>
        <w:gridCol w:w="3240"/>
        <w:gridCol w:w="3420"/>
        <w:gridCol w:w="3086"/>
      </w:tblGrid>
      <w:tr w:rsidR="009B6FFE" w:rsidTr="00BE2B5B">
        <w:trPr>
          <w:tblCellSpacing w:w="0" w:type="dxa"/>
        </w:trPr>
        <w:tc>
          <w:tcPr>
            <w:tcW w:w="3240" w:type="dxa"/>
            <w:vAlign w:val="center"/>
          </w:tcPr>
          <w:p w:rsidR="009B6FFE" w:rsidRPr="00CE6ABD" w:rsidRDefault="009B6FFE" w:rsidP="00CD262E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 вересня 2018 року</w:t>
            </w:r>
          </w:p>
        </w:tc>
        <w:tc>
          <w:tcPr>
            <w:tcW w:w="3420" w:type="dxa"/>
            <w:vAlign w:val="center"/>
          </w:tcPr>
          <w:p w:rsidR="009B6FFE" w:rsidRDefault="009B6FFE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м.Камінь</w:t>
            </w:r>
            <w:r>
              <w:rPr>
                <w:sz w:val="28"/>
                <w:szCs w:val="28"/>
              </w:rPr>
              <w:t xml:space="preserve"> – Каширський</w:t>
            </w:r>
          </w:p>
        </w:tc>
        <w:tc>
          <w:tcPr>
            <w:tcW w:w="3086" w:type="dxa"/>
            <w:vAlign w:val="center"/>
          </w:tcPr>
          <w:p w:rsidR="009B6FFE" w:rsidRPr="00CD262E" w:rsidRDefault="009B6FFE" w:rsidP="00FE5734">
            <w:pPr>
              <w:pStyle w:val="NormalWeb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                    </w:t>
            </w:r>
            <w:r>
              <w:rPr>
                <w:color w:val="000000"/>
                <w:sz w:val="28"/>
                <w:szCs w:val="28"/>
              </w:rPr>
              <w:t>№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289</w:t>
            </w:r>
          </w:p>
        </w:tc>
      </w:tr>
    </w:tbl>
    <w:p w:rsidR="009B6FFE" w:rsidRDefault="009B6FFE" w:rsidP="008D077E">
      <w:pPr>
        <w:pStyle w:val="Title"/>
        <w:jc w:val="left"/>
        <w:rPr>
          <w:sz w:val="32"/>
          <w:szCs w:val="32"/>
        </w:rPr>
      </w:pPr>
    </w:p>
    <w:p w:rsidR="009B6FFE" w:rsidRDefault="009B6FFE" w:rsidP="008D077E">
      <w:pPr>
        <w:pStyle w:val="NormalWeb"/>
        <w:spacing w:before="0" w:beforeAutospacing="0" w:after="0" w:afterAutospacing="0"/>
        <w:jc w:val="center"/>
      </w:pPr>
      <w:r>
        <w:t> </w:t>
      </w:r>
    </w:p>
    <w:p w:rsidR="009B6FFE" w:rsidRPr="00A05026" w:rsidRDefault="009B6FFE" w:rsidP="009F5ADA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гр. </w:t>
      </w:r>
      <w:r>
        <w:rPr>
          <w:szCs w:val="28"/>
        </w:rPr>
        <w:t xml:space="preserve">Чикун К.Ф.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9B6FFE" w:rsidRPr="00A05026" w:rsidRDefault="009B6FFE" w:rsidP="009F5ADA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9B6FFE" w:rsidRPr="00A05026" w:rsidRDefault="009B6FFE" w:rsidP="009F5ADA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частки</w:t>
      </w:r>
      <w:r>
        <w:rPr>
          <w:szCs w:val="28"/>
        </w:rPr>
        <w:t xml:space="preserve"> </w:t>
      </w:r>
      <w:r w:rsidRPr="00A05026">
        <w:rPr>
          <w:szCs w:val="28"/>
        </w:rPr>
        <w:t>(паю)</w:t>
      </w:r>
      <w:r>
        <w:rPr>
          <w:szCs w:val="28"/>
        </w:rPr>
        <w:t xml:space="preserve"> </w:t>
      </w:r>
      <w:r w:rsidRPr="00A05026">
        <w:rPr>
          <w:szCs w:val="28"/>
        </w:rPr>
        <w:t>колишнь</w:t>
      </w:r>
      <w:r>
        <w:rPr>
          <w:szCs w:val="28"/>
        </w:rPr>
        <w:t>ого</w:t>
      </w:r>
    </w:p>
    <w:p w:rsidR="009B6FFE" w:rsidRPr="00A05026" w:rsidRDefault="009B6FFE" w:rsidP="009F5ADA">
      <w:pPr>
        <w:jc w:val="center"/>
        <w:rPr>
          <w:szCs w:val="28"/>
        </w:rPr>
      </w:pPr>
      <w:r>
        <w:rPr>
          <w:szCs w:val="28"/>
        </w:rPr>
        <w:t xml:space="preserve">КСП « Видричівське» </w:t>
      </w:r>
      <w:r w:rsidRPr="00A05026">
        <w:rPr>
          <w:szCs w:val="28"/>
        </w:rPr>
        <w:t>в натурі (на  місцевості)</w:t>
      </w:r>
    </w:p>
    <w:p w:rsidR="009B6FFE" w:rsidRPr="00A05026" w:rsidRDefault="009B6FFE" w:rsidP="009F5ADA"/>
    <w:p w:rsidR="009B6FFE" w:rsidRPr="00A05026" w:rsidRDefault="009B6FFE" w:rsidP="009F5ADA"/>
    <w:p w:rsidR="009B6FFE" w:rsidRPr="00A05026" w:rsidRDefault="009B6FFE" w:rsidP="009F5ADA">
      <w:pPr>
        <w:ind w:firstLine="708"/>
        <w:jc w:val="both"/>
      </w:pPr>
      <w:r>
        <w:t>В</w:t>
      </w:r>
      <w:r w:rsidRPr="00A05026">
        <w:t>ідповідно до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</w:p>
    <w:p w:rsidR="009B6FFE" w:rsidRPr="00A05026" w:rsidRDefault="009B6FFE" w:rsidP="009F5ADA">
      <w:pPr>
        <w:tabs>
          <w:tab w:val="left" w:pos="567"/>
        </w:tabs>
        <w:jc w:val="both"/>
      </w:pPr>
      <w:r>
        <w:tab/>
        <w:t xml:space="preserve">1. </w:t>
      </w:r>
      <w:r w:rsidRPr="00A05026">
        <w:t xml:space="preserve">Надати дозвіл  на розроблення технічної документації із землеустрою щодо встановлення меж земельних ділянок частки (паю) </w:t>
      </w:r>
      <w:r>
        <w:rPr>
          <w:szCs w:val="28"/>
        </w:rPr>
        <w:t>колишнього КСП «Видричівське»</w:t>
      </w:r>
      <w:r w:rsidRPr="00A05026">
        <w:t xml:space="preserve"> в натурі (на місцевості)</w:t>
      </w:r>
      <w:r>
        <w:t xml:space="preserve"> </w:t>
      </w:r>
      <w:r w:rsidRPr="00A05026">
        <w:t>за межами населеного пункту</w:t>
      </w:r>
      <w:r>
        <w:t xml:space="preserve"> </w:t>
      </w:r>
      <w:r w:rsidRPr="00A05026">
        <w:t>на території</w:t>
      </w:r>
      <w:r>
        <w:t xml:space="preserve"> Видричівської </w:t>
      </w:r>
      <w:r w:rsidRPr="00A05026">
        <w:t>сільської ради громадян</w:t>
      </w:r>
      <w:r>
        <w:t>ці</w:t>
      </w:r>
      <w:r w:rsidRPr="00A05026">
        <w:t>:</w:t>
      </w:r>
    </w:p>
    <w:p w:rsidR="009B6FFE" w:rsidRPr="00A05026" w:rsidRDefault="009B6FFE" w:rsidP="009F5ADA">
      <w:pPr>
        <w:ind w:firstLine="708"/>
        <w:jc w:val="both"/>
      </w:pPr>
      <w:r w:rsidRPr="00A05026">
        <w:t xml:space="preserve">- </w:t>
      </w:r>
      <w:r>
        <w:t>Чикун Катерині Федорівні, власнику сертифіката</w:t>
      </w:r>
      <w:r w:rsidRPr="00A05026">
        <w:t xml:space="preserve"> на право на земельну частку (пай) серії ВЛ №</w:t>
      </w:r>
      <w:r>
        <w:t xml:space="preserve"> 0141072.</w:t>
      </w:r>
    </w:p>
    <w:p w:rsidR="009B6FFE" w:rsidRPr="00A05026" w:rsidRDefault="009B6FFE" w:rsidP="009F5ADA">
      <w:pPr>
        <w:tabs>
          <w:tab w:val="left" w:pos="426"/>
        </w:tabs>
        <w:jc w:val="both"/>
      </w:pPr>
      <w:r>
        <w:tab/>
      </w:r>
      <w:r>
        <w:tab/>
      </w:r>
      <w:r w:rsidRPr="00A05026">
        <w:t>2.Технічну документацію після виготовлення подати до райдержадміністрації для  затвердження</w:t>
      </w:r>
      <w:r>
        <w:t xml:space="preserve"> </w:t>
      </w:r>
      <w:r w:rsidRPr="00A05026">
        <w:t xml:space="preserve">у встановленому законом порядку. </w:t>
      </w:r>
    </w:p>
    <w:p w:rsidR="009B6FFE" w:rsidRPr="00A05026" w:rsidRDefault="009B6FFE" w:rsidP="009F5ADA"/>
    <w:p w:rsidR="009B6FFE" w:rsidRPr="00A05026" w:rsidRDefault="009B6FFE" w:rsidP="009F5ADA"/>
    <w:p w:rsidR="009B6FFE" w:rsidRPr="00A05026" w:rsidRDefault="009B6FFE" w:rsidP="009F5ADA"/>
    <w:p w:rsidR="009B6FFE" w:rsidRPr="00A05026" w:rsidRDefault="009B6FFE" w:rsidP="009F5ADA"/>
    <w:p w:rsidR="009B6FFE" w:rsidRPr="00A05026" w:rsidRDefault="009B6FFE" w:rsidP="009F5ADA"/>
    <w:p w:rsidR="009B6FFE" w:rsidRPr="00A05026" w:rsidRDefault="009B6FFE" w:rsidP="009F5ADA">
      <w:r>
        <w:t>Голова</w:t>
      </w:r>
      <w:r>
        <w:rPr>
          <w:b/>
        </w:rPr>
        <w:t xml:space="preserve">                                                                                              В.ДУНАЙЧУК</w:t>
      </w:r>
    </w:p>
    <w:p w:rsidR="009B6FFE" w:rsidRPr="00A05026" w:rsidRDefault="009B6FFE" w:rsidP="009F5ADA"/>
    <w:p w:rsidR="009B6FFE" w:rsidRPr="00400AFD" w:rsidRDefault="009B6FFE" w:rsidP="009F5ADA">
      <w:pPr>
        <w:rPr>
          <w:sz w:val="24"/>
        </w:rPr>
      </w:pPr>
      <w:r>
        <w:rPr>
          <w:sz w:val="24"/>
        </w:rPr>
        <w:t>Нікітчук 23068</w:t>
      </w:r>
    </w:p>
    <w:p w:rsidR="009B6FFE" w:rsidRPr="00A05026" w:rsidRDefault="009B6FFE" w:rsidP="009F5ADA"/>
    <w:p w:rsidR="009B6FFE" w:rsidRPr="00A05026" w:rsidRDefault="009B6FFE" w:rsidP="009F5ADA"/>
    <w:p w:rsidR="009B6FFE" w:rsidRPr="00A05026" w:rsidRDefault="009B6FFE" w:rsidP="009F5ADA"/>
    <w:p w:rsidR="009B6FFE" w:rsidRDefault="009B6FFE" w:rsidP="009F5ADA"/>
    <w:p w:rsidR="009B6FFE" w:rsidRPr="00A05026" w:rsidRDefault="009B6FFE" w:rsidP="009F5ADA"/>
    <w:sectPr w:rsidR="009B6FFE" w:rsidRPr="00A05026" w:rsidSect="009F5ADA">
      <w:pgSz w:w="11906" w:h="16838"/>
      <w:pgMar w:top="28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FFE" w:rsidRDefault="009B6FFE" w:rsidP="00D113DB">
      <w:r>
        <w:separator/>
      </w:r>
    </w:p>
  </w:endnote>
  <w:endnote w:type="continuationSeparator" w:id="0">
    <w:p w:rsidR="009B6FFE" w:rsidRDefault="009B6FFE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FFE" w:rsidRDefault="009B6FFE" w:rsidP="00D113DB">
      <w:r>
        <w:separator/>
      </w:r>
    </w:p>
  </w:footnote>
  <w:footnote w:type="continuationSeparator" w:id="0">
    <w:p w:rsidR="009B6FFE" w:rsidRDefault="009B6FFE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10BB4"/>
    <w:rsid w:val="00011C08"/>
    <w:rsid w:val="00021F00"/>
    <w:rsid w:val="00022554"/>
    <w:rsid w:val="0002475D"/>
    <w:rsid w:val="00026AE3"/>
    <w:rsid w:val="00031CFB"/>
    <w:rsid w:val="00043F2A"/>
    <w:rsid w:val="00046327"/>
    <w:rsid w:val="000539C8"/>
    <w:rsid w:val="00057720"/>
    <w:rsid w:val="00061630"/>
    <w:rsid w:val="00062975"/>
    <w:rsid w:val="00094177"/>
    <w:rsid w:val="0009683A"/>
    <w:rsid w:val="000A4A8C"/>
    <w:rsid w:val="000A6080"/>
    <w:rsid w:val="000A66CA"/>
    <w:rsid w:val="000B33A3"/>
    <w:rsid w:val="000D0568"/>
    <w:rsid w:val="000F293B"/>
    <w:rsid w:val="001034E2"/>
    <w:rsid w:val="00103A1E"/>
    <w:rsid w:val="0010420A"/>
    <w:rsid w:val="001047C8"/>
    <w:rsid w:val="00106185"/>
    <w:rsid w:val="001112AB"/>
    <w:rsid w:val="00115DDC"/>
    <w:rsid w:val="00116FC1"/>
    <w:rsid w:val="001233C6"/>
    <w:rsid w:val="001258F4"/>
    <w:rsid w:val="00126C58"/>
    <w:rsid w:val="0014174A"/>
    <w:rsid w:val="00150DCE"/>
    <w:rsid w:val="00163BDD"/>
    <w:rsid w:val="001754A2"/>
    <w:rsid w:val="00176134"/>
    <w:rsid w:val="00176697"/>
    <w:rsid w:val="00183E3E"/>
    <w:rsid w:val="00197F79"/>
    <w:rsid w:val="001A2FF2"/>
    <w:rsid w:val="001A47AE"/>
    <w:rsid w:val="001A55A3"/>
    <w:rsid w:val="001A7883"/>
    <w:rsid w:val="001B27D9"/>
    <w:rsid w:val="001B6D24"/>
    <w:rsid w:val="001D1B08"/>
    <w:rsid w:val="001D33B8"/>
    <w:rsid w:val="001E514E"/>
    <w:rsid w:val="001F08ED"/>
    <w:rsid w:val="001F55AA"/>
    <w:rsid w:val="001F6014"/>
    <w:rsid w:val="00203A9A"/>
    <w:rsid w:val="00206814"/>
    <w:rsid w:val="002223C6"/>
    <w:rsid w:val="00225ACF"/>
    <w:rsid w:val="00225E09"/>
    <w:rsid w:val="00225E81"/>
    <w:rsid w:val="0022746F"/>
    <w:rsid w:val="002412D9"/>
    <w:rsid w:val="00241B85"/>
    <w:rsid w:val="002478B9"/>
    <w:rsid w:val="002529E1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B2CA7"/>
    <w:rsid w:val="002C33F5"/>
    <w:rsid w:val="002C4595"/>
    <w:rsid w:val="002C4FE6"/>
    <w:rsid w:val="002D22BC"/>
    <w:rsid w:val="002D37BC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4618E"/>
    <w:rsid w:val="00361B5B"/>
    <w:rsid w:val="00361F44"/>
    <w:rsid w:val="00374B6F"/>
    <w:rsid w:val="0038223E"/>
    <w:rsid w:val="00382F23"/>
    <w:rsid w:val="003869D8"/>
    <w:rsid w:val="003A0D83"/>
    <w:rsid w:val="003A4737"/>
    <w:rsid w:val="003B1A50"/>
    <w:rsid w:val="003B4B74"/>
    <w:rsid w:val="003E7F26"/>
    <w:rsid w:val="003F5C28"/>
    <w:rsid w:val="003F60D4"/>
    <w:rsid w:val="00400AFD"/>
    <w:rsid w:val="00404023"/>
    <w:rsid w:val="00404CD0"/>
    <w:rsid w:val="00410F37"/>
    <w:rsid w:val="00415189"/>
    <w:rsid w:val="00427B58"/>
    <w:rsid w:val="004312D4"/>
    <w:rsid w:val="00456C12"/>
    <w:rsid w:val="004720B5"/>
    <w:rsid w:val="00484B58"/>
    <w:rsid w:val="00490A24"/>
    <w:rsid w:val="004A00FE"/>
    <w:rsid w:val="004A6BFA"/>
    <w:rsid w:val="004A772A"/>
    <w:rsid w:val="004C50C6"/>
    <w:rsid w:val="004E4CA7"/>
    <w:rsid w:val="004E4F92"/>
    <w:rsid w:val="004E5AA1"/>
    <w:rsid w:val="004E78E3"/>
    <w:rsid w:val="004F3AB7"/>
    <w:rsid w:val="005019DB"/>
    <w:rsid w:val="005065FF"/>
    <w:rsid w:val="005317A2"/>
    <w:rsid w:val="005513FD"/>
    <w:rsid w:val="005605C3"/>
    <w:rsid w:val="0056747D"/>
    <w:rsid w:val="005717FD"/>
    <w:rsid w:val="00575828"/>
    <w:rsid w:val="005928F1"/>
    <w:rsid w:val="005961BD"/>
    <w:rsid w:val="005A71DF"/>
    <w:rsid w:val="005B09AD"/>
    <w:rsid w:val="005C1B3E"/>
    <w:rsid w:val="005C4B7B"/>
    <w:rsid w:val="005C735C"/>
    <w:rsid w:val="005D1DC4"/>
    <w:rsid w:val="005D7E10"/>
    <w:rsid w:val="005E1460"/>
    <w:rsid w:val="005E2C54"/>
    <w:rsid w:val="005F345D"/>
    <w:rsid w:val="005F609B"/>
    <w:rsid w:val="00600096"/>
    <w:rsid w:val="00602828"/>
    <w:rsid w:val="006039C2"/>
    <w:rsid w:val="00603F15"/>
    <w:rsid w:val="00610E68"/>
    <w:rsid w:val="00611F33"/>
    <w:rsid w:val="0061237F"/>
    <w:rsid w:val="00615691"/>
    <w:rsid w:val="00617B5B"/>
    <w:rsid w:val="006373EB"/>
    <w:rsid w:val="00655117"/>
    <w:rsid w:val="00656B73"/>
    <w:rsid w:val="00670974"/>
    <w:rsid w:val="006738DC"/>
    <w:rsid w:val="006761ED"/>
    <w:rsid w:val="006A33E9"/>
    <w:rsid w:val="006D7147"/>
    <w:rsid w:val="006E13B0"/>
    <w:rsid w:val="007029B2"/>
    <w:rsid w:val="007037A2"/>
    <w:rsid w:val="00710E51"/>
    <w:rsid w:val="00713443"/>
    <w:rsid w:val="0072117A"/>
    <w:rsid w:val="0072381A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4C94"/>
    <w:rsid w:val="00777A97"/>
    <w:rsid w:val="0079445D"/>
    <w:rsid w:val="00797978"/>
    <w:rsid w:val="007A1A71"/>
    <w:rsid w:val="007B63B8"/>
    <w:rsid w:val="007E405B"/>
    <w:rsid w:val="007E61B3"/>
    <w:rsid w:val="007E6703"/>
    <w:rsid w:val="007F3E87"/>
    <w:rsid w:val="008057D9"/>
    <w:rsid w:val="00806C40"/>
    <w:rsid w:val="008109A9"/>
    <w:rsid w:val="00834A7C"/>
    <w:rsid w:val="0083638A"/>
    <w:rsid w:val="00844C4E"/>
    <w:rsid w:val="00857CB6"/>
    <w:rsid w:val="008610D4"/>
    <w:rsid w:val="00877E46"/>
    <w:rsid w:val="0088149D"/>
    <w:rsid w:val="00892163"/>
    <w:rsid w:val="0089774F"/>
    <w:rsid w:val="00897DA2"/>
    <w:rsid w:val="008A5052"/>
    <w:rsid w:val="008D077E"/>
    <w:rsid w:val="008F71B9"/>
    <w:rsid w:val="008F77B9"/>
    <w:rsid w:val="00901791"/>
    <w:rsid w:val="00905A71"/>
    <w:rsid w:val="00910FF2"/>
    <w:rsid w:val="009229F2"/>
    <w:rsid w:val="00937C7C"/>
    <w:rsid w:val="009409E8"/>
    <w:rsid w:val="009514F8"/>
    <w:rsid w:val="0096215E"/>
    <w:rsid w:val="00963C13"/>
    <w:rsid w:val="009723D1"/>
    <w:rsid w:val="009754B7"/>
    <w:rsid w:val="009A2F92"/>
    <w:rsid w:val="009A6570"/>
    <w:rsid w:val="009B1F99"/>
    <w:rsid w:val="009B4FB5"/>
    <w:rsid w:val="009B6FFE"/>
    <w:rsid w:val="009C35F0"/>
    <w:rsid w:val="009F14FE"/>
    <w:rsid w:val="009F32C7"/>
    <w:rsid w:val="009F3D57"/>
    <w:rsid w:val="009F5ADA"/>
    <w:rsid w:val="00A02A19"/>
    <w:rsid w:val="00A030D4"/>
    <w:rsid w:val="00A05026"/>
    <w:rsid w:val="00A06147"/>
    <w:rsid w:val="00A065AB"/>
    <w:rsid w:val="00A07F9B"/>
    <w:rsid w:val="00A24ED2"/>
    <w:rsid w:val="00A30643"/>
    <w:rsid w:val="00A31F38"/>
    <w:rsid w:val="00A344BC"/>
    <w:rsid w:val="00A55151"/>
    <w:rsid w:val="00A555BB"/>
    <w:rsid w:val="00A65DF3"/>
    <w:rsid w:val="00A672B5"/>
    <w:rsid w:val="00A720E6"/>
    <w:rsid w:val="00A7518B"/>
    <w:rsid w:val="00A7697D"/>
    <w:rsid w:val="00A95C7A"/>
    <w:rsid w:val="00AA301D"/>
    <w:rsid w:val="00AC2774"/>
    <w:rsid w:val="00AC45E7"/>
    <w:rsid w:val="00B044C7"/>
    <w:rsid w:val="00B142CC"/>
    <w:rsid w:val="00B169B5"/>
    <w:rsid w:val="00B21D35"/>
    <w:rsid w:val="00B2560E"/>
    <w:rsid w:val="00B43590"/>
    <w:rsid w:val="00B535A8"/>
    <w:rsid w:val="00B5518F"/>
    <w:rsid w:val="00B67295"/>
    <w:rsid w:val="00B716DD"/>
    <w:rsid w:val="00B73321"/>
    <w:rsid w:val="00B83396"/>
    <w:rsid w:val="00B869A6"/>
    <w:rsid w:val="00B92097"/>
    <w:rsid w:val="00BA499D"/>
    <w:rsid w:val="00BA5B57"/>
    <w:rsid w:val="00BA5BB5"/>
    <w:rsid w:val="00BB200E"/>
    <w:rsid w:val="00BB5476"/>
    <w:rsid w:val="00BC53C5"/>
    <w:rsid w:val="00BC7F13"/>
    <w:rsid w:val="00BD1FAA"/>
    <w:rsid w:val="00BD7B5D"/>
    <w:rsid w:val="00BE2B5B"/>
    <w:rsid w:val="00BE72E5"/>
    <w:rsid w:val="00BE75D4"/>
    <w:rsid w:val="00BF3A06"/>
    <w:rsid w:val="00C0529E"/>
    <w:rsid w:val="00C16880"/>
    <w:rsid w:val="00C201F2"/>
    <w:rsid w:val="00C30A7A"/>
    <w:rsid w:val="00C36DE7"/>
    <w:rsid w:val="00C3747A"/>
    <w:rsid w:val="00C406EF"/>
    <w:rsid w:val="00C506D8"/>
    <w:rsid w:val="00C548E2"/>
    <w:rsid w:val="00C54E74"/>
    <w:rsid w:val="00C577D8"/>
    <w:rsid w:val="00C70519"/>
    <w:rsid w:val="00C807FD"/>
    <w:rsid w:val="00C91EF3"/>
    <w:rsid w:val="00CC05B6"/>
    <w:rsid w:val="00CD262E"/>
    <w:rsid w:val="00CD2B35"/>
    <w:rsid w:val="00CD7B1A"/>
    <w:rsid w:val="00CE0921"/>
    <w:rsid w:val="00CE6ABD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54294"/>
    <w:rsid w:val="00D63DB7"/>
    <w:rsid w:val="00D90E3F"/>
    <w:rsid w:val="00DB4219"/>
    <w:rsid w:val="00DD6E4A"/>
    <w:rsid w:val="00E04C17"/>
    <w:rsid w:val="00E1023F"/>
    <w:rsid w:val="00E11DC3"/>
    <w:rsid w:val="00E129B3"/>
    <w:rsid w:val="00E148D0"/>
    <w:rsid w:val="00E16C37"/>
    <w:rsid w:val="00E22F72"/>
    <w:rsid w:val="00E241D1"/>
    <w:rsid w:val="00E31C9C"/>
    <w:rsid w:val="00E33D5C"/>
    <w:rsid w:val="00E369DD"/>
    <w:rsid w:val="00E378BC"/>
    <w:rsid w:val="00E51DAB"/>
    <w:rsid w:val="00E5207A"/>
    <w:rsid w:val="00E80D5D"/>
    <w:rsid w:val="00E90913"/>
    <w:rsid w:val="00E90AF3"/>
    <w:rsid w:val="00E95828"/>
    <w:rsid w:val="00EA0CFA"/>
    <w:rsid w:val="00EA199A"/>
    <w:rsid w:val="00EA5574"/>
    <w:rsid w:val="00EB4F86"/>
    <w:rsid w:val="00EB6E39"/>
    <w:rsid w:val="00EC0145"/>
    <w:rsid w:val="00EC1C50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BFB"/>
    <w:rsid w:val="00F11F5E"/>
    <w:rsid w:val="00F1208B"/>
    <w:rsid w:val="00F13711"/>
    <w:rsid w:val="00F519C4"/>
    <w:rsid w:val="00F612AE"/>
    <w:rsid w:val="00F64FC8"/>
    <w:rsid w:val="00F663F8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5734"/>
    <w:rsid w:val="00FE74AC"/>
    <w:rsid w:val="00FE7E1D"/>
    <w:rsid w:val="00FF1766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D077E"/>
    <w:rPr>
      <w:rFonts w:eastAsia="Times New Roman" w:cs="Times New Roman"/>
      <w:b/>
      <w:sz w:val="28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D077E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D077E"/>
    <w:rPr>
      <w:rFonts w:eastAsia="Batang" w:cs="Times New Roman"/>
      <w:b/>
      <w:bCs/>
      <w:sz w:val="24"/>
      <w:szCs w:val="24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2478B9"/>
    <w:rPr>
      <w:rFonts w:eastAsia="Batang"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827F5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29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187</Words>
  <Characters>1072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2018-09-27T08:29:00Z</cp:lastPrinted>
  <dcterms:created xsi:type="dcterms:W3CDTF">2018-10-02T12:07:00Z</dcterms:created>
  <dcterms:modified xsi:type="dcterms:W3CDTF">2018-10-02T12:07:00Z</dcterms:modified>
</cp:coreProperties>
</file>