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186" w:rsidRDefault="008A6186" w:rsidP="008D077E">
      <w:pPr>
        <w:jc w:val="center"/>
        <w:rPr>
          <w:snapToGrid w:val="0"/>
          <w:spacing w:val="8"/>
          <w:sz w:val="24"/>
        </w:rPr>
      </w:pPr>
      <w:r w:rsidRPr="00BF0A8F">
        <w:rPr>
          <w:noProof/>
          <w:spacing w:val="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8A6186" w:rsidRDefault="008A6186" w:rsidP="008D077E">
      <w:pPr>
        <w:spacing w:line="360" w:lineRule="auto"/>
        <w:rPr>
          <w:spacing w:val="8"/>
          <w:sz w:val="12"/>
          <w:szCs w:val="20"/>
        </w:rPr>
      </w:pPr>
    </w:p>
    <w:p w:rsidR="008A6186" w:rsidRDefault="008A6186" w:rsidP="008D077E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8A6186" w:rsidRDefault="008A6186" w:rsidP="008D077E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8A6186" w:rsidRDefault="008A6186" w:rsidP="008D077E">
      <w:pPr>
        <w:jc w:val="center"/>
        <w:rPr>
          <w:b/>
          <w:sz w:val="16"/>
          <w:szCs w:val="16"/>
        </w:rPr>
      </w:pPr>
    </w:p>
    <w:p w:rsidR="008A6186" w:rsidRDefault="008A6186" w:rsidP="008D077E">
      <w:pPr>
        <w:jc w:val="center"/>
        <w:rPr>
          <w:b/>
          <w:sz w:val="16"/>
          <w:szCs w:val="16"/>
        </w:rPr>
      </w:pPr>
    </w:p>
    <w:p w:rsidR="008A6186" w:rsidRDefault="008A6186" w:rsidP="008D077E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8A6186" w:rsidRPr="00BE2B5B" w:rsidRDefault="008A6186" w:rsidP="00BE2B5B"/>
    <w:p w:rsidR="008A6186" w:rsidRDefault="008A6186" w:rsidP="00BE2B5B">
      <w:pPr>
        <w:pStyle w:val="NormalWeb"/>
        <w:spacing w:before="0" w:beforeAutospacing="0" w:after="0" w:afterAutospacing="0"/>
        <w:jc w:val="center"/>
      </w:pP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8A6186" w:rsidTr="00BE2B5B">
        <w:trPr>
          <w:tblCellSpacing w:w="0" w:type="dxa"/>
        </w:trPr>
        <w:tc>
          <w:tcPr>
            <w:tcW w:w="3240" w:type="dxa"/>
            <w:vAlign w:val="center"/>
          </w:tcPr>
          <w:p w:rsidR="008A6186" w:rsidRDefault="008A6186" w:rsidP="00CD262E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 w:rsidRPr="0017421E">
              <w:rPr>
                <w:sz w:val="28"/>
                <w:lang w:val="uk-UA"/>
              </w:rPr>
              <w:t xml:space="preserve">19 вересня 2018 року </w:t>
            </w:r>
          </w:p>
        </w:tc>
        <w:tc>
          <w:tcPr>
            <w:tcW w:w="3420" w:type="dxa"/>
            <w:vAlign w:val="center"/>
          </w:tcPr>
          <w:p w:rsidR="008A6186" w:rsidRDefault="008A618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</w:t>
            </w:r>
            <w:r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8A6186" w:rsidRPr="00CD262E" w:rsidRDefault="008A6186" w:rsidP="005961BD">
            <w:pPr>
              <w:pStyle w:val="NormalWeb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</w:t>
            </w:r>
            <w:r>
              <w:rPr>
                <w:color w:val="000000"/>
                <w:sz w:val="28"/>
                <w:szCs w:val="28"/>
              </w:rPr>
              <w:t xml:space="preserve"> 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276</w:t>
            </w:r>
          </w:p>
        </w:tc>
      </w:tr>
    </w:tbl>
    <w:p w:rsidR="008A6186" w:rsidRDefault="008A6186" w:rsidP="008D077E">
      <w:pPr>
        <w:pStyle w:val="Title"/>
        <w:jc w:val="left"/>
        <w:rPr>
          <w:sz w:val="32"/>
          <w:szCs w:val="32"/>
        </w:rPr>
      </w:pPr>
    </w:p>
    <w:p w:rsidR="008A6186" w:rsidRDefault="008A6186" w:rsidP="008D077E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8A6186" w:rsidTr="008D077E">
        <w:trPr>
          <w:tblCellSpacing w:w="0" w:type="dxa"/>
        </w:trPr>
        <w:tc>
          <w:tcPr>
            <w:tcW w:w="3240" w:type="dxa"/>
            <w:vAlign w:val="center"/>
          </w:tcPr>
          <w:p w:rsidR="008A6186" w:rsidRPr="00BE2B5B" w:rsidRDefault="008A6186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8A6186" w:rsidRDefault="008A6186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3086" w:type="dxa"/>
            <w:vAlign w:val="center"/>
          </w:tcPr>
          <w:p w:rsidR="008A6186" w:rsidRDefault="008A6186">
            <w:pPr>
              <w:pStyle w:val="NormalWeb"/>
              <w:spacing w:before="0" w:beforeAutospacing="0" w:after="0" w:afterAutospacing="0"/>
              <w:jc w:val="right"/>
            </w:pPr>
          </w:p>
        </w:tc>
      </w:tr>
    </w:tbl>
    <w:p w:rsidR="008A6186" w:rsidRPr="00A05026" w:rsidRDefault="008A6186" w:rsidP="009F5ADA">
      <w:pPr>
        <w:jc w:val="center"/>
        <w:rPr>
          <w:szCs w:val="28"/>
        </w:rPr>
      </w:pPr>
      <w:bookmarkStart w:id="0" w:name="OLE_LINK33"/>
      <w:bookmarkStart w:id="1" w:name="_GoBack"/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Муц Г.І.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8A6186" w:rsidRPr="00A05026" w:rsidRDefault="008A6186" w:rsidP="009F5ADA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8A6186" w:rsidRPr="00A05026" w:rsidRDefault="008A6186" w:rsidP="009F5ADA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ої</w:t>
      </w:r>
    </w:p>
    <w:p w:rsidR="008A6186" w:rsidRPr="00A05026" w:rsidRDefault="008A6186" w:rsidP="009F5ADA">
      <w:pPr>
        <w:jc w:val="center"/>
        <w:rPr>
          <w:szCs w:val="28"/>
        </w:rPr>
      </w:pPr>
      <w:r>
        <w:rPr>
          <w:szCs w:val="28"/>
        </w:rPr>
        <w:t xml:space="preserve">агрофірми « Камінь-Каширський» </w:t>
      </w:r>
      <w:r w:rsidRPr="00A05026">
        <w:rPr>
          <w:szCs w:val="28"/>
        </w:rPr>
        <w:t>в натурі (на  місцевості)</w:t>
      </w:r>
    </w:p>
    <w:bookmarkEnd w:id="0"/>
    <w:bookmarkEnd w:id="1"/>
    <w:p w:rsidR="008A6186" w:rsidRPr="00A05026" w:rsidRDefault="008A6186" w:rsidP="009F5ADA"/>
    <w:p w:rsidR="008A6186" w:rsidRPr="00A05026" w:rsidRDefault="008A6186" w:rsidP="009F5ADA"/>
    <w:p w:rsidR="008A6186" w:rsidRPr="00A05026" w:rsidRDefault="008A6186" w:rsidP="009F5ADA">
      <w:pPr>
        <w:ind w:firstLine="708"/>
        <w:jc w:val="both"/>
      </w:pPr>
      <w:r>
        <w:t>В</w:t>
      </w:r>
      <w:r w:rsidRPr="00A05026">
        <w:t>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</w:p>
    <w:p w:rsidR="008A6186" w:rsidRPr="00A05026" w:rsidRDefault="008A6186" w:rsidP="009F5ADA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>колишньої агрофірми « Камінь - Каширський»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 Камінь – Каширської  міської</w:t>
      </w:r>
      <w:r w:rsidRPr="00A05026">
        <w:t xml:space="preserve"> ради громадян</w:t>
      </w:r>
      <w:r>
        <w:t>ці</w:t>
      </w:r>
      <w:r w:rsidRPr="00A05026">
        <w:t>:</w:t>
      </w:r>
    </w:p>
    <w:p w:rsidR="008A6186" w:rsidRPr="00A05026" w:rsidRDefault="008A6186" w:rsidP="009F5ADA">
      <w:pPr>
        <w:ind w:firstLine="708"/>
        <w:jc w:val="both"/>
      </w:pPr>
      <w:r w:rsidRPr="00A05026">
        <w:t xml:space="preserve">- </w:t>
      </w:r>
      <w:r>
        <w:t>Муц Галині Іванівні, власниці сертифіката</w:t>
      </w:r>
      <w:r w:rsidRPr="00A05026">
        <w:t xml:space="preserve"> на право на земельну частку (пай) серії ВЛ №</w:t>
      </w:r>
      <w:r>
        <w:t xml:space="preserve"> 017499.</w:t>
      </w:r>
    </w:p>
    <w:p w:rsidR="008A6186" w:rsidRPr="00A05026" w:rsidRDefault="008A6186" w:rsidP="009F5ADA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8A6186" w:rsidRPr="00A05026" w:rsidRDefault="008A6186" w:rsidP="009F5ADA"/>
    <w:p w:rsidR="008A6186" w:rsidRPr="00A05026" w:rsidRDefault="008A6186" w:rsidP="009F5ADA"/>
    <w:p w:rsidR="008A6186" w:rsidRPr="00A05026" w:rsidRDefault="008A6186" w:rsidP="009F5ADA"/>
    <w:p w:rsidR="008A6186" w:rsidRPr="00A05026" w:rsidRDefault="008A6186" w:rsidP="009F5ADA"/>
    <w:p w:rsidR="008A6186" w:rsidRPr="00A05026" w:rsidRDefault="008A6186" w:rsidP="009F5ADA"/>
    <w:p w:rsidR="008A6186" w:rsidRPr="00A05026" w:rsidRDefault="008A6186" w:rsidP="009F5ADA">
      <w:r>
        <w:t>Голова</w:t>
      </w:r>
      <w:r>
        <w:rPr>
          <w:b/>
        </w:rPr>
        <w:t xml:space="preserve">                                                                                              В.ДУНАЙЧУК</w:t>
      </w:r>
    </w:p>
    <w:p w:rsidR="008A6186" w:rsidRPr="00A05026" w:rsidRDefault="008A6186" w:rsidP="009F5ADA"/>
    <w:p w:rsidR="008A6186" w:rsidRPr="00400AFD" w:rsidRDefault="008A6186" w:rsidP="009F5ADA">
      <w:pPr>
        <w:rPr>
          <w:sz w:val="24"/>
        </w:rPr>
      </w:pPr>
      <w:r>
        <w:rPr>
          <w:sz w:val="24"/>
        </w:rPr>
        <w:t>Нікітчук 23068</w:t>
      </w:r>
    </w:p>
    <w:p w:rsidR="008A6186" w:rsidRPr="00A05026" w:rsidRDefault="008A6186" w:rsidP="009F5ADA"/>
    <w:p w:rsidR="008A6186" w:rsidRPr="00A05026" w:rsidRDefault="008A6186" w:rsidP="009F5ADA"/>
    <w:p w:rsidR="008A6186" w:rsidRPr="00A05026" w:rsidRDefault="008A6186" w:rsidP="009F5ADA"/>
    <w:p w:rsidR="008A6186" w:rsidRDefault="008A6186" w:rsidP="009F5ADA"/>
    <w:p w:rsidR="008A6186" w:rsidRPr="00A05026" w:rsidRDefault="008A6186" w:rsidP="009F5ADA"/>
    <w:p w:rsidR="008A6186" w:rsidRPr="00A05026" w:rsidRDefault="008A6186" w:rsidP="009F5ADA"/>
    <w:p w:rsidR="008A6186" w:rsidRDefault="008A6186" w:rsidP="009F5ADA">
      <w:pPr>
        <w:rPr>
          <w:i/>
          <w:szCs w:val="28"/>
        </w:rPr>
      </w:pPr>
    </w:p>
    <w:p w:rsidR="008A6186" w:rsidRDefault="008A6186" w:rsidP="009F5ADA">
      <w:pPr>
        <w:rPr>
          <w:i/>
          <w:szCs w:val="28"/>
        </w:rPr>
      </w:pPr>
    </w:p>
    <w:p w:rsidR="008A6186" w:rsidRDefault="008A6186" w:rsidP="00FE1280">
      <w:pPr>
        <w:rPr>
          <w:szCs w:val="28"/>
        </w:rPr>
      </w:pPr>
    </w:p>
    <w:sectPr w:rsidR="008A6186" w:rsidSect="009F5ADA">
      <w:pgSz w:w="11906" w:h="16838"/>
      <w:pgMar w:top="28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186" w:rsidRDefault="008A6186" w:rsidP="00D113DB">
      <w:r>
        <w:separator/>
      </w:r>
    </w:p>
  </w:endnote>
  <w:endnote w:type="continuationSeparator" w:id="0">
    <w:p w:rsidR="008A6186" w:rsidRDefault="008A6186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186" w:rsidRDefault="008A6186" w:rsidP="00D113DB">
      <w:r>
        <w:separator/>
      </w:r>
    </w:p>
  </w:footnote>
  <w:footnote w:type="continuationSeparator" w:id="0">
    <w:p w:rsidR="008A6186" w:rsidRDefault="008A6186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475D"/>
    <w:rsid w:val="00026AE3"/>
    <w:rsid w:val="00031CFB"/>
    <w:rsid w:val="00046327"/>
    <w:rsid w:val="000539C8"/>
    <w:rsid w:val="00057720"/>
    <w:rsid w:val="00061630"/>
    <w:rsid w:val="00062975"/>
    <w:rsid w:val="000750F4"/>
    <w:rsid w:val="00094177"/>
    <w:rsid w:val="0009683A"/>
    <w:rsid w:val="000A4A8C"/>
    <w:rsid w:val="000A6080"/>
    <w:rsid w:val="000A66CA"/>
    <w:rsid w:val="000B33A3"/>
    <w:rsid w:val="000D0568"/>
    <w:rsid w:val="000F293B"/>
    <w:rsid w:val="001034E2"/>
    <w:rsid w:val="00103A1E"/>
    <w:rsid w:val="0010420A"/>
    <w:rsid w:val="001047C8"/>
    <w:rsid w:val="00106185"/>
    <w:rsid w:val="001112AB"/>
    <w:rsid w:val="00115DDC"/>
    <w:rsid w:val="00116FC1"/>
    <w:rsid w:val="001233C6"/>
    <w:rsid w:val="001258F4"/>
    <w:rsid w:val="00126C58"/>
    <w:rsid w:val="0014174A"/>
    <w:rsid w:val="00150DCE"/>
    <w:rsid w:val="00163BDD"/>
    <w:rsid w:val="0017421E"/>
    <w:rsid w:val="001754A2"/>
    <w:rsid w:val="00176134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D33B8"/>
    <w:rsid w:val="001E514E"/>
    <w:rsid w:val="001F08ED"/>
    <w:rsid w:val="001F55AA"/>
    <w:rsid w:val="001F6014"/>
    <w:rsid w:val="00203A9A"/>
    <w:rsid w:val="00206814"/>
    <w:rsid w:val="002223C6"/>
    <w:rsid w:val="00225ACF"/>
    <w:rsid w:val="00225E09"/>
    <w:rsid w:val="00225E81"/>
    <w:rsid w:val="0022746F"/>
    <w:rsid w:val="002412D9"/>
    <w:rsid w:val="00241B85"/>
    <w:rsid w:val="00245FF6"/>
    <w:rsid w:val="002478B9"/>
    <w:rsid w:val="002529E1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B2CA7"/>
    <w:rsid w:val="002C33F5"/>
    <w:rsid w:val="002C4595"/>
    <w:rsid w:val="002C4FE6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4618E"/>
    <w:rsid w:val="00361B5B"/>
    <w:rsid w:val="00361F44"/>
    <w:rsid w:val="00374B6F"/>
    <w:rsid w:val="0038223E"/>
    <w:rsid w:val="00382F23"/>
    <w:rsid w:val="003869D8"/>
    <w:rsid w:val="003A0D83"/>
    <w:rsid w:val="003A4737"/>
    <w:rsid w:val="003B1A50"/>
    <w:rsid w:val="003B4B74"/>
    <w:rsid w:val="003D17F7"/>
    <w:rsid w:val="003E7F26"/>
    <w:rsid w:val="003F5C28"/>
    <w:rsid w:val="003F60D4"/>
    <w:rsid w:val="00400AFD"/>
    <w:rsid w:val="00404023"/>
    <w:rsid w:val="00404CD0"/>
    <w:rsid w:val="00410F37"/>
    <w:rsid w:val="00415189"/>
    <w:rsid w:val="00427B58"/>
    <w:rsid w:val="004312D4"/>
    <w:rsid w:val="00456C12"/>
    <w:rsid w:val="004720B5"/>
    <w:rsid w:val="00484B58"/>
    <w:rsid w:val="00490A24"/>
    <w:rsid w:val="00492090"/>
    <w:rsid w:val="004A00FE"/>
    <w:rsid w:val="004A6BFA"/>
    <w:rsid w:val="004A772A"/>
    <w:rsid w:val="004C50C6"/>
    <w:rsid w:val="004E4CA7"/>
    <w:rsid w:val="004E4F92"/>
    <w:rsid w:val="004E5AA1"/>
    <w:rsid w:val="004E78E3"/>
    <w:rsid w:val="004F3AB7"/>
    <w:rsid w:val="005019DB"/>
    <w:rsid w:val="005065FF"/>
    <w:rsid w:val="005317A2"/>
    <w:rsid w:val="005513FD"/>
    <w:rsid w:val="005605C3"/>
    <w:rsid w:val="0056747D"/>
    <w:rsid w:val="00575828"/>
    <w:rsid w:val="005928F1"/>
    <w:rsid w:val="005961BD"/>
    <w:rsid w:val="005A71DF"/>
    <w:rsid w:val="005B09AD"/>
    <w:rsid w:val="005C1B3E"/>
    <w:rsid w:val="005C4B7B"/>
    <w:rsid w:val="005C735C"/>
    <w:rsid w:val="005D1DC4"/>
    <w:rsid w:val="005D7E10"/>
    <w:rsid w:val="005E1460"/>
    <w:rsid w:val="005E2C54"/>
    <w:rsid w:val="005F345D"/>
    <w:rsid w:val="005F609B"/>
    <w:rsid w:val="00600096"/>
    <w:rsid w:val="00602828"/>
    <w:rsid w:val="006039C2"/>
    <w:rsid w:val="00603F15"/>
    <w:rsid w:val="00610E68"/>
    <w:rsid w:val="00611F33"/>
    <w:rsid w:val="0061237F"/>
    <w:rsid w:val="00615691"/>
    <w:rsid w:val="00617B5B"/>
    <w:rsid w:val="006373EB"/>
    <w:rsid w:val="00655117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34A7C"/>
    <w:rsid w:val="0083638A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A6186"/>
    <w:rsid w:val="008D077E"/>
    <w:rsid w:val="008F71B9"/>
    <w:rsid w:val="008F77B9"/>
    <w:rsid w:val="00901791"/>
    <w:rsid w:val="00905A71"/>
    <w:rsid w:val="00910FF2"/>
    <w:rsid w:val="009229F2"/>
    <w:rsid w:val="00937C7C"/>
    <w:rsid w:val="009514F8"/>
    <w:rsid w:val="00954E7E"/>
    <w:rsid w:val="0096215E"/>
    <w:rsid w:val="00963C13"/>
    <w:rsid w:val="009723D1"/>
    <w:rsid w:val="009754B7"/>
    <w:rsid w:val="009A2F92"/>
    <w:rsid w:val="009A6570"/>
    <w:rsid w:val="009B1F99"/>
    <w:rsid w:val="009C35F0"/>
    <w:rsid w:val="009F14FE"/>
    <w:rsid w:val="009F32C7"/>
    <w:rsid w:val="009F3D57"/>
    <w:rsid w:val="009F5ADA"/>
    <w:rsid w:val="009F71AE"/>
    <w:rsid w:val="00A02A19"/>
    <w:rsid w:val="00A030D4"/>
    <w:rsid w:val="00A05026"/>
    <w:rsid w:val="00A06147"/>
    <w:rsid w:val="00A065AB"/>
    <w:rsid w:val="00A07F9B"/>
    <w:rsid w:val="00A24ED2"/>
    <w:rsid w:val="00A30643"/>
    <w:rsid w:val="00A31F38"/>
    <w:rsid w:val="00A344BC"/>
    <w:rsid w:val="00A55151"/>
    <w:rsid w:val="00A65DF3"/>
    <w:rsid w:val="00A672B5"/>
    <w:rsid w:val="00A720E6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5518F"/>
    <w:rsid w:val="00B64B7E"/>
    <w:rsid w:val="00B67295"/>
    <w:rsid w:val="00B716DD"/>
    <w:rsid w:val="00B73321"/>
    <w:rsid w:val="00B83396"/>
    <w:rsid w:val="00B869A6"/>
    <w:rsid w:val="00B92097"/>
    <w:rsid w:val="00BA499D"/>
    <w:rsid w:val="00BA5B57"/>
    <w:rsid w:val="00BA5BB5"/>
    <w:rsid w:val="00BB200E"/>
    <w:rsid w:val="00BB5476"/>
    <w:rsid w:val="00BC53C5"/>
    <w:rsid w:val="00BD1FAA"/>
    <w:rsid w:val="00BD7B5D"/>
    <w:rsid w:val="00BE2B5B"/>
    <w:rsid w:val="00BE72E5"/>
    <w:rsid w:val="00BE75D4"/>
    <w:rsid w:val="00BF0A8F"/>
    <w:rsid w:val="00BF3A06"/>
    <w:rsid w:val="00C0529E"/>
    <w:rsid w:val="00C16880"/>
    <w:rsid w:val="00C201F2"/>
    <w:rsid w:val="00C339A5"/>
    <w:rsid w:val="00C36DE7"/>
    <w:rsid w:val="00C3747A"/>
    <w:rsid w:val="00C406EF"/>
    <w:rsid w:val="00C506D8"/>
    <w:rsid w:val="00C548E2"/>
    <w:rsid w:val="00C54E74"/>
    <w:rsid w:val="00C577D8"/>
    <w:rsid w:val="00C60778"/>
    <w:rsid w:val="00C70519"/>
    <w:rsid w:val="00C807FD"/>
    <w:rsid w:val="00C91EF3"/>
    <w:rsid w:val="00CC05B6"/>
    <w:rsid w:val="00CD262E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241D1"/>
    <w:rsid w:val="00E31C9C"/>
    <w:rsid w:val="00E33D5C"/>
    <w:rsid w:val="00E369DD"/>
    <w:rsid w:val="00E378BC"/>
    <w:rsid w:val="00E51DAB"/>
    <w:rsid w:val="00E5207A"/>
    <w:rsid w:val="00E90913"/>
    <w:rsid w:val="00E90AF3"/>
    <w:rsid w:val="00E94C4C"/>
    <w:rsid w:val="00E95828"/>
    <w:rsid w:val="00EA0CFA"/>
    <w:rsid w:val="00EA199A"/>
    <w:rsid w:val="00EA5574"/>
    <w:rsid w:val="00EB4F86"/>
    <w:rsid w:val="00EB6E39"/>
    <w:rsid w:val="00EC0145"/>
    <w:rsid w:val="00EC1C50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BFB"/>
    <w:rsid w:val="00F11F5E"/>
    <w:rsid w:val="00F1208B"/>
    <w:rsid w:val="00F13711"/>
    <w:rsid w:val="00F519C4"/>
    <w:rsid w:val="00F612AE"/>
    <w:rsid w:val="00F64FC8"/>
    <w:rsid w:val="00F663F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1280"/>
    <w:rsid w:val="00FE3150"/>
    <w:rsid w:val="00FE74AC"/>
    <w:rsid w:val="00FE7E1D"/>
    <w:rsid w:val="00FF1766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D077E"/>
    <w:rPr>
      <w:rFonts w:eastAsia="Arial Unicode MS" w:cs="Times New Roman"/>
      <w:b/>
      <w:sz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D077E"/>
    <w:rPr>
      <w:rFonts w:eastAsia="Arial Unicode MS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D077E"/>
    <w:rPr>
      <w:rFonts w:eastAsia="Batang" w:cs="Times New Roman"/>
      <w:b/>
      <w:bCs/>
      <w:sz w:val="24"/>
      <w:szCs w:val="24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2478B9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840D0"/>
    <w:rPr>
      <w:rFonts w:eastAsia="Batang"/>
      <w:sz w:val="28"/>
      <w:szCs w:val="24"/>
      <w:lang w:eastAsia="ru-RU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28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814</Words>
  <Characters>464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Admin</cp:lastModifiedBy>
  <cp:revision>6</cp:revision>
  <cp:lastPrinted>2018-09-10T08:30:00Z</cp:lastPrinted>
  <dcterms:created xsi:type="dcterms:W3CDTF">2018-09-21T08:42:00Z</dcterms:created>
  <dcterms:modified xsi:type="dcterms:W3CDTF">2018-10-10T08:01:00Z</dcterms:modified>
</cp:coreProperties>
</file>