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68" w:rsidRDefault="005D1E68" w:rsidP="009732B4">
      <w:pPr>
        <w:jc w:val="center"/>
        <w:rPr>
          <w:snapToGrid w:val="0"/>
          <w:spacing w:val="8"/>
          <w:sz w:val="24"/>
        </w:rPr>
      </w:pPr>
      <w:r w:rsidRPr="00BF270C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5D1E68" w:rsidRDefault="005D1E68" w:rsidP="009732B4">
      <w:pPr>
        <w:spacing w:line="360" w:lineRule="auto"/>
        <w:rPr>
          <w:spacing w:val="8"/>
          <w:sz w:val="12"/>
          <w:szCs w:val="20"/>
        </w:rPr>
      </w:pPr>
    </w:p>
    <w:p w:rsidR="005D1E68" w:rsidRDefault="005D1E68" w:rsidP="009732B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5D1E68" w:rsidRDefault="005D1E68" w:rsidP="009732B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5D1E68" w:rsidRDefault="005D1E68" w:rsidP="009732B4">
      <w:pPr>
        <w:jc w:val="center"/>
        <w:rPr>
          <w:b/>
          <w:sz w:val="16"/>
          <w:szCs w:val="16"/>
        </w:rPr>
      </w:pPr>
    </w:p>
    <w:p w:rsidR="005D1E68" w:rsidRDefault="005D1E68" w:rsidP="009732B4">
      <w:pPr>
        <w:jc w:val="center"/>
        <w:rPr>
          <w:b/>
          <w:sz w:val="16"/>
          <w:szCs w:val="16"/>
        </w:rPr>
      </w:pPr>
    </w:p>
    <w:p w:rsidR="005D1E68" w:rsidRDefault="005D1E68" w:rsidP="009732B4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5D1E68" w:rsidRDefault="005D1E68" w:rsidP="009732B4">
      <w:pPr>
        <w:pStyle w:val="Title"/>
        <w:jc w:val="left"/>
        <w:rPr>
          <w:sz w:val="20"/>
          <w:szCs w:val="20"/>
        </w:rPr>
      </w:pPr>
    </w:p>
    <w:p w:rsidR="005D1E68" w:rsidRDefault="005D1E68" w:rsidP="009732B4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5D1E68" w:rsidTr="00307129">
        <w:trPr>
          <w:tblCellSpacing w:w="0" w:type="dxa"/>
        </w:trPr>
        <w:tc>
          <w:tcPr>
            <w:tcW w:w="3240" w:type="dxa"/>
            <w:vAlign w:val="center"/>
          </w:tcPr>
          <w:p w:rsidR="005D1E68" w:rsidRPr="00A101A4" w:rsidRDefault="005D1E68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19 вересня 2018 року </w:t>
            </w:r>
          </w:p>
        </w:tc>
        <w:tc>
          <w:tcPr>
            <w:tcW w:w="3420" w:type="dxa"/>
            <w:vAlign w:val="center"/>
          </w:tcPr>
          <w:p w:rsidR="005D1E68" w:rsidRPr="00E32CD3" w:rsidRDefault="005D1E68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5D1E68" w:rsidRPr="00754068" w:rsidRDefault="005D1E68" w:rsidP="0075406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274</w:t>
            </w:r>
          </w:p>
        </w:tc>
      </w:tr>
    </w:tbl>
    <w:p w:rsidR="005D1E68" w:rsidRDefault="005D1E68" w:rsidP="002A4A36">
      <w:pPr>
        <w:pStyle w:val="Title"/>
        <w:jc w:val="left"/>
      </w:pPr>
    </w:p>
    <w:p w:rsidR="005D1E68" w:rsidRDefault="005D1E68" w:rsidP="00841418">
      <w:pPr>
        <w:jc w:val="center"/>
      </w:pPr>
      <w:bookmarkStart w:id="0" w:name="OLE_LINK30"/>
      <w:bookmarkStart w:id="1" w:name="_GoBack"/>
      <w:r>
        <w:t>Про затвердження технічної документації із</w:t>
      </w:r>
    </w:p>
    <w:p w:rsidR="005D1E68" w:rsidRDefault="005D1E68" w:rsidP="00841418">
      <w:pPr>
        <w:jc w:val="center"/>
      </w:pPr>
      <w:r>
        <w:t>землеустрою щодо встановлення ( відновлення) меж земельних</w:t>
      </w:r>
    </w:p>
    <w:p w:rsidR="005D1E68" w:rsidRPr="00FF0543" w:rsidRDefault="005D1E68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 „Гуто-Боровенське”</w:t>
      </w:r>
    </w:p>
    <w:p w:rsidR="005D1E68" w:rsidRDefault="005D1E68" w:rsidP="00841418">
      <w:pPr>
        <w:jc w:val="center"/>
      </w:pPr>
      <w:r>
        <w:t>в натурі (на  місцевості)</w:t>
      </w:r>
    </w:p>
    <w:bookmarkEnd w:id="0"/>
    <w:bookmarkEnd w:id="1"/>
    <w:p w:rsidR="005D1E68" w:rsidRDefault="005D1E68" w:rsidP="00841418">
      <w:pPr>
        <w:jc w:val="center"/>
      </w:pPr>
    </w:p>
    <w:p w:rsidR="005D1E68" w:rsidRDefault="005D1E68" w:rsidP="00E41E7E"/>
    <w:p w:rsidR="005D1E68" w:rsidRDefault="005D1E68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5D1E68" w:rsidRPr="00E234EA" w:rsidRDefault="005D1E68" w:rsidP="005308BA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(відновлення) меж земельної частки (паю) в натурі (на місцевості) Філюку І.М., Приймак Н.Й. для ведення особистого селянського господарства за  межами   населених</w:t>
      </w:r>
      <w:r w:rsidRPr="00762588">
        <w:rPr>
          <w:szCs w:val="28"/>
        </w:rPr>
        <w:t xml:space="preserve">   пу</w:t>
      </w:r>
      <w:r>
        <w:rPr>
          <w:szCs w:val="28"/>
        </w:rPr>
        <w:t xml:space="preserve">нктів </w:t>
      </w:r>
      <w:r w:rsidRPr="00762588">
        <w:rPr>
          <w:szCs w:val="28"/>
        </w:rPr>
        <w:t xml:space="preserve"> </w:t>
      </w:r>
      <w:r>
        <w:rPr>
          <w:szCs w:val="28"/>
        </w:rPr>
        <w:t xml:space="preserve">Гуто-Боровенської сільської ради </w:t>
      </w:r>
      <w:r w:rsidRPr="00762588">
        <w:rPr>
          <w:szCs w:val="28"/>
        </w:rPr>
        <w:t>Камінь-Каширського  району</w:t>
      </w:r>
      <w:r>
        <w:rPr>
          <w:szCs w:val="28"/>
        </w:rPr>
        <w:t xml:space="preserve"> Волинської області</w:t>
      </w:r>
      <w:r w:rsidRPr="00762588">
        <w:rPr>
          <w:szCs w:val="28"/>
        </w:rPr>
        <w:t>.</w:t>
      </w:r>
    </w:p>
    <w:p w:rsidR="005D1E68" w:rsidRDefault="005D1E68" w:rsidP="00ED2385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„Гуто-Боровенське” </w:t>
      </w:r>
      <w:r w:rsidRPr="008D6223">
        <w:t>громадян</w:t>
      </w:r>
      <w:r>
        <w:t>ам</w:t>
      </w:r>
      <w:r w:rsidRPr="008D6223">
        <w:t>:</w:t>
      </w:r>
    </w:p>
    <w:p w:rsidR="005D1E68" w:rsidRDefault="005D1E68" w:rsidP="006D08C6">
      <w:pPr>
        <w:ind w:firstLine="708"/>
        <w:jc w:val="both"/>
        <w:rPr>
          <w:szCs w:val="28"/>
        </w:rPr>
      </w:pPr>
      <w:r>
        <w:t xml:space="preserve">- Філюку Івану Миколайовичу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0721483100:03:000:0095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 xml:space="preserve">, 0721483100:03:000:0094 площею </w:t>
      </w:r>
      <w:smartTag w:uri="urn:schemas-microsoft-com:office:smarttags" w:element="metricconverter">
        <w:smartTagPr>
          <w:attr w:name="ProductID" w:val="0,2397 га"/>
        </w:smartTagPr>
        <w:r>
          <w:rPr>
            <w:szCs w:val="28"/>
          </w:rPr>
          <w:t>0,2397 га</w:t>
        </w:r>
      </w:smartTag>
      <w:r>
        <w:rPr>
          <w:szCs w:val="28"/>
        </w:rPr>
        <w:t xml:space="preserve">, 0721483100:05:000:0109 площею </w:t>
      </w:r>
      <w:smartTag w:uri="urn:schemas-microsoft-com:office:smarttags" w:element="metricconverter">
        <w:smartTagPr>
          <w:attr w:name="ProductID" w:val="0,1122 га"/>
        </w:smartTagPr>
        <w:r>
          <w:rPr>
            <w:szCs w:val="28"/>
          </w:rPr>
          <w:t>0,1122 га</w:t>
        </w:r>
      </w:smartTag>
      <w:r>
        <w:rPr>
          <w:szCs w:val="28"/>
        </w:rPr>
        <w:t xml:space="preserve">, 0721483100:04:000:0051 площею </w:t>
      </w:r>
      <w:smartTag w:uri="urn:schemas-microsoft-com:office:smarttags" w:element="metricconverter">
        <w:smartTagPr>
          <w:attr w:name="ProductID" w:val="0,4712 га"/>
        </w:smartTagPr>
        <w:r>
          <w:rPr>
            <w:szCs w:val="28"/>
          </w:rPr>
          <w:t>0,4712 га</w:t>
        </w:r>
      </w:smartTag>
      <w:r>
        <w:rPr>
          <w:szCs w:val="28"/>
        </w:rPr>
        <w:t xml:space="preserve">, 0721483100:05:000:0110 площею </w:t>
      </w:r>
      <w:smartTag w:uri="urn:schemas-microsoft-com:office:smarttags" w:element="metricconverter">
        <w:smartTagPr>
          <w:attr w:name="ProductID" w:val="0,0632 га"/>
        </w:smartTagPr>
        <w:r>
          <w:rPr>
            <w:szCs w:val="28"/>
          </w:rPr>
          <w:t>0,0632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5D1E68" w:rsidRDefault="005D1E68" w:rsidP="00764D43">
      <w:pPr>
        <w:ind w:firstLine="708"/>
        <w:jc w:val="both"/>
        <w:rPr>
          <w:szCs w:val="28"/>
        </w:rPr>
      </w:pPr>
      <w:r>
        <w:rPr>
          <w:szCs w:val="28"/>
        </w:rPr>
        <w:t xml:space="preserve">- Приймак  Наталії  Йосипівні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0721483100:03:000:0091 площею </w:t>
      </w:r>
      <w:smartTag w:uri="urn:schemas-microsoft-com:office:smarttags" w:element="metricconverter">
        <w:smartTagPr>
          <w:attr w:name="ProductID" w:val="0,2683 га"/>
        </w:smartTagPr>
        <w:r>
          <w:rPr>
            <w:szCs w:val="28"/>
          </w:rPr>
          <w:t>0,2683 га</w:t>
        </w:r>
      </w:smartTag>
      <w:r>
        <w:rPr>
          <w:szCs w:val="28"/>
        </w:rPr>
        <w:t xml:space="preserve">, 0721483100:03:000:0092 площею </w:t>
      </w:r>
      <w:smartTag w:uri="urn:schemas-microsoft-com:office:smarttags" w:element="metricconverter">
        <w:smartTagPr>
          <w:attr w:name="ProductID" w:val="0,3142 га"/>
        </w:smartTagPr>
        <w:r>
          <w:rPr>
            <w:szCs w:val="28"/>
          </w:rPr>
          <w:t>0,3142 га</w:t>
        </w:r>
      </w:smartTag>
      <w:r>
        <w:rPr>
          <w:szCs w:val="28"/>
        </w:rPr>
        <w:t xml:space="preserve">, 0721483100:03:000:0093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5D1E68" w:rsidRPr="00133EAE" w:rsidRDefault="005D1E68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 xml:space="preserve">ам  Філюку І.М., Приймак Н.Й.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5D1E68" w:rsidRDefault="005D1E68" w:rsidP="00F06CDC">
      <w:pPr>
        <w:tabs>
          <w:tab w:val="left" w:pos="851"/>
        </w:tabs>
        <w:ind w:firstLine="539"/>
        <w:jc w:val="both"/>
      </w:pPr>
    </w:p>
    <w:p w:rsidR="005D1E68" w:rsidRDefault="005D1E68" w:rsidP="00764D43">
      <w:pPr>
        <w:tabs>
          <w:tab w:val="left" w:pos="851"/>
        </w:tabs>
        <w:ind w:firstLine="539"/>
        <w:jc w:val="center"/>
      </w:pPr>
    </w:p>
    <w:p w:rsidR="005D1E68" w:rsidRDefault="005D1E68" w:rsidP="00764D43">
      <w:pPr>
        <w:tabs>
          <w:tab w:val="left" w:pos="851"/>
        </w:tabs>
        <w:ind w:firstLine="539"/>
        <w:jc w:val="center"/>
      </w:pPr>
    </w:p>
    <w:p w:rsidR="005D1E68" w:rsidRDefault="005D1E68" w:rsidP="00764D43">
      <w:pPr>
        <w:tabs>
          <w:tab w:val="left" w:pos="851"/>
        </w:tabs>
        <w:ind w:firstLine="539"/>
        <w:jc w:val="center"/>
      </w:pPr>
    </w:p>
    <w:p w:rsidR="005D1E68" w:rsidRDefault="005D1E68" w:rsidP="00764D43">
      <w:pPr>
        <w:tabs>
          <w:tab w:val="left" w:pos="851"/>
        </w:tabs>
        <w:ind w:firstLine="539"/>
        <w:jc w:val="center"/>
      </w:pPr>
      <w:r>
        <w:t>2</w:t>
      </w:r>
    </w:p>
    <w:p w:rsidR="005D1E68" w:rsidRDefault="005D1E68" w:rsidP="00F06CDC">
      <w:pPr>
        <w:tabs>
          <w:tab w:val="left" w:pos="851"/>
        </w:tabs>
        <w:ind w:firstLine="539"/>
        <w:jc w:val="both"/>
      </w:pPr>
    </w:p>
    <w:p w:rsidR="005D1E68" w:rsidRDefault="005D1E68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5D1E68" w:rsidRDefault="005D1E68" w:rsidP="00166819">
      <w:pPr>
        <w:jc w:val="both"/>
        <w:rPr>
          <w:sz w:val="24"/>
          <w:szCs w:val="20"/>
        </w:rPr>
      </w:pPr>
    </w:p>
    <w:p w:rsidR="005D1E68" w:rsidRDefault="005D1E68" w:rsidP="00166819">
      <w:pPr>
        <w:jc w:val="both"/>
        <w:rPr>
          <w:sz w:val="24"/>
          <w:szCs w:val="20"/>
        </w:rPr>
      </w:pPr>
    </w:p>
    <w:p w:rsidR="005D1E68" w:rsidRDefault="005D1E68" w:rsidP="00166819">
      <w:pPr>
        <w:jc w:val="both"/>
        <w:rPr>
          <w:sz w:val="24"/>
          <w:szCs w:val="20"/>
        </w:rPr>
      </w:pPr>
    </w:p>
    <w:p w:rsidR="005D1E68" w:rsidRDefault="005D1E68" w:rsidP="00166819">
      <w:pPr>
        <w:jc w:val="both"/>
        <w:rPr>
          <w:sz w:val="24"/>
          <w:szCs w:val="20"/>
        </w:rPr>
      </w:pPr>
    </w:p>
    <w:p w:rsidR="005D1E68" w:rsidRPr="00ED2385" w:rsidRDefault="005D1E68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>
        <w:rPr>
          <w:b/>
          <w:szCs w:val="28"/>
        </w:rPr>
        <w:t xml:space="preserve">                                                                                                В.ДУНАЙЧУК</w:t>
      </w:r>
    </w:p>
    <w:p w:rsidR="005D1E68" w:rsidRPr="004A378E" w:rsidRDefault="005D1E68" w:rsidP="00166819">
      <w:pPr>
        <w:jc w:val="both"/>
        <w:rPr>
          <w:sz w:val="24"/>
          <w:lang w:val="ru-RU"/>
        </w:rPr>
      </w:pPr>
    </w:p>
    <w:p w:rsidR="005D1E68" w:rsidRDefault="005D1E68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166819">
      <w:pPr>
        <w:jc w:val="both"/>
        <w:rPr>
          <w:sz w:val="24"/>
        </w:rPr>
      </w:pPr>
    </w:p>
    <w:p w:rsidR="005D1E68" w:rsidRDefault="005D1E68" w:rsidP="00941066">
      <w:pPr>
        <w:rPr>
          <w:sz w:val="24"/>
        </w:rPr>
      </w:pPr>
    </w:p>
    <w:p w:rsidR="005D1E68" w:rsidRDefault="005D1E68" w:rsidP="00941066">
      <w:pPr>
        <w:rPr>
          <w:sz w:val="24"/>
        </w:rPr>
      </w:pPr>
    </w:p>
    <w:sectPr w:rsidR="005D1E68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E68" w:rsidRDefault="005D1E68" w:rsidP="004A378E">
      <w:r>
        <w:separator/>
      </w:r>
    </w:p>
  </w:endnote>
  <w:endnote w:type="continuationSeparator" w:id="0">
    <w:p w:rsidR="005D1E68" w:rsidRDefault="005D1E68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E68" w:rsidRDefault="005D1E68" w:rsidP="004A378E">
      <w:r>
        <w:separator/>
      </w:r>
    </w:p>
  </w:footnote>
  <w:footnote w:type="continuationSeparator" w:id="0">
    <w:p w:rsidR="005D1E68" w:rsidRDefault="005D1E68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A80D7A"/>
    <w:multiLevelType w:val="hybridMultilevel"/>
    <w:tmpl w:val="1FC2B136"/>
    <w:lvl w:ilvl="0" w:tplc="7BF00632">
      <w:start w:val="2"/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166360"/>
    <w:multiLevelType w:val="hybridMultilevel"/>
    <w:tmpl w:val="45E84E90"/>
    <w:lvl w:ilvl="0" w:tplc="8B74564E">
      <w:start w:val="2"/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1CD5"/>
    <w:rsid w:val="000F4711"/>
    <w:rsid w:val="000F5BC8"/>
    <w:rsid w:val="000F5E15"/>
    <w:rsid w:val="00111F30"/>
    <w:rsid w:val="00112066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67FE5"/>
    <w:rsid w:val="001756BB"/>
    <w:rsid w:val="00180A54"/>
    <w:rsid w:val="00180E2C"/>
    <w:rsid w:val="00186B74"/>
    <w:rsid w:val="00190F37"/>
    <w:rsid w:val="001A05F8"/>
    <w:rsid w:val="001A16F8"/>
    <w:rsid w:val="001B0C91"/>
    <w:rsid w:val="001B2533"/>
    <w:rsid w:val="001B6C00"/>
    <w:rsid w:val="001B745D"/>
    <w:rsid w:val="001D13A5"/>
    <w:rsid w:val="001E4D39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7129"/>
    <w:rsid w:val="00312E35"/>
    <w:rsid w:val="003140A3"/>
    <w:rsid w:val="00334748"/>
    <w:rsid w:val="00342A07"/>
    <w:rsid w:val="00342B99"/>
    <w:rsid w:val="003473D9"/>
    <w:rsid w:val="00355720"/>
    <w:rsid w:val="0036254C"/>
    <w:rsid w:val="003669E4"/>
    <w:rsid w:val="00370F93"/>
    <w:rsid w:val="00372BEF"/>
    <w:rsid w:val="00373C55"/>
    <w:rsid w:val="00374E94"/>
    <w:rsid w:val="00376FB1"/>
    <w:rsid w:val="00387B90"/>
    <w:rsid w:val="00387E1E"/>
    <w:rsid w:val="00390D98"/>
    <w:rsid w:val="003942DD"/>
    <w:rsid w:val="00395C07"/>
    <w:rsid w:val="003A3464"/>
    <w:rsid w:val="003A7FA0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454F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1E68"/>
    <w:rsid w:val="005D1FD8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08C6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068"/>
    <w:rsid w:val="007549D2"/>
    <w:rsid w:val="00755209"/>
    <w:rsid w:val="00756C69"/>
    <w:rsid w:val="00761E4F"/>
    <w:rsid w:val="00762588"/>
    <w:rsid w:val="00764860"/>
    <w:rsid w:val="00764D43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23F6"/>
    <w:rsid w:val="007B5B76"/>
    <w:rsid w:val="007B7A27"/>
    <w:rsid w:val="007C1B4A"/>
    <w:rsid w:val="007C53E6"/>
    <w:rsid w:val="007C73A0"/>
    <w:rsid w:val="007D240E"/>
    <w:rsid w:val="007D6637"/>
    <w:rsid w:val="007E0F6A"/>
    <w:rsid w:val="007E2880"/>
    <w:rsid w:val="007E47FC"/>
    <w:rsid w:val="007E73EF"/>
    <w:rsid w:val="007F21E4"/>
    <w:rsid w:val="007F288E"/>
    <w:rsid w:val="007F67C3"/>
    <w:rsid w:val="007F7232"/>
    <w:rsid w:val="00810E65"/>
    <w:rsid w:val="008279AD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07EBE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32B4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058"/>
    <w:rsid w:val="009D770F"/>
    <w:rsid w:val="009E0C88"/>
    <w:rsid w:val="009E0F26"/>
    <w:rsid w:val="009E4071"/>
    <w:rsid w:val="009E4351"/>
    <w:rsid w:val="009F7CB3"/>
    <w:rsid w:val="00A03D1D"/>
    <w:rsid w:val="00A0644B"/>
    <w:rsid w:val="00A101A4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1EF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0FDE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1A94"/>
    <w:rsid w:val="00BE32B6"/>
    <w:rsid w:val="00BE3B81"/>
    <w:rsid w:val="00BF270C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5E9F"/>
    <w:rsid w:val="00CC22EC"/>
    <w:rsid w:val="00CC35DB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1A7E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08CC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2CD3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441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104F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030C"/>
    <w:rsid w:val="00F627F2"/>
    <w:rsid w:val="00F66FEE"/>
    <w:rsid w:val="00F74D51"/>
    <w:rsid w:val="00F7517F"/>
    <w:rsid w:val="00F77914"/>
    <w:rsid w:val="00F81748"/>
    <w:rsid w:val="00F85B2A"/>
    <w:rsid w:val="00F91690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32B4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32B4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EE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EE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732B4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21EED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1563</Words>
  <Characters>891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5</cp:revision>
  <cp:lastPrinted>2018-09-18T06:30:00Z</cp:lastPrinted>
  <dcterms:created xsi:type="dcterms:W3CDTF">2018-09-21T08:09:00Z</dcterms:created>
  <dcterms:modified xsi:type="dcterms:W3CDTF">2018-10-10T08:00:00Z</dcterms:modified>
</cp:coreProperties>
</file>