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200" w:rsidRDefault="00665200" w:rsidP="009732B4">
      <w:pPr>
        <w:jc w:val="center"/>
        <w:rPr>
          <w:snapToGrid w:val="0"/>
          <w:spacing w:val="8"/>
          <w:sz w:val="24"/>
        </w:rPr>
      </w:pPr>
      <w:r w:rsidRPr="003A1877">
        <w:rPr>
          <w:noProof/>
          <w:spacing w:val="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665200" w:rsidRDefault="00665200" w:rsidP="009732B4">
      <w:pPr>
        <w:spacing w:line="360" w:lineRule="auto"/>
        <w:rPr>
          <w:spacing w:val="8"/>
          <w:sz w:val="12"/>
          <w:szCs w:val="20"/>
        </w:rPr>
      </w:pPr>
    </w:p>
    <w:p w:rsidR="00665200" w:rsidRDefault="00665200" w:rsidP="009732B4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665200" w:rsidRDefault="00665200" w:rsidP="009732B4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665200" w:rsidRDefault="00665200" w:rsidP="009732B4">
      <w:pPr>
        <w:jc w:val="center"/>
        <w:rPr>
          <w:b/>
          <w:sz w:val="16"/>
          <w:szCs w:val="16"/>
        </w:rPr>
      </w:pPr>
    </w:p>
    <w:p w:rsidR="00665200" w:rsidRDefault="00665200" w:rsidP="009732B4">
      <w:pPr>
        <w:jc w:val="center"/>
        <w:rPr>
          <w:b/>
          <w:sz w:val="16"/>
          <w:szCs w:val="16"/>
        </w:rPr>
      </w:pPr>
    </w:p>
    <w:p w:rsidR="00665200" w:rsidRDefault="00665200" w:rsidP="009732B4">
      <w:pPr>
        <w:pStyle w:val="Heading1"/>
        <w:jc w:val="center"/>
        <w:rPr>
          <w:lang w:val="uk-UA"/>
        </w:rPr>
      </w:pPr>
      <w:r>
        <w:rPr>
          <w:lang w:val="uk-UA"/>
        </w:rPr>
        <w:t>РОЗПОРЯДЖЕННЯ</w:t>
      </w:r>
    </w:p>
    <w:p w:rsidR="00665200" w:rsidRDefault="00665200" w:rsidP="009732B4">
      <w:pPr>
        <w:pStyle w:val="Title"/>
        <w:jc w:val="left"/>
        <w:rPr>
          <w:sz w:val="20"/>
          <w:szCs w:val="20"/>
        </w:rPr>
      </w:pPr>
    </w:p>
    <w:p w:rsidR="00665200" w:rsidRDefault="00665200" w:rsidP="009732B4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665200" w:rsidTr="00307129">
        <w:trPr>
          <w:tblCellSpacing w:w="0" w:type="dxa"/>
        </w:trPr>
        <w:tc>
          <w:tcPr>
            <w:tcW w:w="3240" w:type="dxa"/>
            <w:vAlign w:val="center"/>
          </w:tcPr>
          <w:p w:rsidR="00665200" w:rsidRPr="00A101A4" w:rsidRDefault="00665200" w:rsidP="00307129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 серпня 2018 року</w:t>
            </w:r>
          </w:p>
        </w:tc>
        <w:tc>
          <w:tcPr>
            <w:tcW w:w="3420" w:type="dxa"/>
            <w:vAlign w:val="center"/>
          </w:tcPr>
          <w:p w:rsidR="00665200" w:rsidRPr="00E32CD3" w:rsidRDefault="00665200" w:rsidP="0030712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E32CD3">
              <w:rPr>
                <w:color w:val="000000"/>
                <w:sz w:val="28"/>
                <w:szCs w:val="28"/>
              </w:rPr>
              <w:t>м.Камінь</w:t>
            </w:r>
            <w:r w:rsidRPr="00E32CD3"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665200" w:rsidRPr="00754068" w:rsidRDefault="00665200" w:rsidP="00D252A0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  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253</w:t>
            </w:r>
          </w:p>
        </w:tc>
      </w:tr>
    </w:tbl>
    <w:p w:rsidR="00665200" w:rsidRDefault="00665200" w:rsidP="002A4A36">
      <w:pPr>
        <w:pStyle w:val="Title"/>
        <w:jc w:val="left"/>
      </w:pPr>
    </w:p>
    <w:p w:rsidR="00665200" w:rsidRDefault="00665200" w:rsidP="00841418">
      <w:pPr>
        <w:jc w:val="center"/>
      </w:pPr>
      <w:r>
        <w:t>Про затвердження технічної документації із</w:t>
      </w:r>
    </w:p>
    <w:p w:rsidR="00665200" w:rsidRDefault="00665200" w:rsidP="00841418">
      <w:pPr>
        <w:jc w:val="center"/>
      </w:pPr>
      <w:r>
        <w:t>землеустрою щодо встановлення меж земельних</w:t>
      </w:r>
    </w:p>
    <w:p w:rsidR="00665200" w:rsidRPr="00FF0543" w:rsidRDefault="00665200" w:rsidP="00841418">
      <w:pPr>
        <w:jc w:val="center"/>
        <w:rPr>
          <w:lang w:val="ru-RU"/>
        </w:rPr>
      </w:pPr>
      <w:r>
        <w:t xml:space="preserve">ділянок часток (паїв) колишнього </w:t>
      </w:r>
      <w:r>
        <w:rPr>
          <w:szCs w:val="28"/>
        </w:rPr>
        <w:t>КСП „Гуто-Боровенське”</w:t>
      </w:r>
    </w:p>
    <w:p w:rsidR="00665200" w:rsidRDefault="00665200" w:rsidP="00841418">
      <w:pPr>
        <w:jc w:val="center"/>
      </w:pPr>
      <w:r>
        <w:t>в натурі (на  місцевості)</w:t>
      </w:r>
    </w:p>
    <w:p w:rsidR="00665200" w:rsidRDefault="00665200" w:rsidP="00E41E7E"/>
    <w:p w:rsidR="00665200" w:rsidRDefault="00665200" w:rsidP="00166819">
      <w:pPr>
        <w:ind w:firstLine="708"/>
        <w:jc w:val="both"/>
      </w:pPr>
      <w:r>
        <w:t>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665200" w:rsidRPr="00E234EA" w:rsidRDefault="00665200" w:rsidP="005308BA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</w:t>
      </w:r>
      <w:r>
        <w:rPr>
          <w:szCs w:val="28"/>
        </w:rPr>
        <w:t>КСП „Гуто-Боровенське”в натурі (на місцевості) виділених громадянці  Мороз С.В.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</w:t>
      </w:r>
      <w:r>
        <w:rPr>
          <w:szCs w:val="28"/>
        </w:rPr>
        <w:t xml:space="preserve">Гуто-Боровенської сільської ради </w:t>
      </w:r>
      <w:r w:rsidRPr="00762588">
        <w:rPr>
          <w:szCs w:val="28"/>
        </w:rPr>
        <w:t>Камінь-Каширського  району.</w:t>
      </w:r>
    </w:p>
    <w:p w:rsidR="00665200" w:rsidRDefault="00665200" w:rsidP="00ED2385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Гуто-Боровенської сільської ради в розмірі частки (паю) </w:t>
      </w:r>
      <w:r>
        <w:t xml:space="preserve">колишнього </w:t>
      </w:r>
      <w:r>
        <w:rPr>
          <w:szCs w:val="28"/>
        </w:rPr>
        <w:t xml:space="preserve">КСП  „Гуто-Боровенське” </w:t>
      </w:r>
      <w:r w:rsidRPr="008D6223">
        <w:t>громадян</w:t>
      </w:r>
      <w:r>
        <w:t>ці</w:t>
      </w:r>
      <w:r w:rsidRPr="008D6223">
        <w:t>:</w:t>
      </w:r>
    </w:p>
    <w:p w:rsidR="00665200" w:rsidRDefault="00665200" w:rsidP="006D08C6">
      <w:pPr>
        <w:ind w:firstLine="708"/>
        <w:jc w:val="both"/>
        <w:rPr>
          <w:szCs w:val="28"/>
        </w:rPr>
      </w:pPr>
      <w:r>
        <w:t>- Мороз Світлані Василівні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>„Гуто-Боровенське”, кадастрові номери зареєстрованих земельних ділянок: 0721483100:08:000:0013 площею 0,6343 га, 0721483100:06:000:0078 площею 0,9808 га, 0721483100:03:000:0090 площею 0,3193 га,  право на які посвідчено сертифікатом на право на земельну частку (пай).</w:t>
      </w:r>
    </w:p>
    <w:p w:rsidR="00665200" w:rsidRPr="00133EAE" w:rsidRDefault="00665200" w:rsidP="00F06CDC">
      <w:pPr>
        <w:ind w:firstLine="708"/>
        <w:jc w:val="both"/>
        <w:rPr>
          <w:szCs w:val="28"/>
        </w:rPr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</w:t>
      </w:r>
      <w:r>
        <w:rPr>
          <w:szCs w:val="28"/>
        </w:rPr>
        <w:t>ці Мороз С.В.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</w:t>
      </w:r>
    </w:p>
    <w:p w:rsidR="00665200" w:rsidRDefault="00665200" w:rsidP="00F06CDC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4.Гуто - Боровенській сільській раді внести відповідні зміни в земельно-облікові документи.</w:t>
      </w:r>
    </w:p>
    <w:p w:rsidR="00665200" w:rsidRDefault="00665200" w:rsidP="00166819">
      <w:pPr>
        <w:jc w:val="both"/>
        <w:rPr>
          <w:sz w:val="24"/>
          <w:szCs w:val="20"/>
        </w:rPr>
      </w:pPr>
    </w:p>
    <w:p w:rsidR="00665200" w:rsidRDefault="00665200" w:rsidP="00166819">
      <w:pPr>
        <w:jc w:val="both"/>
        <w:rPr>
          <w:sz w:val="24"/>
          <w:szCs w:val="20"/>
        </w:rPr>
      </w:pPr>
    </w:p>
    <w:p w:rsidR="00665200" w:rsidRDefault="00665200" w:rsidP="00166819">
      <w:pPr>
        <w:jc w:val="both"/>
        <w:rPr>
          <w:sz w:val="24"/>
          <w:szCs w:val="20"/>
        </w:rPr>
      </w:pPr>
    </w:p>
    <w:p w:rsidR="00665200" w:rsidRPr="00ED2385" w:rsidRDefault="00665200" w:rsidP="00D5616A">
      <w:pPr>
        <w:jc w:val="both"/>
        <w:rPr>
          <w:szCs w:val="28"/>
          <w:lang w:val="ru-RU"/>
        </w:rPr>
      </w:pPr>
      <w:r>
        <w:rPr>
          <w:szCs w:val="28"/>
        </w:rPr>
        <w:t>Голова</w:t>
      </w:r>
      <w:r>
        <w:rPr>
          <w:b/>
          <w:szCs w:val="28"/>
        </w:rPr>
        <w:t xml:space="preserve">                                                                                              В.ДУНАЙЧУК</w:t>
      </w:r>
    </w:p>
    <w:p w:rsidR="00665200" w:rsidRPr="004A378E" w:rsidRDefault="00665200" w:rsidP="00166819">
      <w:pPr>
        <w:jc w:val="both"/>
        <w:rPr>
          <w:sz w:val="24"/>
          <w:lang w:val="ru-RU"/>
        </w:rPr>
      </w:pPr>
    </w:p>
    <w:p w:rsidR="00665200" w:rsidRDefault="00665200" w:rsidP="00166819">
      <w:pPr>
        <w:jc w:val="both"/>
        <w:rPr>
          <w:sz w:val="24"/>
        </w:rPr>
      </w:pPr>
      <w:r>
        <w:rPr>
          <w:sz w:val="24"/>
        </w:rPr>
        <w:t>Нікітчук 23068</w:t>
      </w:r>
    </w:p>
    <w:p w:rsidR="00665200" w:rsidRDefault="00665200" w:rsidP="00166819">
      <w:pPr>
        <w:jc w:val="both"/>
        <w:rPr>
          <w:sz w:val="24"/>
        </w:rPr>
      </w:pPr>
    </w:p>
    <w:p w:rsidR="00665200" w:rsidRDefault="00665200" w:rsidP="00166819">
      <w:pPr>
        <w:jc w:val="both"/>
        <w:rPr>
          <w:sz w:val="24"/>
        </w:rPr>
      </w:pPr>
    </w:p>
    <w:p w:rsidR="00665200" w:rsidRDefault="00665200" w:rsidP="00941066">
      <w:pPr>
        <w:rPr>
          <w:sz w:val="24"/>
        </w:rPr>
      </w:pPr>
      <w:bookmarkStart w:id="0" w:name="_GoBack"/>
      <w:bookmarkEnd w:id="0"/>
    </w:p>
    <w:p w:rsidR="00665200" w:rsidRDefault="00665200" w:rsidP="00941066">
      <w:pPr>
        <w:rPr>
          <w:sz w:val="24"/>
        </w:rPr>
      </w:pPr>
    </w:p>
    <w:sectPr w:rsidR="00665200" w:rsidSect="00C815CD"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200" w:rsidRDefault="00665200" w:rsidP="004A378E">
      <w:r>
        <w:separator/>
      </w:r>
    </w:p>
  </w:endnote>
  <w:endnote w:type="continuationSeparator" w:id="0">
    <w:p w:rsidR="00665200" w:rsidRDefault="00665200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200" w:rsidRDefault="00665200" w:rsidP="004A378E">
      <w:r>
        <w:separator/>
      </w:r>
    </w:p>
  </w:footnote>
  <w:footnote w:type="continuationSeparator" w:id="0">
    <w:p w:rsidR="00665200" w:rsidRDefault="00665200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26E7"/>
    <w:rsid w:val="000101E8"/>
    <w:rsid w:val="0001515D"/>
    <w:rsid w:val="00016D05"/>
    <w:rsid w:val="00022E4E"/>
    <w:rsid w:val="00023DBC"/>
    <w:rsid w:val="00025113"/>
    <w:rsid w:val="000304A6"/>
    <w:rsid w:val="00034303"/>
    <w:rsid w:val="00043316"/>
    <w:rsid w:val="00051CD8"/>
    <w:rsid w:val="0005341F"/>
    <w:rsid w:val="00053787"/>
    <w:rsid w:val="0005754F"/>
    <w:rsid w:val="0006227F"/>
    <w:rsid w:val="00062B38"/>
    <w:rsid w:val="00065308"/>
    <w:rsid w:val="000700A8"/>
    <w:rsid w:val="000733B7"/>
    <w:rsid w:val="0008339E"/>
    <w:rsid w:val="00085400"/>
    <w:rsid w:val="000A3A7B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0C3F"/>
    <w:rsid w:val="000F1CD5"/>
    <w:rsid w:val="000F4711"/>
    <w:rsid w:val="000F5BC8"/>
    <w:rsid w:val="000F5E15"/>
    <w:rsid w:val="00111F30"/>
    <w:rsid w:val="0011349E"/>
    <w:rsid w:val="00126975"/>
    <w:rsid w:val="00133EAE"/>
    <w:rsid w:val="00145162"/>
    <w:rsid w:val="00146222"/>
    <w:rsid w:val="001476C7"/>
    <w:rsid w:val="001536A6"/>
    <w:rsid w:val="00164586"/>
    <w:rsid w:val="00164E99"/>
    <w:rsid w:val="00166819"/>
    <w:rsid w:val="00167FB5"/>
    <w:rsid w:val="00167FE5"/>
    <w:rsid w:val="001756BB"/>
    <w:rsid w:val="00180A54"/>
    <w:rsid w:val="00180E2C"/>
    <w:rsid w:val="00190F37"/>
    <w:rsid w:val="001A05F8"/>
    <w:rsid w:val="001A16F8"/>
    <w:rsid w:val="001B0C91"/>
    <w:rsid w:val="001B2533"/>
    <w:rsid w:val="001B6C00"/>
    <w:rsid w:val="001B745D"/>
    <w:rsid w:val="001D13A5"/>
    <w:rsid w:val="001F166C"/>
    <w:rsid w:val="001F3769"/>
    <w:rsid w:val="001F50EC"/>
    <w:rsid w:val="00206D91"/>
    <w:rsid w:val="00214636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07129"/>
    <w:rsid w:val="00312E35"/>
    <w:rsid w:val="00334748"/>
    <w:rsid w:val="00342A07"/>
    <w:rsid w:val="00342B99"/>
    <w:rsid w:val="003473D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1877"/>
    <w:rsid w:val="003A3464"/>
    <w:rsid w:val="003D1234"/>
    <w:rsid w:val="003D1657"/>
    <w:rsid w:val="003D286D"/>
    <w:rsid w:val="003E4775"/>
    <w:rsid w:val="003F214F"/>
    <w:rsid w:val="004213A8"/>
    <w:rsid w:val="00421D78"/>
    <w:rsid w:val="00425C0A"/>
    <w:rsid w:val="00434E67"/>
    <w:rsid w:val="004371D2"/>
    <w:rsid w:val="00443AD5"/>
    <w:rsid w:val="0044454F"/>
    <w:rsid w:val="00446019"/>
    <w:rsid w:val="004503DF"/>
    <w:rsid w:val="00452759"/>
    <w:rsid w:val="0046369A"/>
    <w:rsid w:val="004724C9"/>
    <w:rsid w:val="00485C23"/>
    <w:rsid w:val="00490142"/>
    <w:rsid w:val="004A236A"/>
    <w:rsid w:val="004A378E"/>
    <w:rsid w:val="004A46DD"/>
    <w:rsid w:val="004A6491"/>
    <w:rsid w:val="004A740C"/>
    <w:rsid w:val="004B0BE9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08BA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381A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D1FD8"/>
    <w:rsid w:val="005F4DC7"/>
    <w:rsid w:val="005F5095"/>
    <w:rsid w:val="00603277"/>
    <w:rsid w:val="006154A8"/>
    <w:rsid w:val="0062186D"/>
    <w:rsid w:val="00627C5A"/>
    <w:rsid w:val="00650F23"/>
    <w:rsid w:val="00663602"/>
    <w:rsid w:val="00665200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08C6"/>
    <w:rsid w:val="006D41B8"/>
    <w:rsid w:val="006D7CAD"/>
    <w:rsid w:val="006E3993"/>
    <w:rsid w:val="006E3BFB"/>
    <w:rsid w:val="006E6056"/>
    <w:rsid w:val="006F027B"/>
    <w:rsid w:val="006F0F46"/>
    <w:rsid w:val="006F4DCC"/>
    <w:rsid w:val="006F5A74"/>
    <w:rsid w:val="007049D0"/>
    <w:rsid w:val="00713CE2"/>
    <w:rsid w:val="00715E0E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068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1B4A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67C3"/>
    <w:rsid w:val="007F7232"/>
    <w:rsid w:val="00810E65"/>
    <w:rsid w:val="008279AD"/>
    <w:rsid w:val="00830CC2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07EBE"/>
    <w:rsid w:val="009108E0"/>
    <w:rsid w:val="00910D96"/>
    <w:rsid w:val="0091451D"/>
    <w:rsid w:val="009225C2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1475"/>
    <w:rsid w:val="009732B4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058"/>
    <w:rsid w:val="009D770F"/>
    <w:rsid w:val="009E0C88"/>
    <w:rsid w:val="009E0F26"/>
    <w:rsid w:val="009E4071"/>
    <w:rsid w:val="009E4351"/>
    <w:rsid w:val="009F7CB3"/>
    <w:rsid w:val="00A03D1D"/>
    <w:rsid w:val="00A0644B"/>
    <w:rsid w:val="00A101A4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4690F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1EF"/>
    <w:rsid w:val="00AF49AB"/>
    <w:rsid w:val="00B05032"/>
    <w:rsid w:val="00B05126"/>
    <w:rsid w:val="00B14484"/>
    <w:rsid w:val="00B1768E"/>
    <w:rsid w:val="00B22A05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76460"/>
    <w:rsid w:val="00B82684"/>
    <w:rsid w:val="00B833D0"/>
    <w:rsid w:val="00B84A5B"/>
    <w:rsid w:val="00B854E8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1A94"/>
    <w:rsid w:val="00BE32B6"/>
    <w:rsid w:val="00BE3B81"/>
    <w:rsid w:val="00BF7E21"/>
    <w:rsid w:val="00C007C2"/>
    <w:rsid w:val="00C01867"/>
    <w:rsid w:val="00C07A27"/>
    <w:rsid w:val="00C1549C"/>
    <w:rsid w:val="00C1568A"/>
    <w:rsid w:val="00C20F0E"/>
    <w:rsid w:val="00C2674A"/>
    <w:rsid w:val="00C26B7C"/>
    <w:rsid w:val="00C30052"/>
    <w:rsid w:val="00C31861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769B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C22EC"/>
    <w:rsid w:val="00CC35DB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15CF6"/>
    <w:rsid w:val="00D2221E"/>
    <w:rsid w:val="00D252A0"/>
    <w:rsid w:val="00D31153"/>
    <w:rsid w:val="00D367C0"/>
    <w:rsid w:val="00D50ADF"/>
    <w:rsid w:val="00D52F0B"/>
    <w:rsid w:val="00D5616A"/>
    <w:rsid w:val="00D60FED"/>
    <w:rsid w:val="00D64C96"/>
    <w:rsid w:val="00D70721"/>
    <w:rsid w:val="00D9141B"/>
    <w:rsid w:val="00DA1C05"/>
    <w:rsid w:val="00DA21EC"/>
    <w:rsid w:val="00DA586B"/>
    <w:rsid w:val="00DB1E43"/>
    <w:rsid w:val="00DB43EA"/>
    <w:rsid w:val="00DB66D6"/>
    <w:rsid w:val="00DC0CDE"/>
    <w:rsid w:val="00DC7667"/>
    <w:rsid w:val="00DD0E04"/>
    <w:rsid w:val="00DD7A0B"/>
    <w:rsid w:val="00DE1174"/>
    <w:rsid w:val="00DE3015"/>
    <w:rsid w:val="00DE4198"/>
    <w:rsid w:val="00DE4BEB"/>
    <w:rsid w:val="00DF2020"/>
    <w:rsid w:val="00E04A3E"/>
    <w:rsid w:val="00E04F77"/>
    <w:rsid w:val="00E067B1"/>
    <w:rsid w:val="00E0768C"/>
    <w:rsid w:val="00E1056F"/>
    <w:rsid w:val="00E22955"/>
    <w:rsid w:val="00E234EA"/>
    <w:rsid w:val="00E32CD3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C4698"/>
    <w:rsid w:val="00ED058D"/>
    <w:rsid w:val="00ED2385"/>
    <w:rsid w:val="00ED4F2B"/>
    <w:rsid w:val="00EE1A6F"/>
    <w:rsid w:val="00EE58D0"/>
    <w:rsid w:val="00EE65BB"/>
    <w:rsid w:val="00F04CE2"/>
    <w:rsid w:val="00F06CDC"/>
    <w:rsid w:val="00F079CC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61AE"/>
    <w:rsid w:val="00F77914"/>
    <w:rsid w:val="00F81748"/>
    <w:rsid w:val="00FB4391"/>
    <w:rsid w:val="00FB6ACF"/>
    <w:rsid w:val="00FC55F7"/>
    <w:rsid w:val="00FD2F1A"/>
    <w:rsid w:val="00FE5A48"/>
    <w:rsid w:val="00FE5D3D"/>
    <w:rsid w:val="00FE71BE"/>
    <w:rsid w:val="00FE7268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32B4"/>
    <w:rPr>
      <w:rFonts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Arial Unicode MS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732B4"/>
    <w:rPr>
      <w:rFonts w:cs="Times New Roman"/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026F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026F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9732B4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7026F"/>
    <w:rPr>
      <w:sz w:val="28"/>
      <w:szCs w:val="24"/>
      <w:lang w:eastAsia="ru-RU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1215</Words>
  <Characters>694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k1</dc:creator>
  <cp:keywords/>
  <dc:description/>
  <cp:lastModifiedBy>Admin</cp:lastModifiedBy>
  <cp:revision>4</cp:revision>
  <cp:lastPrinted>2018-08-28T12:11:00Z</cp:lastPrinted>
  <dcterms:created xsi:type="dcterms:W3CDTF">2018-09-10T09:13:00Z</dcterms:created>
  <dcterms:modified xsi:type="dcterms:W3CDTF">2018-09-20T07:11:00Z</dcterms:modified>
</cp:coreProperties>
</file>