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F0B" w:rsidRDefault="009F6F0B" w:rsidP="009732B4">
      <w:pPr>
        <w:jc w:val="center"/>
        <w:rPr>
          <w:snapToGrid w:val="0"/>
          <w:spacing w:val="8"/>
          <w:sz w:val="24"/>
        </w:rPr>
      </w:pPr>
      <w:r w:rsidRPr="00374942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9F6F0B" w:rsidRDefault="009F6F0B" w:rsidP="009732B4">
      <w:pPr>
        <w:spacing w:line="360" w:lineRule="auto"/>
        <w:rPr>
          <w:spacing w:val="8"/>
          <w:sz w:val="12"/>
          <w:szCs w:val="20"/>
        </w:rPr>
      </w:pPr>
    </w:p>
    <w:p w:rsidR="009F6F0B" w:rsidRDefault="009F6F0B" w:rsidP="009732B4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РАЙОННА ДЕРЖАВНА АДМІНІСТРАЦІЯ</w:t>
      </w:r>
    </w:p>
    <w:p w:rsidR="009F6F0B" w:rsidRDefault="009F6F0B" w:rsidP="009732B4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9F6F0B" w:rsidRDefault="009F6F0B" w:rsidP="009732B4">
      <w:pPr>
        <w:jc w:val="center"/>
        <w:rPr>
          <w:b/>
          <w:sz w:val="16"/>
          <w:szCs w:val="16"/>
        </w:rPr>
      </w:pPr>
    </w:p>
    <w:p w:rsidR="009F6F0B" w:rsidRDefault="009F6F0B" w:rsidP="009732B4">
      <w:pPr>
        <w:jc w:val="center"/>
        <w:rPr>
          <w:b/>
          <w:sz w:val="16"/>
          <w:szCs w:val="16"/>
        </w:rPr>
      </w:pPr>
    </w:p>
    <w:p w:rsidR="009F6F0B" w:rsidRDefault="009F6F0B" w:rsidP="009732B4">
      <w:pPr>
        <w:pStyle w:val="Heading1"/>
        <w:jc w:val="center"/>
        <w:rPr>
          <w:lang w:val="uk-UA"/>
        </w:rPr>
      </w:pPr>
      <w:r>
        <w:rPr>
          <w:lang w:val="uk-UA"/>
        </w:rPr>
        <w:t>РОЗПОРЯДЖЕННЯ</w:t>
      </w:r>
    </w:p>
    <w:p w:rsidR="009F6F0B" w:rsidRDefault="009F6F0B" w:rsidP="009732B4">
      <w:pPr>
        <w:pStyle w:val="Title"/>
        <w:jc w:val="left"/>
        <w:rPr>
          <w:sz w:val="20"/>
          <w:szCs w:val="20"/>
        </w:rPr>
      </w:pPr>
    </w:p>
    <w:p w:rsidR="009F6F0B" w:rsidRDefault="009F6F0B" w:rsidP="009732B4">
      <w:pPr>
        <w:pStyle w:val="NormalWeb"/>
        <w:spacing w:before="0" w:beforeAutospacing="0" w:after="0" w:afterAutospacing="0"/>
        <w:jc w:val="center"/>
      </w:pPr>
      <w:r>
        <w:t> </w:t>
      </w: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9F6F0B" w:rsidTr="00307129">
        <w:trPr>
          <w:tblCellSpacing w:w="0" w:type="dxa"/>
        </w:trPr>
        <w:tc>
          <w:tcPr>
            <w:tcW w:w="3240" w:type="dxa"/>
            <w:vAlign w:val="center"/>
          </w:tcPr>
          <w:p w:rsidR="009F6F0B" w:rsidRPr="0031620C" w:rsidRDefault="009F6F0B" w:rsidP="00307129">
            <w:pPr>
              <w:pStyle w:val="NormalWeb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 серпня 2018 року</w:t>
            </w:r>
          </w:p>
        </w:tc>
        <w:tc>
          <w:tcPr>
            <w:tcW w:w="3420" w:type="dxa"/>
            <w:vAlign w:val="center"/>
          </w:tcPr>
          <w:p w:rsidR="009F6F0B" w:rsidRPr="00E32CD3" w:rsidRDefault="009F6F0B" w:rsidP="0030712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E32CD3">
              <w:rPr>
                <w:color w:val="000000"/>
                <w:sz w:val="28"/>
                <w:szCs w:val="28"/>
              </w:rPr>
              <w:t>м.Камінь</w:t>
            </w:r>
            <w:r w:rsidRPr="00E32CD3">
              <w:rPr>
                <w:sz w:val="28"/>
                <w:szCs w:val="28"/>
              </w:rPr>
              <w:t xml:space="preserve"> – Каширський</w:t>
            </w:r>
          </w:p>
        </w:tc>
        <w:tc>
          <w:tcPr>
            <w:tcW w:w="3086" w:type="dxa"/>
            <w:vAlign w:val="center"/>
          </w:tcPr>
          <w:p w:rsidR="009F6F0B" w:rsidRPr="002E3A98" w:rsidRDefault="009F6F0B" w:rsidP="00307129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  № </w:t>
            </w:r>
            <w:r>
              <w:rPr>
                <w:color w:val="000000"/>
                <w:sz w:val="28"/>
                <w:szCs w:val="28"/>
                <w:lang w:val="uk-UA"/>
              </w:rPr>
              <w:t>241</w:t>
            </w:r>
          </w:p>
        </w:tc>
      </w:tr>
    </w:tbl>
    <w:p w:rsidR="009F6F0B" w:rsidRDefault="009F6F0B" w:rsidP="002A4A36">
      <w:pPr>
        <w:pStyle w:val="Title"/>
        <w:jc w:val="left"/>
      </w:pPr>
    </w:p>
    <w:p w:rsidR="009F6F0B" w:rsidRDefault="009F6F0B" w:rsidP="00841418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9F6F0B" w:rsidRDefault="009F6F0B" w:rsidP="00841418">
      <w:pPr>
        <w:jc w:val="center"/>
      </w:pPr>
      <w:r>
        <w:t>землеустрою щодо</w:t>
      </w:r>
      <w:r w:rsidRPr="005308BA">
        <w:t xml:space="preserve"> </w:t>
      </w:r>
      <w:r>
        <w:t>встановлення меж земельних</w:t>
      </w:r>
    </w:p>
    <w:p w:rsidR="009F6F0B" w:rsidRPr="00FF0543" w:rsidRDefault="009F6F0B" w:rsidP="00841418">
      <w:pPr>
        <w:jc w:val="center"/>
        <w:rPr>
          <w:lang w:val="ru-RU"/>
        </w:rPr>
      </w:pPr>
      <w:r>
        <w:t xml:space="preserve">ділянок часток (паїв) колишнього </w:t>
      </w:r>
      <w:r>
        <w:rPr>
          <w:szCs w:val="28"/>
        </w:rPr>
        <w:t>КСП</w:t>
      </w:r>
      <w:r w:rsidRPr="005308BA">
        <w:rPr>
          <w:szCs w:val="28"/>
        </w:rPr>
        <w:t xml:space="preserve"> </w:t>
      </w:r>
      <w:r>
        <w:rPr>
          <w:szCs w:val="28"/>
        </w:rPr>
        <w:t>„Гуто-Боровенське”</w:t>
      </w:r>
    </w:p>
    <w:p w:rsidR="009F6F0B" w:rsidRDefault="009F6F0B" w:rsidP="00841418">
      <w:pPr>
        <w:jc w:val="center"/>
      </w:pPr>
      <w:r>
        <w:t>в натурі (на  місцевості)</w:t>
      </w:r>
    </w:p>
    <w:p w:rsidR="009F6F0B" w:rsidRDefault="009F6F0B" w:rsidP="00E41E7E"/>
    <w:p w:rsidR="009F6F0B" w:rsidRDefault="009F6F0B" w:rsidP="00166819">
      <w:pPr>
        <w:ind w:firstLine="708"/>
        <w:jc w:val="both"/>
      </w:pPr>
      <w:r>
        <w:t>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9F6F0B" w:rsidRPr="00E234EA" w:rsidRDefault="009F6F0B" w:rsidP="005308BA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  земельних   ділянок часток (паїв) </w:t>
      </w:r>
      <w:r>
        <w:t xml:space="preserve">колишнього </w:t>
      </w:r>
      <w:r>
        <w:rPr>
          <w:szCs w:val="28"/>
        </w:rPr>
        <w:t>КСП „Гуто-Боровенське”</w:t>
      </w:r>
      <w:r>
        <w:t xml:space="preserve"> </w:t>
      </w:r>
      <w:r>
        <w:rPr>
          <w:szCs w:val="28"/>
        </w:rPr>
        <w:t xml:space="preserve">в натурі   (на місцевості)   виділених  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  Балик О.М., Смітюху М. М.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</w:t>
      </w:r>
      <w:r>
        <w:rPr>
          <w:szCs w:val="28"/>
        </w:rPr>
        <w:t>Гуто-Боровенської</w:t>
      </w:r>
      <w:r>
        <w:t xml:space="preserve"> </w:t>
      </w:r>
      <w:r>
        <w:rPr>
          <w:szCs w:val="28"/>
        </w:rPr>
        <w:t xml:space="preserve">сільської ради  </w:t>
      </w:r>
      <w:r w:rsidRPr="00762588">
        <w:rPr>
          <w:szCs w:val="28"/>
        </w:rPr>
        <w:t>Камінь-Каширського  району.</w:t>
      </w:r>
    </w:p>
    <w:p w:rsidR="009F6F0B" w:rsidRDefault="009F6F0B" w:rsidP="00ED2385">
      <w:pPr>
        <w:ind w:firstLine="708"/>
        <w:jc w:val="both"/>
      </w:pPr>
      <w:r>
        <w:rPr>
          <w:szCs w:val="28"/>
        </w:rPr>
        <w:t>2. Передати у приватну власність земельні ділянки за межами населених пунктів на території</w:t>
      </w:r>
      <w:r w:rsidRPr="005308BA">
        <w:rPr>
          <w:szCs w:val="28"/>
        </w:rPr>
        <w:t xml:space="preserve"> </w:t>
      </w:r>
      <w:r>
        <w:rPr>
          <w:szCs w:val="28"/>
        </w:rPr>
        <w:t>Гуто-Боровенської</w:t>
      </w:r>
      <w:r>
        <w:t xml:space="preserve"> </w:t>
      </w:r>
      <w:r>
        <w:rPr>
          <w:szCs w:val="28"/>
        </w:rPr>
        <w:t xml:space="preserve">сільської ради в розмірі частки (паю) </w:t>
      </w:r>
      <w:r>
        <w:t xml:space="preserve">колишнього </w:t>
      </w:r>
      <w:r>
        <w:rPr>
          <w:szCs w:val="28"/>
        </w:rPr>
        <w:t>КСП  „Гуто-Боровенське”</w:t>
      </w:r>
      <w:r>
        <w:t xml:space="preserve"> </w:t>
      </w:r>
      <w:r w:rsidRPr="008D6223">
        <w:t>громадянам:</w:t>
      </w:r>
    </w:p>
    <w:p w:rsidR="009F6F0B" w:rsidRDefault="009F6F0B" w:rsidP="006D08C6">
      <w:pPr>
        <w:ind w:firstLine="708"/>
        <w:jc w:val="both"/>
        <w:rPr>
          <w:szCs w:val="28"/>
        </w:rPr>
      </w:pPr>
      <w:r>
        <w:t xml:space="preserve">- Балик Ользі Миколаївні </w:t>
      </w:r>
      <w:r>
        <w:rPr>
          <w:szCs w:val="28"/>
        </w:rPr>
        <w:t xml:space="preserve">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„Гуто-Боровенське”, кадастрові номери зареєстрованих земельних ділянок: 0721483100:03:000:0081 площею </w:t>
      </w:r>
      <w:smartTag w:uri="urn:schemas-microsoft-com:office:smarttags" w:element="metricconverter">
        <w:smartTagPr>
          <w:attr w:name="ProductID" w:val="0,4296 га"/>
        </w:smartTagPr>
        <w:r>
          <w:rPr>
            <w:szCs w:val="28"/>
          </w:rPr>
          <w:t>0,4296 га</w:t>
        </w:r>
      </w:smartTag>
      <w:r>
        <w:rPr>
          <w:szCs w:val="28"/>
        </w:rPr>
        <w:t xml:space="preserve">, 0721483100:06:000:0075 площею </w:t>
      </w:r>
      <w:smartTag w:uri="urn:schemas-microsoft-com:office:smarttags" w:element="metricconverter">
        <w:smartTagPr>
          <w:attr w:name="ProductID" w:val="0,1683 га"/>
        </w:smartTagPr>
        <w:r>
          <w:rPr>
            <w:szCs w:val="28"/>
          </w:rPr>
          <w:t>0,1683 га</w:t>
        </w:r>
      </w:smartTag>
      <w:r>
        <w:rPr>
          <w:szCs w:val="28"/>
        </w:rPr>
        <w:t xml:space="preserve">, 0721483100:03:000:0082 площею </w:t>
      </w:r>
      <w:smartTag w:uri="urn:schemas-microsoft-com:office:smarttags" w:element="metricconverter">
        <w:smartTagPr>
          <w:attr w:name="ProductID" w:val="0,4042 га"/>
        </w:smartTagPr>
        <w:r>
          <w:rPr>
            <w:szCs w:val="28"/>
          </w:rPr>
          <w:t>0,4042 га</w:t>
        </w:r>
      </w:smartTag>
      <w:r>
        <w:rPr>
          <w:szCs w:val="28"/>
        </w:rPr>
        <w:t xml:space="preserve">, 0721483100:03:000:0080 площею </w:t>
      </w:r>
      <w:smartTag w:uri="urn:schemas-microsoft-com:office:smarttags" w:element="metricconverter">
        <w:smartTagPr>
          <w:attr w:name="ProductID" w:val="0,3017 га"/>
        </w:smartTagPr>
        <w:r>
          <w:rPr>
            <w:szCs w:val="28"/>
          </w:rPr>
          <w:t>0,3017 га</w:t>
        </w:r>
      </w:smartTag>
      <w:r>
        <w:rPr>
          <w:szCs w:val="28"/>
        </w:rPr>
        <w:t xml:space="preserve">,  0721483100:05:000:0105 площею </w:t>
      </w:r>
      <w:smartTag w:uri="urn:schemas-microsoft-com:office:smarttags" w:element="metricconverter">
        <w:smartTagPr>
          <w:attr w:name="ProductID" w:val="0,0632 га"/>
        </w:smartTagPr>
        <w:r>
          <w:rPr>
            <w:szCs w:val="28"/>
          </w:rPr>
          <w:t>0,0632 га</w:t>
        </w:r>
      </w:smartTag>
      <w:r>
        <w:rPr>
          <w:szCs w:val="28"/>
        </w:rPr>
        <w:t>,  право на які посвідчено сертифікатом на право на земельну частку (пай).</w:t>
      </w:r>
    </w:p>
    <w:p w:rsidR="009F6F0B" w:rsidRPr="00060A6D" w:rsidRDefault="009F6F0B" w:rsidP="006D08C6">
      <w:pPr>
        <w:ind w:firstLine="708"/>
        <w:jc w:val="both"/>
        <w:rPr>
          <w:szCs w:val="28"/>
        </w:rPr>
      </w:pPr>
      <w:r>
        <w:t xml:space="preserve">- Смітюху Миколі Миколайовичу </w:t>
      </w:r>
      <w:r>
        <w:rPr>
          <w:szCs w:val="28"/>
        </w:rPr>
        <w:t xml:space="preserve"> для ведення особистого селянського господарства,   власнику  земельної   частки   (паю)   </w:t>
      </w:r>
      <w:r>
        <w:t xml:space="preserve">колишнього КСП </w:t>
      </w:r>
      <w:r>
        <w:rPr>
          <w:szCs w:val="28"/>
        </w:rPr>
        <w:t xml:space="preserve">„Гуто-Боровенське”, кадастрові номери зареєстрованих земельних ділянок: 0721483100:03:000:0089 площею </w:t>
      </w:r>
      <w:smartTag w:uri="urn:schemas-microsoft-com:office:smarttags" w:element="metricconverter">
        <w:smartTagPr>
          <w:attr w:name="ProductID" w:val="0,0316 га"/>
        </w:smartTagPr>
        <w:r>
          <w:rPr>
            <w:szCs w:val="28"/>
          </w:rPr>
          <w:t>0,0316 га</w:t>
        </w:r>
      </w:smartTag>
      <w:r>
        <w:rPr>
          <w:szCs w:val="28"/>
        </w:rPr>
        <w:t xml:space="preserve">, 0721483100:03:000:0083 площею  </w:t>
      </w:r>
      <w:smartTag w:uri="urn:schemas-microsoft-com:office:smarttags" w:element="metricconverter">
        <w:smartTagPr>
          <w:attr w:name="ProductID" w:val="0,0316 га"/>
        </w:smartTagPr>
        <w:r>
          <w:rPr>
            <w:szCs w:val="28"/>
          </w:rPr>
          <w:t>0,0316 га</w:t>
        </w:r>
      </w:smartTag>
      <w:r>
        <w:rPr>
          <w:szCs w:val="28"/>
        </w:rPr>
        <w:t xml:space="preserve">, 0721483100:05:000:0106 площею </w:t>
      </w:r>
      <w:smartTag w:uri="urn:schemas-microsoft-com:office:smarttags" w:element="metricconverter">
        <w:smartTagPr>
          <w:attr w:name="ProductID" w:val="0,0590 га"/>
        </w:smartTagPr>
        <w:r>
          <w:rPr>
            <w:szCs w:val="28"/>
          </w:rPr>
          <w:t>0,0590 га</w:t>
        </w:r>
      </w:smartTag>
      <w:r>
        <w:rPr>
          <w:szCs w:val="28"/>
        </w:rPr>
        <w:t xml:space="preserve">, 0721483100:06:000:0077 площею </w:t>
      </w:r>
      <w:smartTag w:uri="urn:schemas-microsoft-com:office:smarttags" w:element="metricconverter">
        <w:smartTagPr>
          <w:attr w:name="ProductID" w:val="0,2164 га"/>
        </w:smartTagPr>
        <w:r>
          <w:rPr>
            <w:szCs w:val="28"/>
          </w:rPr>
          <w:t>0,2164 га</w:t>
        </w:r>
      </w:smartTag>
      <w:r>
        <w:rPr>
          <w:szCs w:val="28"/>
        </w:rPr>
        <w:t xml:space="preserve">, 0721483100:03:000:0087 площею </w:t>
      </w:r>
      <w:smartTag w:uri="urn:schemas-microsoft-com:office:smarttags" w:element="metricconverter">
        <w:smartTagPr>
          <w:attr w:name="ProductID" w:val="0,2004 га"/>
        </w:smartTagPr>
        <w:r>
          <w:rPr>
            <w:szCs w:val="28"/>
          </w:rPr>
          <w:t>0,2004 га</w:t>
        </w:r>
      </w:smartTag>
      <w:r>
        <w:rPr>
          <w:szCs w:val="28"/>
        </w:rPr>
        <w:t xml:space="preserve">, 0721483100:03:000:0088 площею </w:t>
      </w:r>
      <w:smartTag w:uri="urn:schemas-microsoft-com:office:smarttags" w:element="metricconverter">
        <w:smartTagPr>
          <w:attr w:name="ProductID" w:val="0,0316 га"/>
        </w:smartTagPr>
        <w:r>
          <w:rPr>
            <w:szCs w:val="28"/>
          </w:rPr>
          <w:t>0,0316 га</w:t>
        </w:r>
      </w:smartTag>
      <w:r>
        <w:rPr>
          <w:szCs w:val="28"/>
        </w:rPr>
        <w:t xml:space="preserve">, 0721483100:06:000:0076 площею </w:t>
      </w:r>
      <w:smartTag w:uri="urn:schemas-microsoft-com:office:smarttags" w:element="metricconverter">
        <w:smartTagPr>
          <w:attr w:name="ProductID" w:val="0,2164 га"/>
        </w:smartTagPr>
        <w:r>
          <w:rPr>
            <w:szCs w:val="28"/>
          </w:rPr>
          <w:t>0,2164 га</w:t>
        </w:r>
      </w:smartTag>
      <w:r>
        <w:rPr>
          <w:szCs w:val="28"/>
        </w:rPr>
        <w:t xml:space="preserve">, 0721483100:03:000:0085 площею </w:t>
      </w:r>
      <w:smartTag w:uri="urn:schemas-microsoft-com:office:smarttags" w:element="metricconverter">
        <w:smartTagPr>
          <w:attr w:name="ProductID" w:val="0,2021 га"/>
        </w:smartTagPr>
        <w:r>
          <w:rPr>
            <w:szCs w:val="28"/>
          </w:rPr>
          <w:t>0,2021 га</w:t>
        </w:r>
      </w:smartTag>
      <w:r>
        <w:rPr>
          <w:szCs w:val="28"/>
        </w:rPr>
        <w:t xml:space="preserve">, 0721483100:05:000:0107 площею </w:t>
      </w:r>
      <w:smartTag w:uri="urn:schemas-microsoft-com:office:smarttags" w:element="metricconverter">
        <w:smartTagPr>
          <w:attr w:name="ProductID" w:val="0,1605 га"/>
        </w:smartTagPr>
        <w:r>
          <w:rPr>
            <w:szCs w:val="28"/>
          </w:rPr>
          <w:t>0,1605 га</w:t>
        </w:r>
      </w:smartTag>
      <w:r>
        <w:rPr>
          <w:szCs w:val="28"/>
        </w:rPr>
        <w:t xml:space="preserve">, 0721483100:03:000:0084 площею </w:t>
      </w:r>
      <w:smartTag w:uri="urn:schemas-microsoft-com:office:smarttags" w:element="metricconverter">
        <w:smartTagPr>
          <w:attr w:name="ProductID" w:val="0,1097 га"/>
        </w:smartTagPr>
        <w:r>
          <w:rPr>
            <w:szCs w:val="28"/>
          </w:rPr>
          <w:t>0,1097 га</w:t>
        </w:r>
      </w:smartTag>
      <w:r>
        <w:rPr>
          <w:szCs w:val="28"/>
        </w:rPr>
        <w:t xml:space="preserve">, 0721483100:03:000:0086 площею </w:t>
      </w:r>
      <w:smartTag w:uri="urn:schemas-microsoft-com:office:smarttags" w:element="metricconverter">
        <w:smartTagPr>
          <w:attr w:name="ProductID" w:val="0,0316 га"/>
        </w:smartTagPr>
        <w:r>
          <w:rPr>
            <w:szCs w:val="28"/>
          </w:rPr>
          <w:t>0,0316 га</w:t>
        </w:r>
      </w:smartTag>
      <w:r>
        <w:rPr>
          <w:szCs w:val="28"/>
        </w:rPr>
        <w:t xml:space="preserve">, 0721483100:05:000:0108 площею </w:t>
      </w:r>
      <w:smartTag w:uri="urn:schemas-microsoft-com:office:smarttags" w:element="metricconverter">
        <w:smartTagPr>
          <w:attr w:name="ProductID" w:val="0,0591 га"/>
        </w:smartTagPr>
        <w:r>
          <w:rPr>
            <w:szCs w:val="28"/>
          </w:rPr>
          <w:t>0,0591 га</w:t>
        </w:r>
      </w:smartTag>
      <w:r>
        <w:rPr>
          <w:szCs w:val="28"/>
        </w:rPr>
        <w:t xml:space="preserve"> право на які посвідчено сертифікатами  на право на земельну частку (пай).</w:t>
      </w:r>
    </w:p>
    <w:p w:rsidR="009F6F0B" w:rsidRPr="00060A6D" w:rsidRDefault="009F6F0B" w:rsidP="00F06CDC">
      <w:pPr>
        <w:spacing w:line="360" w:lineRule="auto"/>
        <w:ind w:firstLine="708"/>
        <w:jc w:val="center"/>
        <w:rPr>
          <w:szCs w:val="28"/>
        </w:rPr>
      </w:pPr>
      <w:r>
        <w:rPr>
          <w:szCs w:val="28"/>
        </w:rPr>
        <w:t>2</w:t>
      </w:r>
    </w:p>
    <w:p w:rsidR="009F6F0B" w:rsidRPr="00133EAE" w:rsidRDefault="009F6F0B" w:rsidP="00F06CDC">
      <w:pPr>
        <w:ind w:firstLine="708"/>
        <w:jc w:val="both"/>
        <w:rPr>
          <w:szCs w:val="28"/>
        </w:rPr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Балик О.М., Смітюху М. М.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9F6F0B" w:rsidRDefault="009F6F0B" w:rsidP="00F06CDC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 Гуто - Боровенській сільській раді внести відповідні зміни в земельно-облікові документи.</w:t>
      </w:r>
    </w:p>
    <w:p w:rsidR="009F6F0B" w:rsidRDefault="009F6F0B" w:rsidP="00166819">
      <w:pPr>
        <w:jc w:val="both"/>
        <w:rPr>
          <w:sz w:val="24"/>
          <w:szCs w:val="20"/>
        </w:rPr>
      </w:pPr>
    </w:p>
    <w:p w:rsidR="009F6F0B" w:rsidRDefault="009F6F0B" w:rsidP="00166819">
      <w:pPr>
        <w:jc w:val="both"/>
        <w:rPr>
          <w:sz w:val="24"/>
          <w:szCs w:val="20"/>
        </w:rPr>
      </w:pPr>
    </w:p>
    <w:p w:rsidR="009F6F0B" w:rsidRDefault="009F6F0B" w:rsidP="00166819">
      <w:pPr>
        <w:jc w:val="both"/>
        <w:rPr>
          <w:sz w:val="24"/>
          <w:szCs w:val="20"/>
        </w:rPr>
      </w:pPr>
    </w:p>
    <w:p w:rsidR="009F6F0B" w:rsidRPr="00ED2385" w:rsidRDefault="009F6F0B" w:rsidP="00D5616A">
      <w:pPr>
        <w:jc w:val="both"/>
        <w:rPr>
          <w:szCs w:val="28"/>
          <w:lang w:val="ru-RU"/>
        </w:rPr>
      </w:pPr>
      <w:r>
        <w:rPr>
          <w:szCs w:val="28"/>
        </w:rPr>
        <w:t>Голова</w:t>
      </w:r>
      <w:r w:rsidRPr="00ED2385">
        <w:rPr>
          <w:szCs w:val="28"/>
        </w:rPr>
        <w:t xml:space="preserve"> </w:t>
      </w:r>
      <w:r>
        <w:rPr>
          <w:szCs w:val="28"/>
        </w:rPr>
        <w:t xml:space="preserve">                                                            </w:t>
      </w:r>
      <w:r w:rsidRPr="00ED2385">
        <w:rPr>
          <w:b/>
          <w:szCs w:val="28"/>
        </w:rPr>
        <w:t xml:space="preserve"> </w:t>
      </w:r>
      <w:r>
        <w:rPr>
          <w:b/>
          <w:szCs w:val="28"/>
        </w:rPr>
        <w:t xml:space="preserve">                               В.ДУНАЙЧУК</w:t>
      </w:r>
    </w:p>
    <w:p w:rsidR="009F6F0B" w:rsidRPr="004A378E" w:rsidRDefault="009F6F0B" w:rsidP="00166819">
      <w:pPr>
        <w:jc w:val="both"/>
        <w:rPr>
          <w:sz w:val="24"/>
          <w:lang w:val="ru-RU"/>
        </w:rPr>
      </w:pPr>
    </w:p>
    <w:p w:rsidR="009F6F0B" w:rsidRDefault="009F6F0B" w:rsidP="00166819">
      <w:pPr>
        <w:jc w:val="both"/>
        <w:rPr>
          <w:sz w:val="24"/>
        </w:rPr>
      </w:pPr>
      <w:r>
        <w:rPr>
          <w:sz w:val="24"/>
        </w:rPr>
        <w:t>Нікітчук  23068</w:t>
      </w:r>
    </w:p>
    <w:p w:rsidR="009F6F0B" w:rsidRDefault="009F6F0B" w:rsidP="00166819">
      <w:pPr>
        <w:jc w:val="both"/>
        <w:rPr>
          <w:sz w:val="24"/>
        </w:rPr>
      </w:pPr>
    </w:p>
    <w:p w:rsidR="009F6F0B" w:rsidRDefault="009F6F0B" w:rsidP="00166819">
      <w:pPr>
        <w:jc w:val="both"/>
        <w:rPr>
          <w:sz w:val="24"/>
        </w:rPr>
      </w:pPr>
    </w:p>
    <w:p w:rsidR="009F6F0B" w:rsidRDefault="009F6F0B" w:rsidP="00166819">
      <w:pPr>
        <w:jc w:val="both"/>
        <w:rPr>
          <w:sz w:val="24"/>
        </w:rPr>
      </w:pPr>
    </w:p>
    <w:p w:rsidR="009F6F0B" w:rsidRDefault="009F6F0B" w:rsidP="00166819">
      <w:pPr>
        <w:jc w:val="both"/>
        <w:rPr>
          <w:sz w:val="24"/>
        </w:rPr>
      </w:pPr>
    </w:p>
    <w:p w:rsidR="009F6F0B" w:rsidRDefault="009F6F0B" w:rsidP="00166819">
      <w:pPr>
        <w:jc w:val="both"/>
        <w:rPr>
          <w:sz w:val="24"/>
        </w:rPr>
      </w:pPr>
    </w:p>
    <w:p w:rsidR="009F6F0B" w:rsidRPr="004A378E" w:rsidRDefault="009F6F0B" w:rsidP="00166819">
      <w:pPr>
        <w:jc w:val="both"/>
        <w:rPr>
          <w:sz w:val="24"/>
          <w:lang w:val="ru-RU"/>
        </w:rPr>
      </w:pPr>
    </w:p>
    <w:p w:rsidR="009F6F0B" w:rsidRPr="004A378E" w:rsidRDefault="009F6F0B" w:rsidP="00166819">
      <w:pPr>
        <w:jc w:val="both"/>
        <w:rPr>
          <w:sz w:val="24"/>
          <w:lang w:val="ru-RU"/>
        </w:rPr>
      </w:pPr>
    </w:p>
    <w:p w:rsidR="009F6F0B" w:rsidRPr="004A378E" w:rsidRDefault="009F6F0B" w:rsidP="00166819">
      <w:pPr>
        <w:jc w:val="both"/>
        <w:rPr>
          <w:sz w:val="24"/>
          <w:lang w:val="ru-RU"/>
        </w:rPr>
      </w:pPr>
    </w:p>
    <w:p w:rsidR="009F6F0B" w:rsidRDefault="009F6F0B" w:rsidP="00166819">
      <w:pPr>
        <w:jc w:val="both"/>
        <w:rPr>
          <w:sz w:val="24"/>
        </w:rPr>
      </w:pPr>
    </w:p>
    <w:p w:rsidR="009F6F0B" w:rsidRPr="00F57CED" w:rsidRDefault="009F6F0B" w:rsidP="00166819">
      <w:pPr>
        <w:jc w:val="both"/>
        <w:rPr>
          <w:sz w:val="24"/>
          <w:lang w:val="ru-RU"/>
        </w:rPr>
      </w:pPr>
    </w:p>
    <w:p w:rsidR="009F6F0B" w:rsidRPr="00F57CED" w:rsidRDefault="009F6F0B" w:rsidP="00166819">
      <w:pPr>
        <w:jc w:val="both"/>
        <w:rPr>
          <w:sz w:val="24"/>
          <w:lang w:val="ru-RU"/>
        </w:rPr>
      </w:pPr>
    </w:p>
    <w:p w:rsidR="009F6F0B" w:rsidRPr="00F57CED" w:rsidRDefault="009F6F0B" w:rsidP="00166819">
      <w:pPr>
        <w:jc w:val="both"/>
        <w:rPr>
          <w:sz w:val="24"/>
          <w:lang w:val="ru-RU"/>
        </w:rPr>
      </w:pPr>
    </w:p>
    <w:p w:rsidR="009F6F0B" w:rsidRDefault="009F6F0B" w:rsidP="00166819">
      <w:pPr>
        <w:jc w:val="both"/>
        <w:rPr>
          <w:sz w:val="24"/>
        </w:rPr>
      </w:pPr>
    </w:p>
    <w:p w:rsidR="009F6F0B" w:rsidRDefault="009F6F0B" w:rsidP="00166819">
      <w:pPr>
        <w:jc w:val="both"/>
        <w:rPr>
          <w:sz w:val="24"/>
        </w:rPr>
      </w:pPr>
    </w:p>
    <w:p w:rsidR="009F6F0B" w:rsidRDefault="009F6F0B" w:rsidP="00166819">
      <w:pPr>
        <w:jc w:val="both"/>
        <w:rPr>
          <w:sz w:val="24"/>
        </w:rPr>
      </w:pPr>
    </w:p>
    <w:p w:rsidR="009F6F0B" w:rsidRDefault="009F6F0B" w:rsidP="00166819">
      <w:pPr>
        <w:jc w:val="both"/>
        <w:rPr>
          <w:sz w:val="24"/>
        </w:rPr>
      </w:pPr>
    </w:p>
    <w:p w:rsidR="009F6F0B" w:rsidRDefault="009F6F0B" w:rsidP="00166819">
      <w:pPr>
        <w:jc w:val="both"/>
        <w:rPr>
          <w:sz w:val="24"/>
        </w:rPr>
      </w:pPr>
    </w:p>
    <w:p w:rsidR="009F6F0B" w:rsidRDefault="009F6F0B" w:rsidP="00166819">
      <w:pPr>
        <w:jc w:val="both"/>
        <w:rPr>
          <w:sz w:val="24"/>
        </w:rPr>
      </w:pPr>
    </w:p>
    <w:p w:rsidR="009F6F0B" w:rsidRDefault="009F6F0B" w:rsidP="00166819">
      <w:pPr>
        <w:jc w:val="both"/>
        <w:rPr>
          <w:sz w:val="24"/>
        </w:rPr>
      </w:pPr>
    </w:p>
    <w:p w:rsidR="009F6F0B" w:rsidRDefault="009F6F0B" w:rsidP="00166819">
      <w:pPr>
        <w:jc w:val="both"/>
        <w:rPr>
          <w:sz w:val="24"/>
        </w:rPr>
      </w:pPr>
    </w:p>
    <w:p w:rsidR="009F6F0B" w:rsidRDefault="009F6F0B" w:rsidP="00166819">
      <w:pPr>
        <w:jc w:val="both"/>
        <w:rPr>
          <w:sz w:val="24"/>
        </w:rPr>
      </w:pPr>
    </w:p>
    <w:p w:rsidR="009F6F0B" w:rsidRDefault="009F6F0B" w:rsidP="00941066">
      <w:pPr>
        <w:rPr>
          <w:sz w:val="24"/>
        </w:rPr>
      </w:pPr>
    </w:p>
    <w:p w:rsidR="009F6F0B" w:rsidRDefault="009F6F0B" w:rsidP="00941066">
      <w:pPr>
        <w:rPr>
          <w:sz w:val="24"/>
        </w:rPr>
      </w:pPr>
    </w:p>
    <w:p w:rsidR="009F6F0B" w:rsidRDefault="009F6F0B" w:rsidP="00941066">
      <w:pPr>
        <w:rPr>
          <w:sz w:val="24"/>
        </w:rPr>
      </w:pPr>
    </w:p>
    <w:p w:rsidR="009F6F0B" w:rsidRDefault="009F6F0B" w:rsidP="00941066">
      <w:pPr>
        <w:rPr>
          <w:sz w:val="24"/>
        </w:rPr>
      </w:pPr>
    </w:p>
    <w:p w:rsidR="009F6F0B" w:rsidRDefault="009F6F0B" w:rsidP="00941066">
      <w:pPr>
        <w:rPr>
          <w:sz w:val="24"/>
        </w:rPr>
      </w:pPr>
    </w:p>
    <w:p w:rsidR="009F6F0B" w:rsidRDefault="009F6F0B" w:rsidP="00941066">
      <w:pPr>
        <w:rPr>
          <w:sz w:val="24"/>
        </w:rPr>
      </w:pPr>
    </w:p>
    <w:p w:rsidR="009F6F0B" w:rsidRDefault="009F6F0B" w:rsidP="00941066">
      <w:pPr>
        <w:rPr>
          <w:sz w:val="24"/>
        </w:rPr>
      </w:pPr>
    </w:p>
    <w:p w:rsidR="009F6F0B" w:rsidRDefault="009F6F0B" w:rsidP="00941066">
      <w:pPr>
        <w:rPr>
          <w:sz w:val="24"/>
        </w:rPr>
      </w:pPr>
    </w:p>
    <w:p w:rsidR="009F6F0B" w:rsidRDefault="009F6F0B" w:rsidP="00941066">
      <w:pPr>
        <w:rPr>
          <w:sz w:val="24"/>
        </w:rPr>
      </w:pPr>
    </w:p>
    <w:p w:rsidR="009F6F0B" w:rsidRDefault="009F6F0B" w:rsidP="00941066">
      <w:pPr>
        <w:rPr>
          <w:sz w:val="24"/>
        </w:rPr>
      </w:pPr>
    </w:p>
    <w:p w:rsidR="009F6F0B" w:rsidRDefault="009F6F0B" w:rsidP="00941066">
      <w:pPr>
        <w:rPr>
          <w:sz w:val="24"/>
        </w:rPr>
      </w:pPr>
    </w:p>
    <w:p w:rsidR="009F6F0B" w:rsidRDefault="009F6F0B" w:rsidP="00941066">
      <w:pPr>
        <w:rPr>
          <w:sz w:val="24"/>
        </w:rPr>
      </w:pPr>
    </w:p>
    <w:p w:rsidR="009F6F0B" w:rsidRDefault="009F6F0B" w:rsidP="00941066">
      <w:pPr>
        <w:rPr>
          <w:sz w:val="24"/>
        </w:rPr>
      </w:pPr>
    </w:p>
    <w:p w:rsidR="009F6F0B" w:rsidRDefault="009F6F0B" w:rsidP="00941066">
      <w:pPr>
        <w:rPr>
          <w:sz w:val="24"/>
        </w:rPr>
      </w:pPr>
    </w:p>
    <w:p w:rsidR="009F6F0B" w:rsidRDefault="009F6F0B" w:rsidP="00941066">
      <w:pPr>
        <w:rPr>
          <w:sz w:val="24"/>
        </w:rPr>
      </w:pPr>
    </w:p>
    <w:sectPr w:rsidR="009F6F0B" w:rsidSect="00C815CD"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F0B" w:rsidRDefault="009F6F0B" w:rsidP="004A378E">
      <w:r>
        <w:separator/>
      </w:r>
    </w:p>
  </w:endnote>
  <w:endnote w:type="continuationSeparator" w:id="0">
    <w:p w:rsidR="009F6F0B" w:rsidRDefault="009F6F0B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F0B" w:rsidRDefault="009F6F0B" w:rsidP="004A378E">
      <w:r>
        <w:separator/>
      </w:r>
    </w:p>
  </w:footnote>
  <w:footnote w:type="continuationSeparator" w:id="0">
    <w:p w:rsidR="009F6F0B" w:rsidRDefault="009F6F0B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26E7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60A6D"/>
    <w:rsid w:val="0006227F"/>
    <w:rsid w:val="00062B38"/>
    <w:rsid w:val="00065308"/>
    <w:rsid w:val="000700A8"/>
    <w:rsid w:val="000733B7"/>
    <w:rsid w:val="0008339E"/>
    <w:rsid w:val="00085400"/>
    <w:rsid w:val="000A3A7B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0C3F"/>
    <w:rsid w:val="000F1CD5"/>
    <w:rsid w:val="000F4711"/>
    <w:rsid w:val="000F5BC8"/>
    <w:rsid w:val="000F5E15"/>
    <w:rsid w:val="00111F30"/>
    <w:rsid w:val="0011349E"/>
    <w:rsid w:val="00126975"/>
    <w:rsid w:val="00133EAE"/>
    <w:rsid w:val="00145162"/>
    <w:rsid w:val="00146222"/>
    <w:rsid w:val="001476C7"/>
    <w:rsid w:val="001536A6"/>
    <w:rsid w:val="00164586"/>
    <w:rsid w:val="00164E99"/>
    <w:rsid w:val="00166819"/>
    <w:rsid w:val="00167FB5"/>
    <w:rsid w:val="00167FE5"/>
    <w:rsid w:val="001756BB"/>
    <w:rsid w:val="00180A54"/>
    <w:rsid w:val="00180E2C"/>
    <w:rsid w:val="00190F37"/>
    <w:rsid w:val="001A05F8"/>
    <w:rsid w:val="001A16F8"/>
    <w:rsid w:val="001B0C91"/>
    <w:rsid w:val="001B2533"/>
    <w:rsid w:val="001B6C00"/>
    <w:rsid w:val="001B745D"/>
    <w:rsid w:val="001D13A5"/>
    <w:rsid w:val="001F166C"/>
    <w:rsid w:val="001F3769"/>
    <w:rsid w:val="001F50EC"/>
    <w:rsid w:val="00206D91"/>
    <w:rsid w:val="00214636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3A98"/>
    <w:rsid w:val="002E6D57"/>
    <w:rsid w:val="002E7B56"/>
    <w:rsid w:val="002F20C4"/>
    <w:rsid w:val="002F6E86"/>
    <w:rsid w:val="002F7443"/>
    <w:rsid w:val="00302C50"/>
    <w:rsid w:val="00307129"/>
    <w:rsid w:val="00312E35"/>
    <w:rsid w:val="0031620C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942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454F"/>
    <w:rsid w:val="00446019"/>
    <w:rsid w:val="004503DF"/>
    <w:rsid w:val="00452759"/>
    <w:rsid w:val="0046369A"/>
    <w:rsid w:val="004724C9"/>
    <w:rsid w:val="00485C23"/>
    <w:rsid w:val="00490142"/>
    <w:rsid w:val="004A236A"/>
    <w:rsid w:val="004A378E"/>
    <w:rsid w:val="004A46DD"/>
    <w:rsid w:val="004A6491"/>
    <w:rsid w:val="004A740C"/>
    <w:rsid w:val="004B0BE9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5FF"/>
    <w:rsid w:val="0052373F"/>
    <w:rsid w:val="00523891"/>
    <w:rsid w:val="005254B3"/>
    <w:rsid w:val="005308BA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8381A"/>
    <w:rsid w:val="005879DC"/>
    <w:rsid w:val="00587C46"/>
    <w:rsid w:val="00591D7B"/>
    <w:rsid w:val="0059796C"/>
    <w:rsid w:val="00597D1C"/>
    <w:rsid w:val="005A6C80"/>
    <w:rsid w:val="005B020A"/>
    <w:rsid w:val="005B5CD5"/>
    <w:rsid w:val="005C6FE3"/>
    <w:rsid w:val="005D0F64"/>
    <w:rsid w:val="005D1FD8"/>
    <w:rsid w:val="005F4DC7"/>
    <w:rsid w:val="005F5095"/>
    <w:rsid w:val="005F6149"/>
    <w:rsid w:val="00603277"/>
    <w:rsid w:val="006154A8"/>
    <w:rsid w:val="0062186D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08C6"/>
    <w:rsid w:val="006D18B0"/>
    <w:rsid w:val="006D41B8"/>
    <w:rsid w:val="006D7CAD"/>
    <w:rsid w:val="006E3993"/>
    <w:rsid w:val="006E3BFB"/>
    <w:rsid w:val="006E6056"/>
    <w:rsid w:val="006F027B"/>
    <w:rsid w:val="006F0F46"/>
    <w:rsid w:val="006F4DCC"/>
    <w:rsid w:val="006F5A74"/>
    <w:rsid w:val="007049D0"/>
    <w:rsid w:val="00713CE2"/>
    <w:rsid w:val="00715E0E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67C3"/>
    <w:rsid w:val="007F7232"/>
    <w:rsid w:val="00810E65"/>
    <w:rsid w:val="00817511"/>
    <w:rsid w:val="008279AD"/>
    <w:rsid w:val="00830D3B"/>
    <w:rsid w:val="00833C16"/>
    <w:rsid w:val="00841418"/>
    <w:rsid w:val="008414BE"/>
    <w:rsid w:val="008423FA"/>
    <w:rsid w:val="00846BCD"/>
    <w:rsid w:val="00847E31"/>
    <w:rsid w:val="00850732"/>
    <w:rsid w:val="008533AB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07EBE"/>
    <w:rsid w:val="009108E0"/>
    <w:rsid w:val="00910D96"/>
    <w:rsid w:val="0091451D"/>
    <w:rsid w:val="009209E6"/>
    <w:rsid w:val="009225C2"/>
    <w:rsid w:val="00923C95"/>
    <w:rsid w:val="009259FF"/>
    <w:rsid w:val="009277DE"/>
    <w:rsid w:val="00941066"/>
    <w:rsid w:val="009418AA"/>
    <w:rsid w:val="009428E8"/>
    <w:rsid w:val="0094339E"/>
    <w:rsid w:val="00965771"/>
    <w:rsid w:val="00966097"/>
    <w:rsid w:val="00971292"/>
    <w:rsid w:val="00971475"/>
    <w:rsid w:val="009732B4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6F0B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19C6"/>
    <w:rsid w:val="00A45F67"/>
    <w:rsid w:val="00A4690F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A7EBB"/>
    <w:rsid w:val="00AB46C6"/>
    <w:rsid w:val="00AC3DB2"/>
    <w:rsid w:val="00AC6F8F"/>
    <w:rsid w:val="00AD13A6"/>
    <w:rsid w:val="00AD6018"/>
    <w:rsid w:val="00AE2FB5"/>
    <w:rsid w:val="00AF288A"/>
    <w:rsid w:val="00AF49AB"/>
    <w:rsid w:val="00B05032"/>
    <w:rsid w:val="00B05126"/>
    <w:rsid w:val="00B14484"/>
    <w:rsid w:val="00B1768E"/>
    <w:rsid w:val="00B22A05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76460"/>
    <w:rsid w:val="00B82684"/>
    <w:rsid w:val="00B833D0"/>
    <w:rsid w:val="00B84A5B"/>
    <w:rsid w:val="00B854E8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1A94"/>
    <w:rsid w:val="00BE32B6"/>
    <w:rsid w:val="00BE3B81"/>
    <w:rsid w:val="00BF7E21"/>
    <w:rsid w:val="00C007C2"/>
    <w:rsid w:val="00C01867"/>
    <w:rsid w:val="00C07A27"/>
    <w:rsid w:val="00C1549C"/>
    <w:rsid w:val="00C1568A"/>
    <w:rsid w:val="00C20F0E"/>
    <w:rsid w:val="00C2674A"/>
    <w:rsid w:val="00C26B7C"/>
    <w:rsid w:val="00C30052"/>
    <w:rsid w:val="00C31861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6769B"/>
    <w:rsid w:val="00C77DF6"/>
    <w:rsid w:val="00C801C4"/>
    <w:rsid w:val="00C80D3C"/>
    <w:rsid w:val="00C815CD"/>
    <w:rsid w:val="00C858D8"/>
    <w:rsid w:val="00C90F7C"/>
    <w:rsid w:val="00C91C87"/>
    <w:rsid w:val="00C93246"/>
    <w:rsid w:val="00CA02E1"/>
    <w:rsid w:val="00CA7C00"/>
    <w:rsid w:val="00CB13B9"/>
    <w:rsid w:val="00CC22EC"/>
    <w:rsid w:val="00CC35DB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1153"/>
    <w:rsid w:val="00D367C0"/>
    <w:rsid w:val="00D50ADF"/>
    <w:rsid w:val="00D52F0B"/>
    <w:rsid w:val="00D5616A"/>
    <w:rsid w:val="00D60FED"/>
    <w:rsid w:val="00D64C96"/>
    <w:rsid w:val="00D70721"/>
    <w:rsid w:val="00D9141B"/>
    <w:rsid w:val="00DA1C05"/>
    <w:rsid w:val="00DA21EC"/>
    <w:rsid w:val="00DA586B"/>
    <w:rsid w:val="00DB1E43"/>
    <w:rsid w:val="00DB43EA"/>
    <w:rsid w:val="00DB66D6"/>
    <w:rsid w:val="00DC0CDE"/>
    <w:rsid w:val="00DC7667"/>
    <w:rsid w:val="00DD0E04"/>
    <w:rsid w:val="00DD7A0B"/>
    <w:rsid w:val="00DE1174"/>
    <w:rsid w:val="00DE3015"/>
    <w:rsid w:val="00DE4198"/>
    <w:rsid w:val="00DE4BEB"/>
    <w:rsid w:val="00DF2020"/>
    <w:rsid w:val="00E04A3E"/>
    <w:rsid w:val="00E04F77"/>
    <w:rsid w:val="00E067B1"/>
    <w:rsid w:val="00E0768C"/>
    <w:rsid w:val="00E1056F"/>
    <w:rsid w:val="00E22955"/>
    <w:rsid w:val="00E234EA"/>
    <w:rsid w:val="00E32CD3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4C17"/>
    <w:rsid w:val="00EB318E"/>
    <w:rsid w:val="00EB56A4"/>
    <w:rsid w:val="00EC10A1"/>
    <w:rsid w:val="00ED058D"/>
    <w:rsid w:val="00ED2385"/>
    <w:rsid w:val="00ED4F2B"/>
    <w:rsid w:val="00EE1A6F"/>
    <w:rsid w:val="00EE58D0"/>
    <w:rsid w:val="00EE65BB"/>
    <w:rsid w:val="00F04CE2"/>
    <w:rsid w:val="00F06CDC"/>
    <w:rsid w:val="00F079CC"/>
    <w:rsid w:val="00F36B46"/>
    <w:rsid w:val="00F4098A"/>
    <w:rsid w:val="00F448C9"/>
    <w:rsid w:val="00F46F0C"/>
    <w:rsid w:val="00F47F47"/>
    <w:rsid w:val="00F540A9"/>
    <w:rsid w:val="00F553A5"/>
    <w:rsid w:val="00F57CED"/>
    <w:rsid w:val="00F627F2"/>
    <w:rsid w:val="00F66FEE"/>
    <w:rsid w:val="00F74D51"/>
    <w:rsid w:val="00F7517F"/>
    <w:rsid w:val="00F77914"/>
    <w:rsid w:val="00F81748"/>
    <w:rsid w:val="00FB4391"/>
    <w:rsid w:val="00FB6ACF"/>
    <w:rsid w:val="00FC55F7"/>
    <w:rsid w:val="00FD2F1A"/>
    <w:rsid w:val="00FE5A48"/>
    <w:rsid w:val="00FE5D3D"/>
    <w:rsid w:val="00FE71BE"/>
    <w:rsid w:val="00FE7268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732B4"/>
    <w:rPr>
      <w:rFonts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732B4"/>
    <w:rPr>
      <w:rFonts w:cs="Times New Roman"/>
      <w:b/>
      <w:bCs/>
      <w:sz w:val="24"/>
      <w:szCs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573C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573C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9732B4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7573C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85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424</Words>
  <Characters>2422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2018-08-13T06:17:00Z</cp:lastPrinted>
  <dcterms:created xsi:type="dcterms:W3CDTF">2018-08-16T05:36:00Z</dcterms:created>
  <dcterms:modified xsi:type="dcterms:W3CDTF">2018-08-16T05:36:00Z</dcterms:modified>
</cp:coreProperties>
</file>