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61B" w:rsidRDefault="00F5661B" w:rsidP="008D077E">
      <w:pPr>
        <w:jc w:val="center"/>
        <w:rPr>
          <w:snapToGrid w:val="0"/>
          <w:spacing w:val="8"/>
          <w:sz w:val="24"/>
        </w:rPr>
      </w:pPr>
      <w:r w:rsidRPr="006C58CB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F5661B" w:rsidRDefault="00F5661B" w:rsidP="008D077E">
      <w:pPr>
        <w:spacing w:line="360" w:lineRule="auto"/>
        <w:rPr>
          <w:spacing w:val="8"/>
          <w:sz w:val="12"/>
          <w:szCs w:val="20"/>
        </w:rPr>
      </w:pPr>
    </w:p>
    <w:p w:rsidR="00F5661B" w:rsidRDefault="00F5661B" w:rsidP="008D077E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РАЙОННА ДЕРЖАВНА АДМІНІСТРАЦІЯ</w:t>
      </w:r>
    </w:p>
    <w:p w:rsidR="00F5661B" w:rsidRDefault="00F5661B" w:rsidP="008D077E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F5661B" w:rsidRDefault="00F5661B" w:rsidP="008D077E">
      <w:pPr>
        <w:jc w:val="center"/>
        <w:rPr>
          <w:b/>
          <w:sz w:val="16"/>
          <w:szCs w:val="16"/>
        </w:rPr>
      </w:pPr>
    </w:p>
    <w:p w:rsidR="00F5661B" w:rsidRDefault="00F5661B" w:rsidP="008D077E">
      <w:pPr>
        <w:jc w:val="center"/>
        <w:rPr>
          <w:b/>
          <w:sz w:val="16"/>
          <w:szCs w:val="16"/>
        </w:rPr>
      </w:pPr>
    </w:p>
    <w:p w:rsidR="00F5661B" w:rsidRDefault="00F5661B" w:rsidP="008D077E">
      <w:pPr>
        <w:pStyle w:val="Heading1"/>
        <w:rPr>
          <w:sz w:val="32"/>
          <w:szCs w:val="32"/>
        </w:rPr>
      </w:pPr>
      <w:r>
        <w:rPr>
          <w:sz w:val="32"/>
          <w:szCs w:val="32"/>
        </w:rPr>
        <w:t>РОЗПОРЯДЖЕННЯ</w:t>
      </w:r>
    </w:p>
    <w:p w:rsidR="00F5661B" w:rsidRPr="00BE2B5B" w:rsidRDefault="00F5661B" w:rsidP="00BE2B5B"/>
    <w:p w:rsidR="00F5661B" w:rsidRDefault="00F5661B" w:rsidP="00BE2B5B">
      <w:pPr>
        <w:pStyle w:val="NormalWeb"/>
        <w:spacing w:before="0" w:beforeAutospacing="0" w:after="0" w:afterAutospacing="0"/>
        <w:jc w:val="center"/>
      </w:pP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F5661B" w:rsidTr="00BE2B5B">
        <w:trPr>
          <w:tblCellSpacing w:w="0" w:type="dxa"/>
        </w:trPr>
        <w:tc>
          <w:tcPr>
            <w:tcW w:w="3240" w:type="dxa"/>
            <w:vAlign w:val="center"/>
          </w:tcPr>
          <w:p w:rsidR="00F5661B" w:rsidRPr="00F33DA3" w:rsidRDefault="00F5661B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F33DA3">
              <w:rPr>
                <w:sz w:val="28"/>
                <w:szCs w:val="28"/>
                <w:lang w:val="uk-UA"/>
              </w:rPr>
              <w:t>14 серпня 2018 року</w:t>
            </w:r>
          </w:p>
        </w:tc>
        <w:tc>
          <w:tcPr>
            <w:tcW w:w="3420" w:type="dxa"/>
            <w:vAlign w:val="center"/>
          </w:tcPr>
          <w:p w:rsidR="00F5661B" w:rsidRDefault="00F5661B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м.Камінь</w:t>
            </w:r>
            <w:r>
              <w:rPr>
                <w:sz w:val="28"/>
                <w:szCs w:val="28"/>
              </w:rPr>
              <w:t xml:space="preserve"> – Каширський</w:t>
            </w:r>
          </w:p>
        </w:tc>
        <w:tc>
          <w:tcPr>
            <w:tcW w:w="3086" w:type="dxa"/>
            <w:vAlign w:val="center"/>
          </w:tcPr>
          <w:p w:rsidR="00F5661B" w:rsidRDefault="00F5661B" w:rsidP="009F5ADA">
            <w:pPr>
              <w:pStyle w:val="NormalWeb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                 </w:t>
            </w:r>
            <w:r>
              <w:rPr>
                <w:color w:val="000000"/>
                <w:sz w:val="28"/>
                <w:szCs w:val="28"/>
              </w:rPr>
              <w:t>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238</w:t>
            </w:r>
          </w:p>
        </w:tc>
      </w:tr>
    </w:tbl>
    <w:p w:rsidR="00F5661B" w:rsidRDefault="00F5661B" w:rsidP="008D077E">
      <w:pPr>
        <w:pStyle w:val="Title"/>
        <w:jc w:val="left"/>
        <w:rPr>
          <w:sz w:val="32"/>
          <w:szCs w:val="32"/>
        </w:rPr>
      </w:pPr>
    </w:p>
    <w:p w:rsidR="00F5661B" w:rsidRDefault="00F5661B" w:rsidP="008D077E">
      <w:pPr>
        <w:pStyle w:val="NormalWeb"/>
        <w:spacing w:before="0" w:beforeAutospacing="0" w:after="0" w:afterAutospacing="0"/>
        <w:jc w:val="center"/>
      </w:pPr>
      <w:r>
        <w:t> </w:t>
      </w:r>
    </w:p>
    <w:p w:rsidR="00F5661B" w:rsidRPr="00A05026" w:rsidRDefault="00F5661B" w:rsidP="009F5ADA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Дмитрук В.О.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F5661B" w:rsidRPr="00A05026" w:rsidRDefault="00F5661B" w:rsidP="009F5ADA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землеустроющодо встановлення</w:t>
      </w:r>
    </w:p>
    <w:p w:rsidR="00F5661B" w:rsidRPr="00A05026" w:rsidRDefault="00F5661B" w:rsidP="009F5ADA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ої</w:t>
      </w:r>
    </w:p>
    <w:p w:rsidR="00F5661B" w:rsidRPr="00A05026" w:rsidRDefault="00F5661B" w:rsidP="009F5ADA">
      <w:pPr>
        <w:jc w:val="center"/>
        <w:rPr>
          <w:szCs w:val="28"/>
        </w:rPr>
      </w:pPr>
      <w:r>
        <w:rPr>
          <w:szCs w:val="28"/>
        </w:rPr>
        <w:t xml:space="preserve">агрофірми </w:t>
      </w:r>
      <w:r w:rsidRPr="00A05026">
        <w:rPr>
          <w:szCs w:val="28"/>
        </w:rPr>
        <w:t>«</w:t>
      </w:r>
      <w:r>
        <w:rPr>
          <w:szCs w:val="28"/>
        </w:rPr>
        <w:t>Залісся</w:t>
      </w:r>
      <w:r w:rsidRPr="00A05026">
        <w:rPr>
          <w:szCs w:val="28"/>
        </w:rPr>
        <w:t>»в натурі (на  місцевості)</w:t>
      </w:r>
    </w:p>
    <w:p w:rsidR="00F5661B" w:rsidRPr="00A05026" w:rsidRDefault="00F5661B" w:rsidP="009F5ADA"/>
    <w:p w:rsidR="00F5661B" w:rsidRPr="00A05026" w:rsidRDefault="00F5661B" w:rsidP="009F5ADA"/>
    <w:p w:rsidR="00F5661B" w:rsidRPr="00A05026" w:rsidRDefault="00F5661B" w:rsidP="009F5ADA">
      <w:pPr>
        <w:ind w:firstLine="708"/>
        <w:jc w:val="both"/>
      </w:pPr>
      <w:r>
        <w:t>В</w:t>
      </w:r>
      <w:r w:rsidRPr="00A05026">
        <w:t>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</w:p>
    <w:p w:rsidR="00F5661B" w:rsidRPr="00A05026" w:rsidRDefault="00F5661B" w:rsidP="009F5ADA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 xml:space="preserve">колишньої агрофірми </w:t>
      </w:r>
      <w:r w:rsidRPr="00A05026">
        <w:rPr>
          <w:szCs w:val="28"/>
        </w:rPr>
        <w:t>«</w:t>
      </w:r>
      <w:r>
        <w:rPr>
          <w:szCs w:val="28"/>
        </w:rPr>
        <w:t>Залісся</w:t>
      </w:r>
      <w:r w:rsidRPr="00A05026">
        <w:rPr>
          <w:szCs w:val="28"/>
        </w:rPr>
        <w:t>»</w:t>
      </w:r>
      <w:r w:rsidRPr="00A05026">
        <w:t xml:space="preserve"> в натурі (на місцевості)за межами населеного пункту</w:t>
      </w:r>
      <w:r>
        <w:t xml:space="preserve"> </w:t>
      </w:r>
      <w:r w:rsidRPr="00A05026">
        <w:t>на території</w:t>
      </w:r>
      <w:r>
        <w:t xml:space="preserve"> Заліської </w:t>
      </w:r>
      <w:r w:rsidRPr="00A05026">
        <w:t>сільської ради громадян</w:t>
      </w:r>
      <w:r>
        <w:t>ці</w:t>
      </w:r>
      <w:r w:rsidRPr="00A05026">
        <w:t>:</w:t>
      </w:r>
    </w:p>
    <w:p w:rsidR="00F5661B" w:rsidRPr="00A05026" w:rsidRDefault="00F5661B" w:rsidP="009F5ADA">
      <w:pPr>
        <w:ind w:firstLine="708"/>
        <w:jc w:val="both"/>
      </w:pPr>
      <w:r w:rsidRPr="00A05026">
        <w:t xml:space="preserve">- </w:t>
      </w:r>
      <w:r>
        <w:t>Дмитрук Валентині Олександрівні, власниці сертифіката</w:t>
      </w:r>
      <w:r w:rsidRPr="00A05026">
        <w:t xml:space="preserve"> на право на земельну частку (пай) серії ВЛ №</w:t>
      </w:r>
      <w:r>
        <w:t xml:space="preserve"> 0118965.</w:t>
      </w:r>
    </w:p>
    <w:p w:rsidR="00F5661B" w:rsidRPr="00A05026" w:rsidRDefault="00F5661B" w:rsidP="009F5ADA">
      <w:pPr>
        <w:tabs>
          <w:tab w:val="left" w:pos="426"/>
        </w:tabs>
        <w:jc w:val="both"/>
      </w:pPr>
      <w:r>
        <w:tab/>
      </w:r>
      <w:r>
        <w:tab/>
      </w:r>
      <w:r w:rsidRPr="00A05026">
        <w:t xml:space="preserve">2.Технічну документацію після виготовлення подати до райдержадміністрації для  затвердженняу встановленому законом порядку. </w:t>
      </w:r>
    </w:p>
    <w:p w:rsidR="00F5661B" w:rsidRPr="00A05026" w:rsidRDefault="00F5661B" w:rsidP="009F5ADA"/>
    <w:p w:rsidR="00F5661B" w:rsidRPr="00A05026" w:rsidRDefault="00F5661B" w:rsidP="009F5ADA"/>
    <w:p w:rsidR="00F5661B" w:rsidRPr="00A05026" w:rsidRDefault="00F5661B" w:rsidP="009F5ADA"/>
    <w:p w:rsidR="00F5661B" w:rsidRPr="00A05026" w:rsidRDefault="00F5661B" w:rsidP="009F5ADA"/>
    <w:p w:rsidR="00F5661B" w:rsidRPr="00A05026" w:rsidRDefault="00F5661B" w:rsidP="009F5ADA"/>
    <w:p w:rsidR="00F5661B" w:rsidRPr="00A05026" w:rsidRDefault="00F5661B" w:rsidP="009F5ADA">
      <w:r>
        <w:t>Голова</w:t>
      </w:r>
      <w:r>
        <w:rPr>
          <w:b/>
        </w:rPr>
        <w:t xml:space="preserve">                                                                                              В.ДУНАЙЧУК</w:t>
      </w:r>
    </w:p>
    <w:p w:rsidR="00F5661B" w:rsidRPr="00A05026" w:rsidRDefault="00F5661B" w:rsidP="009F5ADA"/>
    <w:p w:rsidR="00F5661B" w:rsidRPr="00400AFD" w:rsidRDefault="00F5661B" w:rsidP="009F5ADA">
      <w:pPr>
        <w:rPr>
          <w:sz w:val="24"/>
        </w:rPr>
      </w:pPr>
      <w:r>
        <w:rPr>
          <w:sz w:val="24"/>
        </w:rPr>
        <w:t>Нікітчук 23068</w:t>
      </w:r>
    </w:p>
    <w:sectPr w:rsidR="00F5661B" w:rsidRPr="00400AFD" w:rsidSect="009F5ADA">
      <w:pgSz w:w="11906" w:h="16838"/>
      <w:pgMar w:top="28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61B" w:rsidRDefault="00F5661B" w:rsidP="00D113DB">
      <w:r>
        <w:separator/>
      </w:r>
    </w:p>
  </w:endnote>
  <w:endnote w:type="continuationSeparator" w:id="0">
    <w:p w:rsidR="00F5661B" w:rsidRDefault="00F5661B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61B" w:rsidRDefault="00F5661B" w:rsidP="00D113DB">
      <w:r>
        <w:separator/>
      </w:r>
    </w:p>
  </w:footnote>
  <w:footnote w:type="continuationSeparator" w:id="0">
    <w:p w:rsidR="00F5661B" w:rsidRDefault="00F5661B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94177"/>
    <w:rsid w:val="0009683A"/>
    <w:rsid w:val="000A4A8C"/>
    <w:rsid w:val="000A6080"/>
    <w:rsid w:val="000A66CA"/>
    <w:rsid w:val="000B33A3"/>
    <w:rsid w:val="000D0568"/>
    <w:rsid w:val="000F293B"/>
    <w:rsid w:val="001034E2"/>
    <w:rsid w:val="00103A1E"/>
    <w:rsid w:val="0010420A"/>
    <w:rsid w:val="001047C8"/>
    <w:rsid w:val="00106185"/>
    <w:rsid w:val="001112AB"/>
    <w:rsid w:val="00115DDC"/>
    <w:rsid w:val="00116FC1"/>
    <w:rsid w:val="001233C6"/>
    <w:rsid w:val="001258F4"/>
    <w:rsid w:val="00126C58"/>
    <w:rsid w:val="0014174A"/>
    <w:rsid w:val="00150DCE"/>
    <w:rsid w:val="00163BDD"/>
    <w:rsid w:val="001754A2"/>
    <w:rsid w:val="00176134"/>
    <w:rsid w:val="00176697"/>
    <w:rsid w:val="00183E3E"/>
    <w:rsid w:val="00197F79"/>
    <w:rsid w:val="001A2FF2"/>
    <w:rsid w:val="001A47AE"/>
    <w:rsid w:val="001A55A3"/>
    <w:rsid w:val="001A7883"/>
    <w:rsid w:val="001B27D9"/>
    <w:rsid w:val="001B6D24"/>
    <w:rsid w:val="001D1B08"/>
    <w:rsid w:val="001D33B8"/>
    <w:rsid w:val="001E514E"/>
    <w:rsid w:val="001F08ED"/>
    <w:rsid w:val="001F55AA"/>
    <w:rsid w:val="001F6014"/>
    <w:rsid w:val="00203A9A"/>
    <w:rsid w:val="00206814"/>
    <w:rsid w:val="002223C6"/>
    <w:rsid w:val="00225ACF"/>
    <w:rsid w:val="00225E09"/>
    <w:rsid w:val="00225E81"/>
    <w:rsid w:val="0022746F"/>
    <w:rsid w:val="002412D9"/>
    <w:rsid w:val="00241B85"/>
    <w:rsid w:val="002478B9"/>
    <w:rsid w:val="002529E1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B2CA7"/>
    <w:rsid w:val="002B41A0"/>
    <w:rsid w:val="002C33F5"/>
    <w:rsid w:val="002C4595"/>
    <w:rsid w:val="002C4FE6"/>
    <w:rsid w:val="002D22BC"/>
    <w:rsid w:val="002D37BC"/>
    <w:rsid w:val="002E0180"/>
    <w:rsid w:val="002E3BA1"/>
    <w:rsid w:val="002F0344"/>
    <w:rsid w:val="002F3CF1"/>
    <w:rsid w:val="00302869"/>
    <w:rsid w:val="00306CE6"/>
    <w:rsid w:val="00314FF4"/>
    <w:rsid w:val="00317988"/>
    <w:rsid w:val="0032639B"/>
    <w:rsid w:val="003343B5"/>
    <w:rsid w:val="0034618E"/>
    <w:rsid w:val="00361B5B"/>
    <w:rsid w:val="00361F44"/>
    <w:rsid w:val="00374B6F"/>
    <w:rsid w:val="0038223E"/>
    <w:rsid w:val="00382F23"/>
    <w:rsid w:val="003869D8"/>
    <w:rsid w:val="003A0D83"/>
    <w:rsid w:val="003A4737"/>
    <w:rsid w:val="003B1A50"/>
    <w:rsid w:val="003B4B74"/>
    <w:rsid w:val="003E7F26"/>
    <w:rsid w:val="003F5C28"/>
    <w:rsid w:val="003F60D4"/>
    <w:rsid w:val="00400AFD"/>
    <w:rsid w:val="00404023"/>
    <w:rsid w:val="00404CD0"/>
    <w:rsid w:val="00410F37"/>
    <w:rsid w:val="00415189"/>
    <w:rsid w:val="00427B58"/>
    <w:rsid w:val="004312D4"/>
    <w:rsid w:val="00456C12"/>
    <w:rsid w:val="004720B5"/>
    <w:rsid w:val="00484B58"/>
    <w:rsid w:val="00490A24"/>
    <w:rsid w:val="004A00FE"/>
    <w:rsid w:val="004A6BFA"/>
    <w:rsid w:val="004A772A"/>
    <w:rsid w:val="004C50C6"/>
    <w:rsid w:val="004E4CA7"/>
    <w:rsid w:val="004E4F92"/>
    <w:rsid w:val="004E5AA1"/>
    <w:rsid w:val="004E78E3"/>
    <w:rsid w:val="004F3AB7"/>
    <w:rsid w:val="005019DB"/>
    <w:rsid w:val="005065FF"/>
    <w:rsid w:val="005317A2"/>
    <w:rsid w:val="005513FD"/>
    <w:rsid w:val="005605C3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D7E10"/>
    <w:rsid w:val="005E1460"/>
    <w:rsid w:val="005E2C54"/>
    <w:rsid w:val="005F345D"/>
    <w:rsid w:val="005F609B"/>
    <w:rsid w:val="00600096"/>
    <w:rsid w:val="00602828"/>
    <w:rsid w:val="006039C2"/>
    <w:rsid w:val="00603F15"/>
    <w:rsid w:val="00610E68"/>
    <w:rsid w:val="00611F33"/>
    <w:rsid w:val="0061237F"/>
    <w:rsid w:val="00615691"/>
    <w:rsid w:val="00617B5B"/>
    <w:rsid w:val="006373EB"/>
    <w:rsid w:val="00655117"/>
    <w:rsid w:val="00656B73"/>
    <w:rsid w:val="006738DC"/>
    <w:rsid w:val="006761ED"/>
    <w:rsid w:val="006A33E9"/>
    <w:rsid w:val="006C58CB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E405B"/>
    <w:rsid w:val="007E61B3"/>
    <w:rsid w:val="007F3E87"/>
    <w:rsid w:val="008057D9"/>
    <w:rsid w:val="00806C40"/>
    <w:rsid w:val="008109A9"/>
    <w:rsid w:val="00834A7C"/>
    <w:rsid w:val="0083638A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D077E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35F0"/>
    <w:rsid w:val="009F14FE"/>
    <w:rsid w:val="009F32C7"/>
    <w:rsid w:val="009F3D57"/>
    <w:rsid w:val="009F5ADA"/>
    <w:rsid w:val="00A02A19"/>
    <w:rsid w:val="00A030D4"/>
    <w:rsid w:val="00A05026"/>
    <w:rsid w:val="00A06147"/>
    <w:rsid w:val="00A065AB"/>
    <w:rsid w:val="00A07F9B"/>
    <w:rsid w:val="00A24ED2"/>
    <w:rsid w:val="00A30643"/>
    <w:rsid w:val="00A31F38"/>
    <w:rsid w:val="00A344BC"/>
    <w:rsid w:val="00A55151"/>
    <w:rsid w:val="00A65DF3"/>
    <w:rsid w:val="00A672B5"/>
    <w:rsid w:val="00A720E6"/>
    <w:rsid w:val="00A7518B"/>
    <w:rsid w:val="00A7697D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43590"/>
    <w:rsid w:val="00B535A8"/>
    <w:rsid w:val="00B5518F"/>
    <w:rsid w:val="00B67295"/>
    <w:rsid w:val="00B716DD"/>
    <w:rsid w:val="00B73321"/>
    <w:rsid w:val="00B83396"/>
    <w:rsid w:val="00B869A6"/>
    <w:rsid w:val="00B92097"/>
    <w:rsid w:val="00BA499D"/>
    <w:rsid w:val="00BA5B57"/>
    <w:rsid w:val="00BA5BB5"/>
    <w:rsid w:val="00BB200E"/>
    <w:rsid w:val="00BB5476"/>
    <w:rsid w:val="00BC53C5"/>
    <w:rsid w:val="00BD1FAA"/>
    <w:rsid w:val="00BD7B5D"/>
    <w:rsid w:val="00BE2B5B"/>
    <w:rsid w:val="00BE72E5"/>
    <w:rsid w:val="00BE75D4"/>
    <w:rsid w:val="00BF3A06"/>
    <w:rsid w:val="00C0529E"/>
    <w:rsid w:val="00C16880"/>
    <w:rsid w:val="00C201F2"/>
    <w:rsid w:val="00C36DE7"/>
    <w:rsid w:val="00C3747A"/>
    <w:rsid w:val="00C406EF"/>
    <w:rsid w:val="00C506D8"/>
    <w:rsid w:val="00C548E2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241D1"/>
    <w:rsid w:val="00E31C9C"/>
    <w:rsid w:val="00E33D5C"/>
    <w:rsid w:val="00E369DD"/>
    <w:rsid w:val="00E378BC"/>
    <w:rsid w:val="00E51DAB"/>
    <w:rsid w:val="00E5207A"/>
    <w:rsid w:val="00E90913"/>
    <w:rsid w:val="00E90AF3"/>
    <w:rsid w:val="00E95828"/>
    <w:rsid w:val="00EA0CFA"/>
    <w:rsid w:val="00EA199A"/>
    <w:rsid w:val="00EA5574"/>
    <w:rsid w:val="00EB4F86"/>
    <w:rsid w:val="00EB6E39"/>
    <w:rsid w:val="00EC0145"/>
    <w:rsid w:val="00EC1C50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BFB"/>
    <w:rsid w:val="00F11F5E"/>
    <w:rsid w:val="00F1208B"/>
    <w:rsid w:val="00F13711"/>
    <w:rsid w:val="00F33DA3"/>
    <w:rsid w:val="00F519C4"/>
    <w:rsid w:val="00F5661B"/>
    <w:rsid w:val="00F612AE"/>
    <w:rsid w:val="00F64FC8"/>
    <w:rsid w:val="00F663F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E7E1D"/>
    <w:rsid w:val="00FF1766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D077E"/>
    <w:rPr>
      <w:rFonts w:eastAsia="Times New Roman" w:cs="Times New Roman"/>
      <w:b/>
      <w:sz w:val="28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D077E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D077E"/>
    <w:rPr>
      <w:rFonts w:eastAsia="Batang" w:cs="Times New Roman"/>
      <w:b/>
      <w:bCs/>
      <w:sz w:val="24"/>
      <w:szCs w:val="24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2478B9"/>
    <w:rPr>
      <w:rFonts w:eastAsia="Batang"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47BE9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52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8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8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8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187</Words>
  <Characters>1070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2018-08-14T06:01:00Z</cp:lastPrinted>
  <dcterms:created xsi:type="dcterms:W3CDTF">2018-08-15T13:13:00Z</dcterms:created>
  <dcterms:modified xsi:type="dcterms:W3CDTF">2018-08-15T13:13:00Z</dcterms:modified>
</cp:coreProperties>
</file>