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40" w:rsidRPr="000F20E0" w:rsidRDefault="00FA2640" w:rsidP="006F0F46">
      <w:pPr>
        <w:jc w:val="center"/>
        <w:rPr>
          <w:snapToGrid w:val="0"/>
          <w:spacing w:val="8"/>
          <w:sz w:val="24"/>
        </w:rPr>
      </w:pPr>
      <w:r w:rsidRPr="0087168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FA2640" w:rsidRPr="000F20E0" w:rsidRDefault="00FA2640" w:rsidP="002A4A36">
      <w:pPr>
        <w:spacing w:line="360" w:lineRule="auto"/>
        <w:rPr>
          <w:spacing w:val="8"/>
          <w:sz w:val="12"/>
          <w:szCs w:val="20"/>
        </w:rPr>
      </w:pPr>
    </w:p>
    <w:p w:rsidR="00FA2640" w:rsidRPr="000F20E0" w:rsidRDefault="00FA2640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FA2640" w:rsidRPr="000F20E0" w:rsidRDefault="00FA2640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FA2640" w:rsidRPr="000F20E0" w:rsidRDefault="00FA2640" w:rsidP="002A4A36">
      <w:pPr>
        <w:jc w:val="center"/>
        <w:rPr>
          <w:b/>
          <w:sz w:val="16"/>
          <w:szCs w:val="16"/>
        </w:rPr>
      </w:pPr>
    </w:p>
    <w:p w:rsidR="00FA2640" w:rsidRPr="000F20E0" w:rsidRDefault="00FA2640" w:rsidP="002A4A36">
      <w:pPr>
        <w:jc w:val="center"/>
        <w:rPr>
          <w:b/>
          <w:sz w:val="16"/>
          <w:szCs w:val="16"/>
        </w:rPr>
      </w:pPr>
    </w:p>
    <w:p w:rsidR="00FA2640" w:rsidRPr="000F20E0" w:rsidRDefault="00FA2640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FA2640" w:rsidRPr="000F20E0" w:rsidRDefault="00FA2640" w:rsidP="00BE11DE">
      <w:pPr>
        <w:pStyle w:val="Title"/>
        <w:jc w:val="left"/>
        <w:rPr>
          <w:sz w:val="20"/>
          <w:szCs w:val="20"/>
        </w:rPr>
      </w:pPr>
    </w:p>
    <w:p w:rsidR="00FA2640" w:rsidRPr="000F20E0" w:rsidRDefault="00FA2640" w:rsidP="00BE11DE">
      <w:pPr>
        <w:pStyle w:val="Title"/>
        <w:jc w:val="left"/>
      </w:pPr>
      <w:r>
        <w:rPr>
          <w:szCs w:val="28"/>
        </w:rPr>
        <w:t xml:space="preserve">31 липня 2018 року                </w:t>
      </w:r>
      <w:r w:rsidRPr="000F20E0">
        <w:t xml:space="preserve">м. </w:t>
      </w:r>
      <w:r>
        <w:t>Камінь-Каширський</w:t>
      </w:r>
      <w:r>
        <w:tab/>
      </w:r>
      <w:r>
        <w:tab/>
        <w:t xml:space="preserve">           </w:t>
      </w:r>
      <w:r>
        <w:tab/>
      </w:r>
      <w:r w:rsidRPr="000F20E0">
        <w:t>№</w:t>
      </w:r>
      <w:r>
        <w:t xml:space="preserve">  221</w:t>
      </w:r>
    </w:p>
    <w:p w:rsidR="00FA2640" w:rsidRPr="000F20E0" w:rsidRDefault="00FA2640" w:rsidP="002A4A36">
      <w:pPr>
        <w:pStyle w:val="Title"/>
        <w:jc w:val="left"/>
      </w:pPr>
    </w:p>
    <w:p w:rsidR="00FA2640" w:rsidRPr="000F20E0" w:rsidRDefault="00FA2640" w:rsidP="00B06364">
      <w:pPr>
        <w:jc w:val="center"/>
      </w:pPr>
      <w:r w:rsidRPr="000F20E0">
        <w:t>Про затвердження технічної документації із</w:t>
      </w:r>
    </w:p>
    <w:p w:rsidR="00FA2640" w:rsidRPr="000F20E0" w:rsidRDefault="00FA2640" w:rsidP="00B06364">
      <w:pPr>
        <w:jc w:val="center"/>
      </w:pPr>
      <w:r w:rsidRPr="000F20E0">
        <w:t>землеустрою щодо встановлення меж земельних</w:t>
      </w:r>
    </w:p>
    <w:p w:rsidR="00FA2640" w:rsidRPr="000F20E0" w:rsidRDefault="00FA2640" w:rsidP="00B06364">
      <w:pPr>
        <w:jc w:val="center"/>
      </w:pPr>
      <w:r w:rsidRPr="000F20E0">
        <w:t xml:space="preserve">ділянок частки (паю) колишнього </w:t>
      </w:r>
      <w:r>
        <w:t>КСП «Личинівське»</w:t>
      </w:r>
    </w:p>
    <w:p w:rsidR="00FA2640" w:rsidRPr="002F48D8" w:rsidRDefault="00FA2640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FA2640" w:rsidRPr="000F20E0" w:rsidRDefault="00FA2640" w:rsidP="00E41E7E"/>
    <w:p w:rsidR="00FA2640" w:rsidRDefault="00FA2640" w:rsidP="00D246D9">
      <w:pPr>
        <w:ind w:firstLine="708"/>
        <w:jc w:val="both"/>
      </w:pPr>
      <w:r>
        <w:t>Відповідно до статей 17, 81 Земельного кодексу України, статей 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FA2640" w:rsidRDefault="00FA2640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КСП  «Личинівське»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на земельну частку (пай) громадянину  </w:t>
      </w:r>
      <w:r>
        <w:rPr>
          <w:szCs w:val="28"/>
        </w:rPr>
        <w:t>Погонюку Петру Івановичу.</w:t>
      </w:r>
    </w:p>
    <w:p w:rsidR="00FA2640" w:rsidRDefault="00FA2640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Личинівської сільської ради в розмірі частки (паю) </w:t>
      </w:r>
      <w:r>
        <w:t>колишнього КСП  «Личинівське» громадянину:</w:t>
      </w:r>
    </w:p>
    <w:p w:rsidR="00FA2640" w:rsidRDefault="00FA2640" w:rsidP="00C1745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Погонюку Петру Івановичу для ведення особистого селянського господарства, кадастрові номери зареєстрованих земельних ділянок: 0721485000:05:000:0007 площею </w:t>
      </w:r>
      <w:smartTag w:uri="urn:schemas-microsoft-com:office:smarttags" w:element="metricconverter">
        <w:smartTagPr>
          <w:attr w:name="ProductID" w:val="2,0253 га"/>
        </w:smartTagPr>
        <w:r>
          <w:rPr>
            <w:szCs w:val="28"/>
          </w:rPr>
          <w:t>2,0253 га</w:t>
        </w:r>
      </w:smartTag>
      <w:r>
        <w:rPr>
          <w:szCs w:val="28"/>
        </w:rPr>
        <w:t xml:space="preserve">, 0721485000:02:000:0127 площею </w:t>
      </w:r>
      <w:smartTag w:uri="urn:schemas-microsoft-com:office:smarttags" w:element="metricconverter">
        <w:smartTagPr>
          <w:attr w:name="ProductID" w:val="0,8812 га"/>
        </w:smartTagPr>
        <w:r>
          <w:rPr>
            <w:szCs w:val="28"/>
          </w:rPr>
          <w:t>0,8812 га</w:t>
        </w:r>
      </w:smartTag>
      <w:r>
        <w:rPr>
          <w:szCs w:val="28"/>
        </w:rPr>
        <w:t xml:space="preserve">, 0721485000:02:000:0126 площею </w:t>
      </w:r>
      <w:smartTag w:uri="urn:schemas-microsoft-com:office:smarttags" w:element="metricconverter">
        <w:smartTagPr>
          <w:attr w:name="ProductID" w:val="0,9514 га"/>
        </w:smartTagPr>
        <w:r>
          <w:rPr>
            <w:szCs w:val="28"/>
          </w:rPr>
          <w:t>0,9514 га</w:t>
        </w:r>
      </w:smartTag>
      <w:r>
        <w:rPr>
          <w:szCs w:val="28"/>
        </w:rPr>
        <w:t xml:space="preserve">, 0721485000:05:000:0008 площею </w:t>
      </w:r>
      <w:smartTag w:uri="urn:schemas-microsoft-com:office:smarttags" w:element="metricconverter">
        <w:smartTagPr>
          <w:attr w:name="ProductID" w:val="0,8431 га"/>
        </w:smartTagPr>
        <w:r>
          <w:rPr>
            <w:szCs w:val="28"/>
          </w:rPr>
          <w:t>0,8431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FA2640" w:rsidRDefault="00FA2640" w:rsidP="009051EE">
      <w:pPr>
        <w:ind w:firstLine="708"/>
        <w:jc w:val="both"/>
      </w:pPr>
      <w:r>
        <w:t xml:space="preserve">3. Громадянину </w:t>
      </w:r>
      <w:r>
        <w:rPr>
          <w:szCs w:val="28"/>
        </w:rPr>
        <w:t xml:space="preserve">Погонюку Петру Івановичу </w:t>
      </w:r>
      <w:r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FA2640" w:rsidRDefault="00FA2640" w:rsidP="009051EE">
      <w:pPr>
        <w:ind w:firstLine="708"/>
        <w:jc w:val="both"/>
      </w:pPr>
      <w:r>
        <w:t>4. Личинівській сільській раді внести відповідні зміни в земельно-облікові документи.</w:t>
      </w:r>
    </w:p>
    <w:p w:rsidR="00FA2640" w:rsidRDefault="00FA2640" w:rsidP="009051EE">
      <w:pPr>
        <w:jc w:val="both"/>
        <w:rPr>
          <w:sz w:val="24"/>
          <w:szCs w:val="20"/>
        </w:rPr>
      </w:pPr>
    </w:p>
    <w:p w:rsidR="00FA2640" w:rsidRDefault="00FA2640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FA2640" w:rsidRPr="00B06364" w:rsidRDefault="00FA2640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FA2640" w:rsidRDefault="00FA2640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FA2640" w:rsidRDefault="00FA2640" w:rsidP="00542D94">
      <w:pPr>
        <w:jc w:val="both"/>
        <w:rPr>
          <w:sz w:val="22"/>
          <w:szCs w:val="22"/>
        </w:rPr>
      </w:pPr>
    </w:p>
    <w:p w:rsidR="00FA2640" w:rsidRDefault="00FA2640" w:rsidP="009F1BF4">
      <w:pPr>
        <w:jc w:val="both"/>
        <w:rPr>
          <w:sz w:val="24"/>
        </w:rPr>
      </w:pPr>
      <w:r>
        <w:rPr>
          <w:sz w:val="24"/>
        </w:rPr>
        <w:t>Нікітчук   23068</w:t>
      </w:r>
    </w:p>
    <w:p w:rsidR="00FA2640" w:rsidRDefault="00FA2640" w:rsidP="009F1BF4">
      <w:pPr>
        <w:jc w:val="both"/>
        <w:rPr>
          <w:sz w:val="24"/>
        </w:rPr>
      </w:pPr>
    </w:p>
    <w:sectPr w:rsidR="00FA2640" w:rsidSect="005A0FBA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972F8"/>
    <w:rsid w:val="000A73EA"/>
    <w:rsid w:val="000B16C7"/>
    <w:rsid w:val="000B3C80"/>
    <w:rsid w:val="000B767F"/>
    <w:rsid w:val="000C1E26"/>
    <w:rsid w:val="000C6138"/>
    <w:rsid w:val="000D1129"/>
    <w:rsid w:val="000D74EE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3747A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1E51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2A07"/>
    <w:rsid w:val="00342B99"/>
    <w:rsid w:val="00347BD8"/>
    <w:rsid w:val="00355720"/>
    <w:rsid w:val="00361D95"/>
    <w:rsid w:val="003669E4"/>
    <w:rsid w:val="003704C5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3ED6"/>
    <w:rsid w:val="00434760"/>
    <w:rsid w:val="00434B61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27AF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A0FBA"/>
    <w:rsid w:val="005A7220"/>
    <w:rsid w:val="005B020A"/>
    <w:rsid w:val="005B33AE"/>
    <w:rsid w:val="005B5CD5"/>
    <w:rsid w:val="005C1A1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2AD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059"/>
    <w:rsid w:val="0081663F"/>
    <w:rsid w:val="008414BE"/>
    <w:rsid w:val="00847E31"/>
    <w:rsid w:val="00850732"/>
    <w:rsid w:val="008533AB"/>
    <w:rsid w:val="00864FB8"/>
    <w:rsid w:val="008659A7"/>
    <w:rsid w:val="00871688"/>
    <w:rsid w:val="008745F7"/>
    <w:rsid w:val="00880610"/>
    <w:rsid w:val="0088292D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145B2"/>
    <w:rsid w:val="00934986"/>
    <w:rsid w:val="00937F75"/>
    <w:rsid w:val="009418AA"/>
    <w:rsid w:val="009428E8"/>
    <w:rsid w:val="00965771"/>
    <w:rsid w:val="00966097"/>
    <w:rsid w:val="00971292"/>
    <w:rsid w:val="00990A16"/>
    <w:rsid w:val="009913F8"/>
    <w:rsid w:val="00994889"/>
    <w:rsid w:val="00996A2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B70EB"/>
    <w:rsid w:val="00AC46E1"/>
    <w:rsid w:val="00AC6F8F"/>
    <w:rsid w:val="00AD6018"/>
    <w:rsid w:val="00AF49AB"/>
    <w:rsid w:val="00B00E19"/>
    <w:rsid w:val="00B01A14"/>
    <w:rsid w:val="00B05126"/>
    <w:rsid w:val="00B06364"/>
    <w:rsid w:val="00B11BE5"/>
    <w:rsid w:val="00B14484"/>
    <w:rsid w:val="00B1768E"/>
    <w:rsid w:val="00B20792"/>
    <w:rsid w:val="00B21231"/>
    <w:rsid w:val="00B24881"/>
    <w:rsid w:val="00B249E7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3D65"/>
    <w:rsid w:val="00B94C5B"/>
    <w:rsid w:val="00B95B6B"/>
    <w:rsid w:val="00B9707F"/>
    <w:rsid w:val="00B97EA2"/>
    <w:rsid w:val="00BB4A29"/>
    <w:rsid w:val="00BB4E16"/>
    <w:rsid w:val="00BB55C9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4367"/>
    <w:rsid w:val="00C1510D"/>
    <w:rsid w:val="00C1568A"/>
    <w:rsid w:val="00C17458"/>
    <w:rsid w:val="00C17DB3"/>
    <w:rsid w:val="00C239F6"/>
    <w:rsid w:val="00C30052"/>
    <w:rsid w:val="00C41FEA"/>
    <w:rsid w:val="00C447B1"/>
    <w:rsid w:val="00C51646"/>
    <w:rsid w:val="00C526D5"/>
    <w:rsid w:val="00C55ADE"/>
    <w:rsid w:val="00C5618A"/>
    <w:rsid w:val="00C565F1"/>
    <w:rsid w:val="00C57215"/>
    <w:rsid w:val="00C64A3D"/>
    <w:rsid w:val="00C67406"/>
    <w:rsid w:val="00C801C4"/>
    <w:rsid w:val="00C856E5"/>
    <w:rsid w:val="00C858D8"/>
    <w:rsid w:val="00C90F7C"/>
    <w:rsid w:val="00C91C87"/>
    <w:rsid w:val="00C93246"/>
    <w:rsid w:val="00CA3622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5631"/>
    <w:rsid w:val="00CF71E7"/>
    <w:rsid w:val="00D064A3"/>
    <w:rsid w:val="00D1352E"/>
    <w:rsid w:val="00D246D9"/>
    <w:rsid w:val="00D367C0"/>
    <w:rsid w:val="00D50ADF"/>
    <w:rsid w:val="00D60FED"/>
    <w:rsid w:val="00D624DC"/>
    <w:rsid w:val="00D64C96"/>
    <w:rsid w:val="00D87ED2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01D0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115A"/>
    <w:rsid w:val="00F4402F"/>
    <w:rsid w:val="00F443A9"/>
    <w:rsid w:val="00F46F0C"/>
    <w:rsid w:val="00F627F2"/>
    <w:rsid w:val="00F7517F"/>
    <w:rsid w:val="00FA2640"/>
    <w:rsid w:val="00FB6ACF"/>
    <w:rsid w:val="00FD0AAF"/>
    <w:rsid w:val="00FD2F1A"/>
    <w:rsid w:val="00FE0FD0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E6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E6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E6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E6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60E6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60E6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0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275</Words>
  <Characters>1568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2018-07-27T06:47:00Z</cp:lastPrinted>
  <dcterms:created xsi:type="dcterms:W3CDTF">2018-08-02T09:14:00Z</dcterms:created>
  <dcterms:modified xsi:type="dcterms:W3CDTF">2018-08-02T09:14:00Z</dcterms:modified>
</cp:coreProperties>
</file>