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FD8" w:rsidRDefault="00842FD8" w:rsidP="008D077E">
      <w:pPr>
        <w:jc w:val="center"/>
        <w:rPr>
          <w:snapToGrid w:val="0"/>
          <w:spacing w:val="8"/>
          <w:sz w:val="24"/>
        </w:rPr>
      </w:pPr>
      <w:r w:rsidRPr="00F21E0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842FD8" w:rsidRDefault="00842FD8" w:rsidP="008D077E">
      <w:pPr>
        <w:spacing w:line="360" w:lineRule="auto"/>
        <w:rPr>
          <w:spacing w:val="8"/>
          <w:sz w:val="12"/>
          <w:szCs w:val="20"/>
        </w:rPr>
      </w:pPr>
    </w:p>
    <w:p w:rsidR="00842FD8" w:rsidRDefault="00842FD8" w:rsidP="008D077E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842FD8" w:rsidRDefault="00842FD8" w:rsidP="008D077E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842FD8" w:rsidRDefault="00842FD8" w:rsidP="008D077E">
      <w:pPr>
        <w:jc w:val="center"/>
        <w:rPr>
          <w:b/>
          <w:sz w:val="16"/>
          <w:szCs w:val="16"/>
        </w:rPr>
      </w:pPr>
    </w:p>
    <w:p w:rsidR="00842FD8" w:rsidRDefault="00842FD8" w:rsidP="008D077E">
      <w:pPr>
        <w:jc w:val="center"/>
        <w:rPr>
          <w:b/>
          <w:sz w:val="16"/>
          <w:szCs w:val="16"/>
        </w:rPr>
      </w:pPr>
    </w:p>
    <w:p w:rsidR="00842FD8" w:rsidRDefault="00842FD8" w:rsidP="008D077E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842FD8" w:rsidRPr="00BE2B5B" w:rsidRDefault="00842FD8" w:rsidP="00BE2B5B"/>
    <w:p w:rsidR="00842FD8" w:rsidRDefault="00842FD8" w:rsidP="00BE2B5B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842FD8" w:rsidTr="00BE2B5B">
        <w:trPr>
          <w:tblCellSpacing w:w="0" w:type="dxa"/>
        </w:trPr>
        <w:tc>
          <w:tcPr>
            <w:tcW w:w="3240" w:type="dxa"/>
            <w:vAlign w:val="center"/>
          </w:tcPr>
          <w:p w:rsidR="00842FD8" w:rsidRDefault="00842FD8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 липня 2018 року</w:t>
            </w:r>
          </w:p>
        </w:tc>
        <w:tc>
          <w:tcPr>
            <w:tcW w:w="3420" w:type="dxa"/>
            <w:vAlign w:val="center"/>
          </w:tcPr>
          <w:p w:rsidR="00842FD8" w:rsidRDefault="00842FD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842FD8" w:rsidRDefault="00842FD8" w:rsidP="00611F33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 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220</w:t>
            </w:r>
          </w:p>
        </w:tc>
      </w:tr>
    </w:tbl>
    <w:p w:rsidR="00842FD8" w:rsidRDefault="00842FD8" w:rsidP="008D077E">
      <w:pPr>
        <w:pStyle w:val="Title"/>
        <w:jc w:val="left"/>
        <w:rPr>
          <w:sz w:val="32"/>
          <w:szCs w:val="32"/>
        </w:rPr>
      </w:pPr>
    </w:p>
    <w:p w:rsidR="00842FD8" w:rsidRDefault="00842FD8" w:rsidP="008D077E">
      <w:pPr>
        <w:pStyle w:val="NormalWeb"/>
        <w:spacing w:before="0" w:beforeAutospacing="0" w:after="0" w:afterAutospacing="0"/>
        <w:jc w:val="center"/>
      </w:pPr>
      <w:r>
        <w:t> </w:t>
      </w:r>
    </w:p>
    <w:p w:rsidR="00842FD8" w:rsidRPr="00A05026" w:rsidRDefault="00842FD8" w:rsidP="00BE2B5B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</w:t>
      </w:r>
      <w:r>
        <w:rPr>
          <w:szCs w:val="28"/>
        </w:rPr>
        <w:t xml:space="preserve">гр. Круку М.Л.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842FD8" w:rsidRPr="00A05026" w:rsidRDefault="00842FD8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842FD8" w:rsidRDefault="00842FD8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ок (паїв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 xml:space="preserve">колишнього </w:t>
      </w:r>
    </w:p>
    <w:p w:rsidR="00842FD8" w:rsidRPr="00A05026" w:rsidRDefault="00842FD8" w:rsidP="00E241D1">
      <w:pPr>
        <w:jc w:val="center"/>
        <w:rPr>
          <w:szCs w:val="28"/>
        </w:rPr>
      </w:pPr>
      <w:r w:rsidRPr="00A05026">
        <w:rPr>
          <w:szCs w:val="28"/>
        </w:rPr>
        <w:t>КСП</w:t>
      </w:r>
      <w:r>
        <w:rPr>
          <w:szCs w:val="28"/>
        </w:rPr>
        <w:t xml:space="preserve"> ім.Щорса  </w:t>
      </w:r>
      <w:r w:rsidRPr="00A05026">
        <w:rPr>
          <w:szCs w:val="28"/>
        </w:rPr>
        <w:t>в натурі (на  місцевості)</w:t>
      </w:r>
    </w:p>
    <w:p w:rsidR="00842FD8" w:rsidRPr="00A05026" w:rsidRDefault="00842FD8" w:rsidP="001B6D24"/>
    <w:p w:rsidR="00842FD8" w:rsidRPr="00A05026" w:rsidRDefault="00842FD8" w:rsidP="001B6D24">
      <w:r>
        <w:t xml:space="preserve"> </w:t>
      </w:r>
    </w:p>
    <w:p w:rsidR="00842FD8" w:rsidRPr="00A05026" w:rsidRDefault="00842FD8" w:rsidP="00A05026">
      <w:pPr>
        <w:ind w:firstLine="708"/>
        <w:jc w:val="both"/>
      </w:pPr>
      <w:r>
        <w:t>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842FD8" w:rsidRPr="00A05026" w:rsidRDefault="00842FD8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 встановлення меж земельних ділянок част</w:t>
      </w:r>
      <w:r>
        <w:t>о</w:t>
      </w:r>
      <w:r w:rsidRPr="00A05026">
        <w:t>к</w:t>
      </w:r>
      <w:r>
        <w:t xml:space="preserve"> (паїв</w:t>
      </w:r>
      <w:r w:rsidRPr="00A05026">
        <w:t xml:space="preserve">) </w:t>
      </w:r>
      <w:r>
        <w:rPr>
          <w:szCs w:val="28"/>
        </w:rPr>
        <w:t xml:space="preserve">колишнього КСП ім.Щорса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Ворокомлівської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842FD8" w:rsidRPr="00A05026" w:rsidRDefault="00842FD8" w:rsidP="00A05026">
      <w:pPr>
        <w:ind w:firstLine="708"/>
        <w:jc w:val="both"/>
      </w:pPr>
      <w:r w:rsidRPr="00A05026">
        <w:t xml:space="preserve">- </w:t>
      </w:r>
      <w:r>
        <w:t>Круку Миколі Лукашовичу, власнику сертифіката</w:t>
      </w:r>
      <w:r w:rsidRPr="00A05026">
        <w:t xml:space="preserve"> на право н</w:t>
      </w:r>
      <w:r>
        <w:t>а земельну частку (пай</w:t>
      </w:r>
      <w:r w:rsidRPr="00A05026">
        <w:t>) серії ВЛ №</w:t>
      </w:r>
      <w:r>
        <w:t xml:space="preserve"> 0208624.</w:t>
      </w:r>
    </w:p>
    <w:p w:rsidR="00842FD8" w:rsidRPr="00A05026" w:rsidRDefault="00842FD8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842FD8" w:rsidRPr="00A05026" w:rsidRDefault="00842FD8" w:rsidP="001B6D24"/>
    <w:p w:rsidR="00842FD8" w:rsidRPr="00A05026" w:rsidRDefault="00842FD8" w:rsidP="001B6D24"/>
    <w:p w:rsidR="00842FD8" w:rsidRPr="00A05026" w:rsidRDefault="00842FD8" w:rsidP="001B6D24"/>
    <w:p w:rsidR="00842FD8" w:rsidRPr="00A05026" w:rsidRDefault="00842FD8" w:rsidP="001B6D24"/>
    <w:p w:rsidR="00842FD8" w:rsidRPr="00A05026" w:rsidRDefault="00842FD8" w:rsidP="001B6D24"/>
    <w:p w:rsidR="00842FD8" w:rsidRDefault="00842FD8" w:rsidP="001B6D24">
      <w:pPr>
        <w:rPr>
          <w:b/>
        </w:rPr>
      </w:pPr>
      <w:r>
        <w:t xml:space="preserve">Голова                                                                                             </w:t>
      </w:r>
      <w:r w:rsidRPr="001F08ED">
        <w:rPr>
          <w:b/>
        </w:rPr>
        <w:t xml:space="preserve"> В.ДУНАЙЧУК</w:t>
      </w:r>
    </w:p>
    <w:p w:rsidR="00842FD8" w:rsidRPr="00A05026" w:rsidRDefault="00842FD8" w:rsidP="001B6D24"/>
    <w:p w:rsidR="00842FD8" w:rsidRPr="00400AFD" w:rsidRDefault="00842FD8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842FD8" w:rsidRPr="00A05026" w:rsidRDefault="00842FD8" w:rsidP="001B6D24"/>
    <w:p w:rsidR="00842FD8" w:rsidRPr="00A05026" w:rsidRDefault="00842FD8" w:rsidP="001B6D24"/>
    <w:p w:rsidR="00842FD8" w:rsidRPr="00A05026" w:rsidRDefault="00842FD8" w:rsidP="001B6D24"/>
    <w:p w:rsidR="00842FD8" w:rsidRPr="00A05026" w:rsidRDefault="00842FD8" w:rsidP="001B6D24"/>
    <w:p w:rsidR="00842FD8" w:rsidRDefault="00842FD8" w:rsidP="001B6D24"/>
    <w:p w:rsidR="00842FD8" w:rsidRDefault="00842FD8" w:rsidP="00E129B3">
      <w:pPr>
        <w:rPr>
          <w:szCs w:val="28"/>
        </w:rPr>
      </w:pPr>
    </w:p>
    <w:sectPr w:rsidR="00842FD8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FD8" w:rsidRDefault="00842FD8" w:rsidP="00D113DB">
      <w:r>
        <w:separator/>
      </w:r>
    </w:p>
  </w:endnote>
  <w:endnote w:type="continuationSeparator" w:id="0">
    <w:p w:rsidR="00842FD8" w:rsidRDefault="00842FD8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FD8" w:rsidRDefault="00842FD8" w:rsidP="00D113DB">
      <w:r>
        <w:separator/>
      </w:r>
    </w:p>
  </w:footnote>
  <w:footnote w:type="continuationSeparator" w:id="0">
    <w:p w:rsidR="00842FD8" w:rsidRDefault="00842FD8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080"/>
    <w:rsid w:val="000A66CA"/>
    <w:rsid w:val="000B33A3"/>
    <w:rsid w:val="000C0DF5"/>
    <w:rsid w:val="000D0568"/>
    <w:rsid w:val="000F293B"/>
    <w:rsid w:val="001034E2"/>
    <w:rsid w:val="00103A1E"/>
    <w:rsid w:val="0010420A"/>
    <w:rsid w:val="001047C8"/>
    <w:rsid w:val="00106185"/>
    <w:rsid w:val="001112AB"/>
    <w:rsid w:val="00115DDC"/>
    <w:rsid w:val="00116FC1"/>
    <w:rsid w:val="001233C6"/>
    <w:rsid w:val="001258F4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D33B8"/>
    <w:rsid w:val="001E514E"/>
    <w:rsid w:val="001F08ED"/>
    <w:rsid w:val="001F55AA"/>
    <w:rsid w:val="001F6014"/>
    <w:rsid w:val="00203A9A"/>
    <w:rsid w:val="00206814"/>
    <w:rsid w:val="002223C6"/>
    <w:rsid w:val="00225ACF"/>
    <w:rsid w:val="00225E09"/>
    <w:rsid w:val="00225E81"/>
    <w:rsid w:val="0022746F"/>
    <w:rsid w:val="002412D9"/>
    <w:rsid w:val="00241B85"/>
    <w:rsid w:val="002478B9"/>
    <w:rsid w:val="002529E1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C4FE6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4618E"/>
    <w:rsid w:val="00361B5B"/>
    <w:rsid w:val="00361F44"/>
    <w:rsid w:val="00374B6F"/>
    <w:rsid w:val="0038223E"/>
    <w:rsid w:val="00382F23"/>
    <w:rsid w:val="003869D8"/>
    <w:rsid w:val="003A0D83"/>
    <w:rsid w:val="003A4737"/>
    <w:rsid w:val="003B1A50"/>
    <w:rsid w:val="003B4B74"/>
    <w:rsid w:val="003E7F26"/>
    <w:rsid w:val="003F5C28"/>
    <w:rsid w:val="003F60D4"/>
    <w:rsid w:val="00400AFD"/>
    <w:rsid w:val="00404023"/>
    <w:rsid w:val="00404CD0"/>
    <w:rsid w:val="00410F37"/>
    <w:rsid w:val="00415189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50C6"/>
    <w:rsid w:val="004C5B73"/>
    <w:rsid w:val="004E4CA7"/>
    <w:rsid w:val="004E4F92"/>
    <w:rsid w:val="004E5AA1"/>
    <w:rsid w:val="004E78E3"/>
    <w:rsid w:val="004F3AB7"/>
    <w:rsid w:val="005019DB"/>
    <w:rsid w:val="005065FF"/>
    <w:rsid w:val="005317A2"/>
    <w:rsid w:val="005513FD"/>
    <w:rsid w:val="005605C3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D7E10"/>
    <w:rsid w:val="005E1460"/>
    <w:rsid w:val="005E2C54"/>
    <w:rsid w:val="005F345D"/>
    <w:rsid w:val="005F609B"/>
    <w:rsid w:val="00600096"/>
    <w:rsid w:val="00602828"/>
    <w:rsid w:val="006039C2"/>
    <w:rsid w:val="00603F15"/>
    <w:rsid w:val="00610E68"/>
    <w:rsid w:val="00611F33"/>
    <w:rsid w:val="0061237F"/>
    <w:rsid w:val="00615691"/>
    <w:rsid w:val="00617B5B"/>
    <w:rsid w:val="006373EB"/>
    <w:rsid w:val="006379FD"/>
    <w:rsid w:val="00655117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1C"/>
    <w:rsid w:val="00834A7C"/>
    <w:rsid w:val="0083638A"/>
    <w:rsid w:val="00842FD8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D077E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24ED2"/>
    <w:rsid w:val="00A30643"/>
    <w:rsid w:val="00A31F38"/>
    <w:rsid w:val="00A344BC"/>
    <w:rsid w:val="00A345D5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7295"/>
    <w:rsid w:val="00B716DD"/>
    <w:rsid w:val="00B73321"/>
    <w:rsid w:val="00B83396"/>
    <w:rsid w:val="00B869A6"/>
    <w:rsid w:val="00B92097"/>
    <w:rsid w:val="00BA499D"/>
    <w:rsid w:val="00BA5B57"/>
    <w:rsid w:val="00BA5BB5"/>
    <w:rsid w:val="00BB200E"/>
    <w:rsid w:val="00BB5476"/>
    <w:rsid w:val="00BC53C5"/>
    <w:rsid w:val="00BD1FAA"/>
    <w:rsid w:val="00BD7B5D"/>
    <w:rsid w:val="00BE2B5B"/>
    <w:rsid w:val="00BE72E5"/>
    <w:rsid w:val="00BE75D4"/>
    <w:rsid w:val="00BF3A06"/>
    <w:rsid w:val="00C0529E"/>
    <w:rsid w:val="00C16880"/>
    <w:rsid w:val="00C201F2"/>
    <w:rsid w:val="00C36DE7"/>
    <w:rsid w:val="00C3747A"/>
    <w:rsid w:val="00C506D8"/>
    <w:rsid w:val="00C548E2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90913"/>
    <w:rsid w:val="00E90AF3"/>
    <w:rsid w:val="00E95828"/>
    <w:rsid w:val="00EA0CFA"/>
    <w:rsid w:val="00EA199A"/>
    <w:rsid w:val="00EA5574"/>
    <w:rsid w:val="00EB4F86"/>
    <w:rsid w:val="00EB6E39"/>
    <w:rsid w:val="00EC1C50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BFB"/>
    <w:rsid w:val="00F11F5E"/>
    <w:rsid w:val="00F1208B"/>
    <w:rsid w:val="00F13711"/>
    <w:rsid w:val="00F21E0A"/>
    <w:rsid w:val="00F519C4"/>
    <w:rsid w:val="00F612AE"/>
    <w:rsid w:val="00F64FC8"/>
    <w:rsid w:val="00F663F8"/>
    <w:rsid w:val="00F75AD7"/>
    <w:rsid w:val="00F77786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E7E1D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077E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077E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D077E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478B9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43790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73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183</Words>
  <Characters>1048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2018-07-27T06:58:00Z</cp:lastPrinted>
  <dcterms:created xsi:type="dcterms:W3CDTF">2018-08-02T09:15:00Z</dcterms:created>
  <dcterms:modified xsi:type="dcterms:W3CDTF">2018-08-02T09:15:00Z</dcterms:modified>
</cp:coreProperties>
</file>