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D82" w:rsidRDefault="00F91D82" w:rsidP="00615DC8">
      <w:pPr>
        <w:jc w:val="center"/>
        <w:rPr>
          <w:snapToGrid w:val="0"/>
          <w:spacing w:val="8"/>
          <w:sz w:val="24"/>
        </w:rPr>
      </w:pPr>
      <w:r w:rsidRPr="003845B8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F91D82" w:rsidRDefault="00F91D82" w:rsidP="00615DC8">
      <w:pPr>
        <w:spacing w:line="360" w:lineRule="auto"/>
        <w:rPr>
          <w:spacing w:val="8"/>
          <w:sz w:val="12"/>
          <w:szCs w:val="20"/>
        </w:rPr>
      </w:pPr>
    </w:p>
    <w:p w:rsidR="00F91D82" w:rsidRDefault="00F91D82" w:rsidP="00615DC8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F91D82" w:rsidRDefault="00F91D82" w:rsidP="00615DC8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F91D82" w:rsidRDefault="00F91D82" w:rsidP="00615DC8">
      <w:pPr>
        <w:jc w:val="center"/>
        <w:rPr>
          <w:b/>
          <w:sz w:val="16"/>
          <w:szCs w:val="16"/>
        </w:rPr>
      </w:pPr>
    </w:p>
    <w:p w:rsidR="00F91D82" w:rsidRDefault="00F91D82" w:rsidP="00615DC8">
      <w:pPr>
        <w:jc w:val="center"/>
        <w:rPr>
          <w:b/>
          <w:sz w:val="16"/>
          <w:szCs w:val="16"/>
        </w:rPr>
      </w:pPr>
    </w:p>
    <w:p w:rsidR="00F91D82" w:rsidRDefault="00F91D82" w:rsidP="00615DC8">
      <w:pPr>
        <w:pStyle w:val="Heading1"/>
        <w:jc w:val="center"/>
        <w:rPr>
          <w:lang w:val="uk-UA"/>
        </w:rPr>
      </w:pPr>
      <w:r>
        <w:rPr>
          <w:lang w:val="uk-UA"/>
        </w:rPr>
        <w:t>РОЗПОРЯДЖЕННЯ</w:t>
      </w:r>
    </w:p>
    <w:p w:rsidR="00F91D82" w:rsidRDefault="00F91D82" w:rsidP="00615DC8">
      <w:pPr>
        <w:pStyle w:val="Title"/>
        <w:jc w:val="left"/>
        <w:rPr>
          <w:sz w:val="20"/>
          <w:szCs w:val="20"/>
        </w:rPr>
      </w:pPr>
    </w:p>
    <w:p w:rsidR="00F91D82" w:rsidRDefault="00F91D82" w:rsidP="00615DC8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F91D82" w:rsidTr="00615DC8">
        <w:trPr>
          <w:tblCellSpacing w:w="0" w:type="dxa"/>
        </w:trPr>
        <w:tc>
          <w:tcPr>
            <w:tcW w:w="3240" w:type="dxa"/>
            <w:vAlign w:val="center"/>
          </w:tcPr>
          <w:p w:rsidR="00F91D82" w:rsidRPr="00935445" w:rsidRDefault="00F91D82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35445">
              <w:rPr>
                <w:sz w:val="28"/>
                <w:szCs w:val="28"/>
                <w:lang w:val="uk-UA"/>
              </w:rPr>
              <w:t xml:space="preserve">13 липня </w:t>
            </w:r>
            <w:r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3420" w:type="dxa"/>
            <w:vAlign w:val="center"/>
          </w:tcPr>
          <w:p w:rsidR="00F91D82" w:rsidRDefault="00F91D82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F91D82" w:rsidRPr="0071318B" w:rsidRDefault="00F91D82" w:rsidP="009D0A09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  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212</w:t>
            </w:r>
          </w:p>
        </w:tc>
      </w:tr>
    </w:tbl>
    <w:p w:rsidR="00F91D82" w:rsidRDefault="00F91D82" w:rsidP="00615DC8">
      <w:pPr>
        <w:pStyle w:val="NormalWeb"/>
        <w:spacing w:before="0" w:beforeAutospacing="0" w:after="0" w:afterAutospacing="0"/>
        <w:rPr>
          <w:lang w:val="uk-UA"/>
        </w:rPr>
      </w:pPr>
    </w:p>
    <w:p w:rsidR="00F91D82" w:rsidRDefault="00F91D82" w:rsidP="001D02A6">
      <w:pPr>
        <w:pStyle w:val="Title"/>
      </w:pPr>
    </w:p>
    <w:p w:rsidR="00F91D82" w:rsidRDefault="00F91D82" w:rsidP="001D02A6">
      <w:pPr>
        <w:jc w:val="center"/>
      </w:pPr>
      <w:r>
        <w:t>Про затвердження технічної документації із</w:t>
      </w:r>
    </w:p>
    <w:p w:rsidR="00F91D82" w:rsidRDefault="00F91D82" w:rsidP="001D02A6">
      <w:pPr>
        <w:jc w:val="center"/>
      </w:pPr>
      <w:r>
        <w:t>землеустрою щодовстановлення меж земельних</w:t>
      </w:r>
    </w:p>
    <w:p w:rsidR="00F91D82" w:rsidRDefault="00F91D82" w:rsidP="00F40545">
      <w:pPr>
        <w:jc w:val="center"/>
      </w:pPr>
      <w:r>
        <w:t>ділянок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«Гуто-Боровенське»</w:t>
      </w:r>
    </w:p>
    <w:p w:rsidR="00F91D82" w:rsidRDefault="00F91D82" w:rsidP="00300407">
      <w:pPr>
        <w:jc w:val="center"/>
      </w:pPr>
      <w:r>
        <w:t>в натурі (на  місцевості)</w:t>
      </w:r>
    </w:p>
    <w:p w:rsidR="00F91D82" w:rsidRDefault="00F91D82" w:rsidP="001D02A6">
      <w:pPr>
        <w:jc w:val="center"/>
      </w:pPr>
    </w:p>
    <w:p w:rsidR="00F91D82" w:rsidRDefault="00F91D82" w:rsidP="00F40545">
      <w:pPr>
        <w:ind w:firstLine="708"/>
        <w:jc w:val="both"/>
      </w:pPr>
      <w:r>
        <w:t>Відповідно до статей 17, 81 Земельного кодексу України, статей 3, 5  Закону України«Про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F91D82" w:rsidRDefault="00F91D82" w:rsidP="00060A6D">
      <w:pPr>
        <w:ind w:firstLine="708"/>
        <w:jc w:val="both"/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 xml:space="preserve">«Гуто-Боровенське»в натурі (на місцевості) </w:t>
      </w:r>
      <w:r>
        <w:t xml:space="preserve">власнику сертифіката на право </w:t>
      </w:r>
      <w:r w:rsidRPr="00060A6D">
        <w:t xml:space="preserve">на земельну частку (пай) </w:t>
      </w:r>
      <w:r>
        <w:t xml:space="preserve">громадянціКадірі Надії Степанівні. </w:t>
      </w:r>
    </w:p>
    <w:p w:rsidR="00F91D82" w:rsidRDefault="00F91D82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Гуто-Боровенської сільської ради в розмірі частки (паю) </w:t>
      </w:r>
      <w:r>
        <w:t xml:space="preserve">колишнього КСП </w:t>
      </w:r>
      <w:r>
        <w:rPr>
          <w:szCs w:val="28"/>
        </w:rPr>
        <w:t xml:space="preserve">«Гуто-Боровненське» </w:t>
      </w:r>
      <w:r>
        <w:t>громадянці:</w:t>
      </w:r>
    </w:p>
    <w:p w:rsidR="00F91D82" w:rsidRPr="00060A6D" w:rsidRDefault="00F91D82" w:rsidP="00060A6D">
      <w:pPr>
        <w:ind w:firstLine="708"/>
        <w:jc w:val="both"/>
        <w:rPr>
          <w:szCs w:val="28"/>
        </w:rPr>
      </w:pPr>
      <w:r>
        <w:t xml:space="preserve">- Кадірі Надії Степанівні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«Гуто-Боровенське», кадастрові номери зареєстрованих земельних ділянок: 0721483100:04:000:0050 площею </w:t>
      </w:r>
      <w:smartTag w:uri="urn:schemas-microsoft-com:office:smarttags" w:element="metricconverter">
        <w:smartTagPr>
          <w:attr w:name="ProductID" w:val="0,7624 га"/>
        </w:smartTagPr>
        <w:r>
          <w:rPr>
            <w:szCs w:val="28"/>
          </w:rPr>
          <w:t>0,7624 га</w:t>
        </w:r>
      </w:smartTag>
      <w:r>
        <w:rPr>
          <w:szCs w:val="28"/>
        </w:rPr>
        <w:t xml:space="preserve">, 0721483100:08:000:0012 площею </w:t>
      </w:r>
      <w:smartTag w:uri="urn:schemas-microsoft-com:office:smarttags" w:element="metricconverter">
        <w:smartTagPr>
          <w:attr w:name="ProductID" w:val="0,6594 га"/>
        </w:smartTagPr>
        <w:r>
          <w:rPr>
            <w:szCs w:val="28"/>
          </w:rPr>
          <w:t>0,6594 га</w:t>
        </w:r>
      </w:smartTag>
      <w:r>
        <w:rPr>
          <w:szCs w:val="28"/>
        </w:rPr>
        <w:t xml:space="preserve">, 0721483100:06:000:0073 площею </w:t>
      </w:r>
      <w:smartTag w:uri="urn:schemas-microsoft-com:office:smarttags" w:element="metricconverter">
        <w:smartTagPr>
          <w:attr w:name="ProductID" w:val="0,5085 га"/>
        </w:smartTagPr>
        <w:r>
          <w:rPr>
            <w:szCs w:val="28"/>
          </w:rPr>
          <w:t>0,5085 га</w:t>
        </w:r>
      </w:smartTag>
      <w:r>
        <w:rPr>
          <w:szCs w:val="28"/>
        </w:rPr>
        <w:t>, право на які посвідчено сертифікатом на право на земельну частку (пай).</w:t>
      </w:r>
    </w:p>
    <w:p w:rsidR="00F91D82" w:rsidRDefault="00F91D82" w:rsidP="00166819">
      <w:pPr>
        <w:ind w:firstLine="708"/>
        <w:jc w:val="both"/>
      </w:pPr>
      <w:r>
        <w:t xml:space="preserve">3. Громадянці Кадірі Надії Степанівні право приватної власності на вищевказані земельні ділянки зареєструвати у встановленому законом  порядку. </w:t>
      </w:r>
    </w:p>
    <w:p w:rsidR="00F91D82" w:rsidRDefault="00F91D82" w:rsidP="00166819">
      <w:pPr>
        <w:tabs>
          <w:tab w:val="left" w:pos="851"/>
        </w:tabs>
        <w:ind w:firstLine="539"/>
        <w:jc w:val="both"/>
      </w:pPr>
      <w:r>
        <w:t xml:space="preserve">  4.Гуто-Боровенськійсільській раді внести відповідні зміни в земельно-облікові документи.</w:t>
      </w:r>
    </w:p>
    <w:p w:rsidR="00F91D82" w:rsidRDefault="00F91D82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F91D82" w:rsidRDefault="00F91D82" w:rsidP="00166819">
      <w:pPr>
        <w:jc w:val="both"/>
        <w:rPr>
          <w:sz w:val="24"/>
          <w:szCs w:val="20"/>
        </w:rPr>
      </w:pPr>
    </w:p>
    <w:p w:rsidR="00F91D82" w:rsidRDefault="00F91D82" w:rsidP="00166819">
      <w:pPr>
        <w:jc w:val="both"/>
        <w:rPr>
          <w:b/>
        </w:rPr>
      </w:pPr>
      <w:r>
        <w:t xml:space="preserve">Голова                                                                                                </w:t>
      </w:r>
      <w:r>
        <w:rPr>
          <w:b/>
        </w:rPr>
        <w:t>В.ДУНАЙЧУК</w:t>
      </w:r>
    </w:p>
    <w:p w:rsidR="00F91D82" w:rsidRDefault="00F91D82" w:rsidP="00166819">
      <w:pPr>
        <w:jc w:val="both"/>
        <w:rPr>
          <w:sz w:val="22"/>
          <w:szCs w:val="22"/>
        </w:rPr>
      </w:pPr>
    </w:p>
    <w:p w:rsidR="00F91D82" w:rsidRDefault="00F91D82" w:rsidP="00E41E7E">
      <w:pPr>
        <w:jc w:val="both"/>
        <w:rPr>
          <w:sz w:val="24"/>
        </w:rPr>
      </w:pPr>
      <w:r>
        <w:rPr>
          <w:sz w:val="24"/>
        </w:rPr>
        <w:t>Нікітчук23068</w:t>
      </w:r>
    </w:p>
    <w:p w:rsidR="00F91D82" w:rsidRDefault="00F91D82" w:rsidP="00E41E7E">
      <w:pPr>
        <w:jc w:val="both"/>
        <w:rPr>
          <w:sz w:val="24"/>
        </w:rPr>
      </w:pPr>
    </w:p>
    <w:p w:rsidR="00F91D82" w:rsidRDefault="00F91D82" w:rsidP="00E41E7E">
      <w:pPr>
        <w:jc w:val="both"/>
        <w:rPr>
          <w:sz w:val="24"/>
        </w:rPr>
      </w:pPr>
    </w:p>
    <w:p w:rsidR="00F91D82" w:rsidRDefault="00F91D82" w:rsidP="00E41E7E"/>
    <w:p w:rsidR="00F91D82" w:rsidRDefault="00F91D82" w:rsidP="00E41E7E"/>
    <w:sectPr w:rsidR="00F91D82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5EB4"/>
    <w:rsid w:val="0001515D"/>
    <w:rsid w:val="00025113"/>
    <w:rsid w:val="000304A6"/>
    <w:rsid w:val="00034303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2C7A"/>
    <w:rsid w:val="000A73EA"/>
    <w:rsid w:val="000B3C80"/>
    <w:rsid w:val="000D1129"/>
    <w:rsid w:val="000E3606"/>
    <w:rsid w:val="000E73D7"/>
    <w:rsid w:val="000F5BC8"/>
    <w:rsid w:val="00107F41"/>
    <w:rsid w:val="0011034C"/>
    <w:rsid w:val="00111F30"/>
    <w:rsid w:val="0011349E"/>
    <w:rsid w:val="0011418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59C9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148F5"/>
    <w:rsid w:val="002205A0"/>
    <w:rsid w:val="002236E9"/>
    <w:rsid w:val="00223BF0"/>
    <w:rsid w:val="0023070F"/>
    <w:rsid w:val="00230A79"/>
    <w:rsid w:val="00242FD8"/>
    <w:rsid w:val="00245178"/>
    <w:rsid w:val="00250A4E"/>
    <w:rsid w:val="00265506"/>
    <w:rsid w:val="002707CB"/>
    <w:rsid w:val="0027210F"/>
    <w:rsid w:val="00272C09"/>
    <w:rsid w:val="00276A00"/>
    <w:rsid w:val="0027750E"/>
    <w:rsid w:val="00284B40"/>
    <w:rsid w:val="002A4A36"/>
    <w:rsid w:val="002A78C0"/>
    <w:rsid w:val="002B3B14"/>
    <w:rsid w:val="002D13EB"/>
    <w:rsid w:val="002D4D33"/>
    <w:rsid w:val="002F6E86"/>
    <w:rsid w:val="002F7443"/>
    <w:rsid w:val="00300407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BEF"/>
    <w:rsid w:val="00373C55"/>
    <w:rsid w:val="003845B8"/>
    <w:rsid w:val="00390D98"/>
    <w:rsid w:val="003942DD"/>
    <w:rsid w:val="00394436"/>
    <w:rsid w:val="00397682"/>
    <w:rsid w:val="003D1234"/>
    <w:rsid w:val="003D1657"/>
    <w:rsid w:val="003E4775"/>
    <w:rsid w:val="003F214F"/>
    <w:rsid w:val="0040107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588B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1D77"/>
    <w:rsid w:val="004D32AE"/>
    <w:rsid w:val="004E10AB"/>
    <w:rsid w:val="004E147D"/>
    <w:rsid w:val="004E70A4"/>
    <w:rsid w:val="004E78F1"/>
    <w:rsid w:val="004F3D70"/>
    <w:rsid w:val="004F48D5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73B1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15DC8"/>
    <w:rsid w:val="00622B70"/>
    <w:rsid w:val="00622C91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C7647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18B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3EB5"/>
    <w:rsid w:val="00764860"/>
    <w:rsid w:val="0077163B"/>
    <w:rsid w:val="007750AC"/>
    <w:rsid w:val="007758B0"/>
    <w:rsid w:val="0078108D"/>
    <w:rsid w:val="007816E1"/>
    <w:rsid w:val="00792A31"/>
    <w:rsid w:val="007952F8"/>
    <w:rsid w:val="007A69A7"/>
    <w:rsid w:val="007A7BA2"/>
    <w:rsid w:val="007B7A27"/>
    <w:rsid w:val="007C5797"/>
    <w:rsid w:val="007C73A0"/>
    <w:rsid w:val="007D0658"/>
    <w:rsid w:val="007D240E"/>
    <w:rsid w:val="007D6637"/>
    <w:rsid w:val="007E47FC"/>
    <w:rsid w:val="007E73EF"/>
    <w:rsid w:val="007F21E4"/>
    <w:rsid w:val="008014CD"/>
    <w:rsid w:val="00807B7C"/>
    <w:rsid w:val="008414BE"/>
    <w:rsid w:val="00847E31"/>
    <w:rsid w:val="00850732"/>
    <w:rsid w:val="00851630"/>
    <w:rsid w:val="008533AB"/>
    <w:rsid w:val="00856D7B"/>
    <w:rsid w:val="008659A7"/>
    <w:rsid w:val="0087095D"/>
    <w:rsid w:val="008745F7"/>
    <w:rsid w:val="00880610"/>
    <w:rsid w:val="00893EB9"/>
    <w:rsid w:val="008950FF"/>
    <w:rsid w:val="008A359F"/>
    <w:rsid w:val="008B2134"/>
    <w:rsid w:val="008B6A20"/>
    <w:rsid w:val="008B77EA"/>
    <w:rsid w:val="008C2A5D"/>
    <w:rsid w:val="008C4512"/>
    <w:rsid w:val="008D109E"/>
    <w:rsid w:val="008D258F"/>
    <w:rsid w:val="008D62D8"/>
    <w:rsid w:val="008D7C1F"/>
    <w:rsid w:val="008D7E82"/>
    <w:rsid w:val="008E0FA6"/>
    <w:rsid w:val="009023AB"/>
    <w:rsid w:val="00903059"/>
    <w:rsid w:val="00903118"/>
    <w:rsid w:val="0090684C"/>
    <w:rsid w:val="00906C79"/>
    <w:rsid w:val="009108E0"/>
    <w:rsid w:val="00930E79"/>
    <w:rsid w:val="00935445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D0A09"/>
    <w:rsid w:val="009E315B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E7D7C"/>
    <w:rsid w:val="00AF49AB"/>
    <w:rsid w:val="00AF5D8C"/>
    <w:rsid w:val="00B001CF"/>
    <w:rsid w:val="00B05126"/>
    <w:rsid w:val="00B14484"/>
    <w:rsid w:val="00B149DB"/>
    <w:rsid w:val="00B239DA"/>
    <w:rsid w:val="00B24881"/>
    <w:rsid w:val="00B40AC9"/>
    <w:rsid w:val="00B41580"/>
    <w:rsid w:val="00B42FBB"/>
    <w:rsid w:val="00B56CD3"/>
    <w:rsid w:val="00B57697"/>
    <w:rsid w:val="00B6139C"/>
    <w:rsid w:val="00B61D49"/>
    <w:rsid w:val="00B6535F"/>
    <w:rsid w:val="00B661DE"/>
    <w:rsid w:val="00B76105"/>
    <w:rsid w:val="00B80517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243B8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4B7F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36C12"/>
    <w:rsid w:val="00D50ADF"/>
    <w:rsid w:val="00D5260B"/>
    <w:rsid w:val="00D569F1"/>
    <w:rsid w:val="00D64C96"/>
    <w:rsid w:val="00D77ED2"/>
    <w:rsid w:val="00D9141B"/>
    <w:rsid w:val="00D93158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87AED"/>
    <w:rsid w:val="00E93546"/>
    <w:rsid w:val="00EA0437"/>
    <w:rsid w:val="00EA15E8"/>
    <w:rsid w:val="00EA4C17"/>
    <w:rsid w:val="00EB318E"/>
    <w:rsid w:val="00EC10A1"/>
    <w:rsid w:val="00ED058D"/>
    <w:rsid w:val="00ED1415"/>
    <w:rsid w:val="00ED4F2B"/>
    <w:rsid w:val="00EE3215"/>
    <w:rsid w:val="00EE58D0"/>
    <w:rsid w:val="00EE65BB"/>
    <w:rsid w:val="00F00B40"/>
    <w:rsid w:val="00F04CE2"/>
    <w:rsid w:val="00F079CC"/>
    <w:rsid w:val="00F11D12"/>
    <w:rsid w:val="00F13904"/>
    <w:rsid w:val="00F24EEC"/>
    <w:rsid w:val="00F3579A"/>
    <w:rsid w:val="00F36B46"/>
    <w:rsid w:val="00F40545"/>
    <w:rsid w:val="00F4297D"/>
    <w:rsid w:val="00F46F0C"/>
    <w:rsid w:val="00F60E83"/>
    <w:rsid w:val="00F627F2"/>
    <w:rsid w:val="00F7517F"/>
    <w:rsid w:val="00F819D5"/>
    <w:rsid w:val="00F844C7"/>
    <w:rsid w:val="00F85E84"/>
    <w:rsid w:val="00F91D82"/>
    <w:rsid w:val="00FA1B30"/>
    <w:rsid w:val="00FB6ACF"/>
    <w:rsid w:val="00FD2F1A"/>
    <w:rsid w:val="00FE5A48"/>
    <w:rsid w:val="00FE71BE"/>
    <w:rsid w:val="00FF0543"/>
    <w:rsid w:val="00FF2068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15DC8"/>
    <w:rPr>
      <w:rFonts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15DC8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4F40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4F40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2D13EB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94F40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9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271</Words>
  <Characters>1551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2018-07-13T07:32:00Z</cp:lastPrinted>
  <dcterms:created xsi:type="dcterms:W3CDTF">2018-07-16T08:36:00Z</dcterms:created>
  <dcterms:modified xsi:type="dcterms:W3CDTF">2018-07-16T08:36:00Z</dcterms:modified>
</cp:coreProperties>
</file>