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A69" w:rsidRDefault="003D4A69" w:rsidP="00E32CD3">
      <w:pPr>
        <w:jc w:val="center"/>
        <w:rPr>
          <w:snapToGrid w:val="0"/>
          <w:spacing w:val="8"/>
          <w:sz w:val="24"/>
        </w:rPr>
      </w:pPr>
      <w:r w:rsidRPr="00814F60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3D4A69" w:rsidRDefault="003D4A69" w:rsidP="00E32CD3">
      <w:pPr>
        <w:spacing w:line="360" w:lineRule="auto"/>
        <w:rPr>
          <w:spacing w:val="8"/>
          <w:sz w:val="12"/>
          <w:szCs w:val="20"/>
        </w:rPr>
      </w:pPr>
    </w:p>
    <w:p w:rsidR="003D4A69" w:rsidRDefault="003D4A69" w:rsidP="00E32CD3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3D4A69" w:rsidRDefault="003D4A69" w:rsidP="00E32CD3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3D4A69" w:rsidRDefault="003D4A69" w:rsidP="00E32CD3">
      <w:pPr>
        <w:jc w:val="center"/>
        <w:rPr>
          <w:b/>
          <w:sz w:val="16"/>
          <w:szCs w:val="16"/>
        </w:rPr>
      </w:pPr>
    </w:p>
    <w:p w:rsidR="003D4A69" w:rsidRDefault="003D4A69" w:rsidP="00E32CD3">
      <w:pPr>
        <w:jc w:val="center"/>
        <w:rPr>
          <w:b/>
          <w:sz w:val="16"/>
          <w:szCs w:val="16"/>
        </w:rPr>
      </w:pPr>
    </w:p>
    <w:p w:rsidR="003D4A69" w:rsidRDefault="003D4A69" w:rsidP="00E32CD3">
      <w:pPr>
        <w:pStyle w:val="Heading1"/>
        <w:jc w:val="center"/>
        <w:rPr>
          <w:lang w:val="uk-UA"/>
        </w:rPr>
      </w:pPr>
      <w:r>
        <w:rPr>
          <w:lang w:val="uk-UA"/>
        </w:rPr>
        <w:t>РОЗПОРЯДЖЕННЯ</w:t>
      </w:r>
    </w:p>
    <w:p w:rsidR="003D4A69" w:rsidRDefault="003D4A69" w:rsidP="00E32CD3">
      <w:pPr>
        <w:pStyle w:val="Title"/>
        <w:jc w:val="left"/>
        <w:rPr>
          <w:sz w:val="20"/>
          <w:szCs w:val="20"/>
        </w:rPr>
      </w:pPr>
    </w:p>
    <w:p w:rsidR="003D4A69" w:rsidRDefault="003D4A69" w:rsidP="00E32CD3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3D4A69" w:rsidTr="00E32CD3">
        <w:trPr>
          <w:tblCellSpacing w:w="0" w:type="dxa"/>
        </w:trPr>
        <w:tc>
          <w:tcPr>
            <w:tcW w:w="3240" w:type="dxa"/>
            <w:vAlign w:val="center"/>
          </w:tcPr>
          <w:p w:rsidR="003D4A69" w:rsidRPr="0031620C" w:rsidRDefault="003D4A69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 липня 2018 року</w:t>
            </w:r>
          </w:p>
        </w:tc>
        <w:tc>
          <w:tcPr>
            <w:tcW w:w="3420" w:type="dxa"/>
            <w:vAlign w:val="center"/>
          </w:tcPr>
          <w:p w:rsidR="003D4A69" w:rsidRPr="00E32CD3" w:rsidRDefault="003D4A6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E32CD3">
              <w:rPr>
                <w:color w:val="000000"/>
                <w:sz w:val="28"/>
                <w:szCs w:val="28"/>
              </w:rPr>
              <w:t>м.Камінь</w:t>
            </w:r>
            <w:r w:rsidRPr="00E32CD3"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3D4A69" w:rsidRPr="002E3A98" w:rsidRDefault="003D4A69" w:rsidP="002E3A98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  № </w:t>
            </w:r>
            <w:r>
              <w:rPr>
                <w:color w:val="000000"/>
                <w:sz w:val="28"/>
                <w:szCs w:val="28"/>
                <w:lang w:val="uk-UA"/>
              </w:rPr>
              <w:t>209</w:t>
            </w:r>
          </w:p>
        </w:tc>
      </w:tr>
    </w:tbl>
    <w:p w:rsidR="003D4A69" w:rsidRDefault="003D4A69" w:rsidP="00E32CD3">
      <w:pPr>
        <w:pStyle w:val="NormalWeb"/>
        <w:spacing w:before="0" w:beforeAutospacing="0" w:after="0" w:afterAutospacing="0"/>
        <w:rPr>
          <w:lang w:val="uk-UA"/>
        </w:rPr>
      </w:pPr>
    </w:p>
    <w:p w:rsidR="003D4A69" w:rsidRDefault="003D4A69" w:rsidP="001D02A6">
      <w:pPr>
        <w:pStyle w:val="Title"/>
      </w:pPr>
    </w:p>
    <w:p w:rsidR="003D4A69" w:rsidRDefault="003D4A69" w:rsidP="00593927">
      <w:pPr>
        <w:jc w:val="center"/>
      </w:pPr>
      <w:bookmarkStart w:id="0" w:name="_GoBack"/>
      <w:bookmarkEnd w:id="0"/>
      <w:r>
        <w:t>Про затвердження технічної документації із</w:t>
      </w:r>
    </w:p>
    <w:p w:rsidR="003D4A69" w:rsidRDefault="003D4A69" w:rsidP="00593927">
      <w:pPr>
        <w:jc w:val="center"/>
      </w:pPr>
      <w:r>
        <w:t>землеустрою щодо встановлення меж земельних</w:t>
      </w:r>
    </w:p>
    <w:p w:rsidR="003D4A69" w:rsidRDefault="003D4A69" w:rsidP="00593927">
      <w:pPr>
        <w:jc w:val="center"/>
      </w:pPr>
      <w:r>
        <w:t>ділянок 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szCs w:val="28"/>
        </w:rPr>
        <w:t>«Перемога»</w:t>
      </w:r>
    </w:p>
    <w:p w:rsidR="003D4A69" w:rsidRDefault="003D4A69" w:rsidP="00593927">
      <w:pPr>
        <w:jc w:val="center"/>
      </w:pPr>
      <w:r>
        <w:t>в натурі (на  місцевості)</w:t>
      </w:r>
    </w:p>
    <w:p w:rsidR="003D4A69" w:rsidRDefault="003D4A69" w:rsidP="00593927">
      <w:pPr>
        <w:jc w:val="center"/>
      </w:pPr>
    </w:p>
    <w:p w:rsidR="003D4A69" w:rsidRDefault="003D4A69" w:rsidP="00593927">
      <w:pPr>
        <w:ind w:firstLine="708"/>
        <w:jc w:val="both"/>
      </w:pPr>
      <w:r>
        <w:t>Відповідно до статей 17, 81 Земельного кодексу України, статей  3, 5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3D4A69" w:rsidRPr="00060A6D" w:rsidRDefault="003D4A69" w:rsidP="00593927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( відновлення) меж земельної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>) в  натурі (на місцевості) г</w:t>
      </w:r>
      <w:r w:rsidRPr="00060A6D">
        <w:t>ромадян</w:t>
      </w:r>
      <w:r>
        <w:t>ці  Лівчук Катерині Григорівні  для ведення особистого селянського господарства на території  Броницької сільської ради Камінь-Каширського району Волинської області.</w:t>
      </w:r>
    </w:p>
    <w:p w:rsidR="003D4A69" w:rsidRDefault="003D4A69" w:rsidP="00593927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Броницької сільської ради в розмірі частки (паю) </w:t>
      </w:r>
      <w:r>
        <w:t xml:space="preserve">колишнього  КСП </w:t>
      </w:r>
      <w:r>
        <w:rPr>
          <w:szCs w:val="28"/>
        </w:rPr>
        <w:t xml:space="preserve">«Перемога» </w:t>
      </w:r>
      <w:r>
        <w:t xml:space="preserve"> громадянці:</w:t>
      </w:r>
    </w:p>
    <w:p w:rsidR="003D4A69" w:rsidRPr="00060A6D" w:rsidRDefault="003D4A69" w:rsidP="00593927">
      <w:pPr>
        <w:ind w:firstLine="708"/>
        <w:jc w:val="both"/>
        <w:rPr>
          <w:szCs w:val="28"/>
        </w:rPr>
      </w:pPr>
      <w:r>
        <w:t>- Лівчук Катерині Григорівні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«Перемога», кадастрові номери зареєстрованих земельних ділянок: 0721480600:01:000:0153 площею </w:t>
      </w:r>
      <w:smartTag w:uri="urn:schemas-microsoft-com:office:smarttags" w:element="metricconverter">
        <w:smartTagPr>
          <w:attr w:name="ProductID" w:val="0,3049 га"/>
        </w:smartTagPr>
        <w:r>
          <w:rPr>
            <w:szCs w:val="28"/>
          </w:rPr>
          <w:t>0,3049 га</w:t>
        </w:r>
      </w:smartTag>
      <w:r>
        <w:rPr>
          <w:szCs w:val="28"/>
        </w:rPr>
        <w:t xml:space="preserve">, 0721480600:02:000:0156 площею </w:t>
      </w:r>
      <w:smartTag w:uri="urn:schemas-microsoft-com:office:smarttags" w:element="metricconverter">
        <w:smartTagPr>
          <w:attr w:name="ProductID" w:val="0,3866 га"/>
        </w:smartTagPr>
        <w:r>
          <w:rPr>
            <w:szCs w:val="28"/>
          </w:rPr>
          <w:t>0,3866 га</w:t>
        </w:r>
      </w:smartTag>
      <w:r>
        <w:rPr>
          <w:szCs w:val="28"/>
        </w:rPr>
        <w:t xml:space="preserve">,  0721480600:02:000:0504 площею </w:t>
      </w:r>
      <w:smartTag w:uri="urn:schemas-microsoft-com:office:smarttags" w:element="metricconverter">
        <w:smartTagPr>
          <w:attr w:name="ProductID" w:val="0,2093 га"/>
        </w:smartTagPr>
        <w:r>
          <w:rPr>
            <w:szCs w:val="28"/>
          </w:rPr>
          <w:t>0,2093 га</w:t>
        </w:r>
      </w:smartTag>
      <w:r>
        <w:rPr>
          <w:szCs w:val="28"/>
        </w:rPr>
        <w:t xml:space="preserve">,  0721480600:02:000:0767 площею </w:t>
      </w:r>
      <w:smartTag w:uri="urn:schemas-microsoft-com:office:smarttags" w:element="metricconverter">
        <w:smartTagPr>
          <w:attr w:name="ProductID" w:val="0,1773 га"/>
        </w:smartTagPr>
        <w:r>
          <w:rPr>
            <w:szCs w:val="28"/>
          </w:rPr>
          <w:t>0,1773 га</w:t>
        </w:r>
      </w:smartTag>
      <w:r>
        <w:rPr>
          <w:szCs w:val="28"/>
        </w:rPr>
        <w:t xml:space="preserve">, 0721480600:03:000:0153 площею </w:t>
      </w:r>
      <w:smartTag w:uri="urn:schemas-microsoft-com:office:smarttags" w:element="metricconverter">
        <w:smartTagPr>
          <w:attr w:name="ProductID" w:val="0,3388 га"/>
        </w:smartTagPr>
        <w:r>
          <w:rPr>
            <w:szCs w:val="28"/>
          </w:rPr>
          <w:t>0,3388 га</w:t>
        </w:r>
      </w:smartTag>
      <w:r>
        <w:rPr>
          <w:szCs w:val="28"/>
        </w:rPr>
        <w:t xml:space="preserve">  право на які посвідчено сертифікатом на право на земельну частку (пай).</w:t>
      </w:r>
    </w:p>
    <w:p w:rsidR="003D4A69" w:rsidRDefault="003D4A69" w:rsidP="00593927">
      <w:pPr>
        <w:ind w:firstLine="708"/>
        <w:jc w:val="both"/>
      </w:pPr>
      <w:r>
        <w:t xml:space="preserve">3. Громадянці  Лівчук Катерині Григорівні право приватної власності на вищевказані земельні ділянки зареєструвати у встановленому законом  порядку. </w:t>
      </w:r>
    </w:p>
    <w:p w:rsidR="003D4A69" w:rsidRDefault="003D4A69" w:rsidP="00593927">
      <w:pPr>
        <w:tabs>
          <w:tab w:val="left" w:pos="851"/>
        </w:tabs>
        <w:ind w:firstLine="539"/>
        <w:jc w:val="both"/>
      </w:pPr>
      <w:r>
        <w:t xml:space="preserve">  4. Броницькій  сільській раді внести відповідні зміни в земельно - облікові документи.</w:t>
      </w:r>
    </w:p>
    <w:p w:rsidR="003D4A69" w:rsidRDefault="003D4A69" w:rsidP="00593927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3D4A69" w:rsidRDefault="003D4A69" w:rsidP="00166819">
      <w:pPr>
        <w:jc w:val="both"/>
        <w:rPr>
          <w:sz w:val="24"/>
          <w:szCs w:val="20"/>
        </w:rPr>
      </w:pPr>
    </w:p>
    <w:p w:rsidR="003D4A69" w:rsidRDefault="003D4A69" w:rsidP="00166819">
      <w:pPr>
        <w:jc w:val="both"/>
        <w:rPr>
          <w:b/>
        </w:rPr>
      </w:pPr>
      <w:r>
        <w:t xml:space="preserve">Голова                                                                                                 </w:t>
      </w:r>
      <w:r>
        <w:rPr>
          <w:b/>
        </w:rPr>
        <w:t>В.ДУНАЙЧУК</w:t>
      </w:r>
    </w:p>
    <w:p w:rsidR="003D4A69" w:rsidRDefault="003D4A69" w:rsidP="00166819">
      <w:pPr>
        <w:jc w:val="both"/>
        <w:rPr>
          <w:sz w:val="22"/>
          <w:szCs w:val="22"/>
        </w:rPr>
      </w:pPr>
    </w:p>
    <w:p w:rsidR="003D4A69" w:rsidRDefault="003D4A69" w:rsidP="00E41E7E">
      <w:pPr>
        <w:jc w:val="both"/>
        <w:rPr>
          <w:sz w:val="24"/>
        </w:rPr>
      </w:pPr>
      <w:r>
        <w:rPr>
          <w:sz w:val="24"/>
        </w:rPr>
        <w:t>Нікітчук  23068</w:t>
      </w:r>
    </w:p>
    <w:p w:rsidR="003D4A69" w:rsidRDefault="003D4A69" w:rsidP="00E41E7E">
      <w:pPr>
        <w:jc w:val="both"/>
        <w:rPr>
          <w:sz w:val="24"/>
        </w:rPr>
      </w:pPr>
    </w:p>
    <w:sectPr w:rsidR="003D4A69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60A6D"/>
    <w:rsid w:val="00060C7B"/>
    <w:rsid w:val="00063A3E"/>
    <w:rsid w:val="00065308"/>
    <w:rsid w:val="000700A8"/>
    <w:rsid w:val="0008339E"/>
    <w:rsid w:val="00085400"/>
    <w:rsid w:val="000A2C7A"/>
    <w:rsid w:val="000A73EA"/>
    <w:rsid w:val="000B3C80"/>
    <w:rsid w:val="000B766F"/>
    <w:rsid w:val="000D1129"/>
    <w:rsid w:val="000E3606"/>
    <w:rsid w:val="000E73D7"/>
    <w:rsid w:val="000F5BC8"/>
    <w:rsid w:val="00107F41"/>
    <w:rsid w:val="0011034C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859C9"/>
    <w:rsid w:val="00190F37"/>
    <w:rsid w:val="001B0C91"/>
    <w:rsid w:val="001B6C00"/>
    <w:rsid w:val="001D02A6"/>
    <w:rsid w:val="001D13A5"/>
    <w:rsid w:val="001F166C"/>
    <w:rsid w:val="001F3769"/>
    <w:rsid w:val="001F50EC"/>
    <w:rsid w:val="00202C67"/>
    <w:rsid w:val="00206D91"/>
    <w:rsid w:val="002205A0"/>
    <w:rsid w:val="002236E9"/>
    <w:rsid w:val="00223BF0"/>
    <w:rsid w:val="0023070F"/>
    <w:rsid w:val="00230A79"/>
    <w:rsid w:val="00242FD8"/>
    <w:rsid w:val="00245178"/>
    <w:rsid w:val="002573E5"/>
    <w:rsid w:val="00265506"/>
    <w:rsid w:val="002707CB"/>
    <w:rsid w:val="0027210F"/>
    <w:rsid w:val="00276A00"/>
    <w:rsid w:val="0027750E"/>
    <w:rsid w:val="00284B40"/>
    <w:rsid w:val="002A4A36"/>
    <w:rsid w:val="002A78C0"/>
    <w:rsid w:val="002B3B14"/>
    <w:rsid w:val="002D4D33"/>
    <w:rsid w:val="002E3A98"/>
    <w:rsid w:val="002F6E86"/>
    <w:rsid w:val="002F7443"/>
    <w:rsid w:val="00300407"/>
    <w:rsid w:val="00311931"/>
    <w:rsid w:val="00312E35"/>
    <w:rsid w:val="0031620C"/>
    <w:rsid w:val="003277C9"/>
    <w:rsid w:val="003335A6"/>
    <w:rsid w:val="00334748"/>
    <w:rsid w:val="00342A07"/>
    <w:rsid w:val="00342B99"/>
    <w:rsid w:val="00355720"/>
    <w:rsid w:val="003669E4"/>
    <w:rsid w:val="00370F93"/>
    <w:rsid w:val="0037226D"/>
    <w:rsid w:val="00372BEF"/>
    <w:rsid w:val="00373C55"/>
    <w:rsid w:val="00390D98"/>
    <w:rsid w:val="003942DD"/>
    <w:rsid w:val="00394436"/>
    <w:rsid w:val="00397682"/>
    <w:rsid w:val="003D1234"/>
    <w:rsid w:val="003D1657"/>
    <w:rsid w:val="003D4A69"/>
    <w:rsid w:val="003E4775"/>
    <w:rsid w:val="003F214F"/>
    <w:rsid w:val="0040107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5588B"/>
    <w:rsid w:val="004578F7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D1D77"/>
    <w:rsid w:val="004D32AE"/>
    <w:rsid w:val="004E10AB"/>
    <w:rsid w:val="004E147D"/>
    <w:rsid w:val="004E70A4"/>
    <w:rsid w:val="004F3D70"/>
    <w:rsid w:val="004F48D5"/>
    <w:rsid w:val="00500B8A"/>
    <w:rsid w:val="0050185A"/>
    <w:rsid w:val="00502C68"/>
    <w:rsid w:val="005074EE"/>
    <w:rsid w:val="005078AE"/>
    <w:rsid w:val="0052373F"/>
    <w:rsid w:val="00523891"/>
    <w:rsid w:val="005254B3"/>
    <w:rsid w:val="005378EC"/>
    <w:rsid w:val="0054271D"/>
    <w:rsid w:val="0055145A"/>
    <w:rsid w:val="00560569"/>
    <w:rsid w:val="0056231D"/>
    <w:rsid w:val="005671AE"/>
    <w:rsid w:val="005879DC"/>
    <w:rsid w:val="00587C46"/>
    <w:rsid w:val="00593927"/>
    <w:rsid w:val="0059796C"/>
    <w:rsid w:val="00597D1C"/>
    <w:rsid w:val="005A0744"/>
    <w:rsid w:val="005B020A"/>
    <w:rsid w:val="005B5CD5"/>
    <w:rsid w:val="005D0F64"/>
    <w:rsid w:val="005F4DC7"/>
    <w:rsid w:val="00622B70"/>
    <w:rsid w:val="00622C91"/>
    <w:rsid w:val="00627C5A"/>
    <w:rsid w:val="00630F6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816E1"/>
    <w:rsid w:val="00792A31"/>
    <w:rsid w:val="007952F8"/>
    <w:rsid w:val="007A7BA2"/>
    <w:rsid w:val="007B7A27"/>
    <w:rsid w:val="007C5797"/>
    <w:rsid w:val="007C73A0"/>
    <w:rsid w:val="007D0658"/>
    <w:rsid w:val="007D240E"/>
    <w:rsid w:val="007D6637"/>
    <w:rsid w:val="007E47FC"/>
    <w:rsid w:val="007E73EF"/>
    <w:rsid w:val="007F21E4"/>
    <w:rsid w:val="008014CD"/>
    <w:rsid w:val="00807B7C"/>
    <w:rsid w:val="00814F60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3EB9"/>
    <w:rsid w:val="008950FF"/>
    <w:rsid w:val="008A359F"/>
    <w:rsid w:val="008B2134"/>
    <w:rsid w:val="008C2A5D"/>
    <w:rsid w:val="008D109E"/>
    <w:rsid w:val="008D62D8"/>
    <w:rsid w:val="008D7C1F"/>
    <w:rsid w:val="008D7E82"/>
    <w:rsid w:val="008E0FA6"/>
    <w:rsid w:val="009023AB"/>
    <w:rsid w:val="00903059"/>
    <w:rsid w:val="0090684C"/>
    <w:rsid w:val="00906C79"/>
    <w:rsid w:val="009108E0"/>
    <w:rsid w:val="00930E79"/>
    <w:rsid w:val="009418AA"/>
    <w:rsid w:val="009428E8"/>
    <w:rsid w:val="00965771"/>
    <w:rsid w:val="00966097"/>
    <w:rsid w:val="00971292"/>
    <w:rsid w:val="00977F41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2C15"/>
    <w:rsid w:val="00AC6F8F"/>
    <w:rsid w:val="00AD6018"/>
    <w:rsid w:val="00AE7D7C"/>
    <w:rsid w:val="00AF49AB"/>
    <w:rsid w:val="00AF5D8C"/>
    <w:rsid w:val="00B05126"/>
    <w:rsid w:val="00B14484"/>
    <w:rsid w:val="00B149DB"/>
    <w:rsid w:val="00B239DA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0517"/>
    <w:rsid w:val="00B82684"/>
    <w:rsid w:val="00B833D0"/>
    <w:rsid w:val="00B90684"/>
    <w:rsid w:val="00B91D99"/>
    <w:rsid w:val="00B94C5B"/>
    <w:rsid w:val="00BB4A29"/>
    <w:rsid w:val="00BB4E16"/>
    <w:rsid w:val="00BB59D8"/>
    <w:rsid w:val="00BB64F1"/>
    <w:rsid w:val="00BB6C16"/>
    <w:rsid w:val="00BC094A"/>
    <w:rsid w:val="00BC285F"/>
    <w:rsid w:val="00BC2D3E"/>
    <w:rsid w:val="00BC72DC"/>
    <w:rsid w:val="00BD22B1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0A71"/>
    <w:rsid w:val="00C801C4"/>
    <w:rsid w:val="00C858D8"/>
    <w:rsid w:val="00C87E97"/>
    <w:rsid w:val="00C90F7C"/>
    <w:rsid w:val="00C91C87"/>
    <w:rsid w:val="00C93246"/>
    <w:rsid w:val="00CB13B9"/>
    <w:rsid w:val="00CC3E3D"/>
    <w:rsid w:val="00CC4AB4"/>
    <w:rsid w:val="00CC7B31"/>
    <w:rsid w:val="00CD4B7F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24F9A"/>
    <w:rsid w:val="00D367C0"/>
    <w:rsid w:val="00D36C12"/>
    <w:rsid w:val="00D50ADF"/>
    <w:rsid w:val="00D5260B"/>
    <w:rsid w:val="00D569F1"/>
    <w:rsid w:val="00D64C96"/>
    <w:rsid w:val="00D77ED2"/>
    <w:rsid w:val="00D9141B"/>
    <w:rsid w:val="00D93158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2CD3"/>
    <w:rsid w:val="00E339AD"/>
    <w:rsid w:val="00E41E7E"/>
    <w:rsid w:val="00E63B0F"/>
    <w:rsid w:val="00E667E8"/>
    <w:rsid w:val="00E87AED"/>
    <w:rsid w:val="00E93546"/>
    <w:rsid w:val="00EA0437"/>
    <w:rsid w:val="00EA15E8"/>
    <w:rsid w:val="00EA4C17"/>
    <w:rsid w:val="00EA78AB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0545"/>
    <w:rsid w:val="00F4297D"/>
    <w:rsid w:val="00F46F0C"/>
    <w:rsid w:val="00F60E83"/>
    <w:rsid w:val="00F627F2"/>
    <w:rsid w:val="00F7517F"/>
    <w:rsid w:val="00F819D5"/>
    <w:rsid w:val="00F844C7"/>
    <w:rsid w:val="00FB6ACF"/>
    <w:rsid w:val="00FD2F1A"/>
    <w:rsid w:val="00FE5A48"/>
    <w:rsid w:val="00FE71BE"/>
    <w:rsid w:val="00FF0543"/>
    <w:rsid w:val="00FF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2CD3"/>
    <w:rPr>
      <w:rFonts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32CD3"/>
    <w:rPr>
      <w:rFonts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61AF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61AF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E32CD3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E61AF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79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290</Words>
  <Characters>1653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2018-07-03T12:20:00Z</cp:lastPrinted>
  <dcterms:created xsi:type="dcterms:W3CDTF">2018-07-16T08:19:00Z</dcterms:created>
  <dcterms:modified xsi:type="dcterms:W3CDTF">2018-07-16T08:19:00Z</dcterms:modified>
</cp:coreProperties>
</file>