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573" w:rsidRPr="00EB6D70" w:rsidRDefault="00471573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EB6D70">
        <w:rPr>
          <w:rFonts w:ascii="Times New Roman" w:hAnsi="Times New Roman"/>
          <w:sz w:val="28"/>
          <w:lang w:val="uk-UA"/>
        </w:rPr>
        <w:t>ЗАТВЕРДЖЕНО</w:t>
      </w:r>
    </w:p>
    <w:p w:rsidR="00471573" w:rsidRDefault="00471573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 w:rsidRPr="00EB6D70">
        <w:rPr>
          <w:rFonts w:ascii="Times New Roman" w:hAnsi="Times New Roman"/>
          <w:sz w:val="28"/>
          <w:lang w:val="uk-UA"/>
        </w:rPr>
        <w:t xml:space="preserve">Наказ Міністерства фінансів України </w:t>
      </w:r>
    </w:p>
    <w:p w:rsidR="00471573" w:rsidRPr="00EB6D70" w:rsidRDefault="00471573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EB6D70">
        <w:rPr>
          <w:rFonts w:ascii="Times New Roman" w:hAnsi="Times New Roman"/>
          <w:sz w:val="28"/>
          <w:lang w:val="uk-UA"/>
        </w:rPr>
        <w:t>26 серпня 2014 року № 836</w:t>
      </w:r>
    </w:p>
    <w:p w:rsidR="00471573" w:rsidRDefault="00471573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</w:p>
    <w:p w:rsidR="00471573" w:rsidRPr="00EB6D70" w:rsidRDefault="00471573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EB6D70">
        <w:rPr>
          <w:rFonts w:ascii="Times New Roman" w:hAnsi="Times New Roman"/>
          <w:sz w:val="28"/>
          <w:lang w:val="uk-UA"/>
        </w:rPr>
        <w:t>ЗАТВЕРДЖЕНО</w:t>
      </w:r>
    </w:p>
    <w:p w:rsidR="00471573" w:rsidRDefault="00471573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 w:rsidRPr="00EB6D70">
        <w:rPr>
          <w:rFonts w:ascii="Times New Roman" w:hAnsi="Times New Roman"/>
          <w:sz w:val="28"/>
          <w:lang w:val="uk-UA"/>
        </w:rPr>
        <w:t xml:space="preserve">Наказ / розпорядчий документ  </w:t>
      </w:r>
    </w:p>
    <w:p w:rsidR="00471573" w:rsidRPr="000615F6" w:rsidRDefault="00471573" w:rsidP="00F23DAF">
      <w:pPr>
        <w:spacing w:line="240" w:lineRule="auto"/>
        <w:ind w:left="8364" w:firstLine="0"/>
        <w:jc w:val="both"/>
        <w:rPr>
          <w:rFonts w:ascii="Times New Roman" w:hAnsi="Times New Roman"/>
          <w:i/>
          <w:sz w:val="28"/>
          <w:u w:val="single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Камінь-Каширська районна державна адміністрація  </w:t>
      </w:r>
      <w:r>
        <w:rPr>
          <w:rFonts w:ascii="Times New Roman" w:hAnsi="Times New Roman"/>
          <w:i/>
          <w:sz w:val="28"/>
          <w:u w:val="single"/>
          <w:lang w:val="uk-UA"/>
        </w:rPr>
        <w:t>від09 липня 2018  року№205</w:t>
      </w:r>
    </w:p>
    <w:p w:rsidR="00471573" w:rsidRPr="0037187E" w:rsidRDefault="00471573" w:rsidP="00F23DAF">
      <w:pPr>
        <w:spacing w:line="240" w:lineRule="auto"/>
        <w:ind w:left="8364" w:firstLine="0"/>
        <w:jc w:val="both"/>
        <w:rPr>
          <w:rFonts w:ascii="Times New Roman" w:hAnsi="Times New Roman"/>
        </w:rPr>
      </w:pPr>
      <w:r w:rsidRPr="0037187E">
        <w:rPr>
          <w:rFonts w:ascii="Times New Roman" w:hAnsi="Times New Roman"/>
          <w:sz w:val="20"/>
          <w:lang w:val="uk-UA"/>
        </w:rPr>
        <w:t>(найменування головного розпорядника коштів місцевого бюджету)</w:t>
      </w:r>
    </w:p>
    <w:p w:rsidR="00471573" w:rsidRDefault="00471573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Камінь-Каширське  управління фінансів</w:t>
      </w:r>
    </w:p>
    <w:p w:rsidR="00471573" w:rsidRPr="0037187E" w:rsidRDefault="00471573" w:rsidP="00F23DAF">
      <w:pPr>
        <w:spacing w:line="240" w:lineRule="auto"/>
        <w:ind w:left="836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lang w:val="uk-UA"/>
        </w:rPr>
        <w:t xml:space="preserve">               </w:t>
      </w:r>
      <w:r w:rsidRPr="0037187E">
        <w:rPr>
          <w:rFonts w:ascii="Times New Roman" w:hAnsi="Times New Roman"/>
          <w:lang w:val="uk-UA"/>
        </w:rPr>
        <w:t>(найменування місцевого фінансового органу)</w:t>
      </w:r>
    </w:p>
    <w:p w:rsidR="00471573" w:rsidRPr="000615F6" w:rsidRDefault="00471573" w:rsidP="000615F6">
      <w:pPr>
        <w:spacing w:line="240" w:lineRule="auto"/>
        <w:ind w:left="8364" w:firstLine="0"/>
        <w:jc w:val="both"/>
        <w:rPr>
          <w:rFonts w:ascii="Times New Roman" w:hAnsi="Times New Roman"/>
          <w:i/>
          <w:sz w:val="28"/>
          <w:u w:val="single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</w:t>
      </w:r>
      <w:r>
        <w:rPr>
          <w:rFonts w:ascii="Times New Roman" w:hAnsi="Times New Roman"/>
          <w:i/>
          <w:sz w:val="28"/>
          <w:u w:val="single"/>
          <w:lang w:val="uk-UA"/>
        </w:rPr>
        <w:t xml:space="preserve">від                  року  №_______ </w:t>
      </w:r>
    </w:p>
    <w:p w:rsidR="00471573" w:rsidRPr="000615F6" w:rsidRDefault="00471573" w:rsidP="000615F6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</w:p>
    <w:p w:rsidR="00471573" w:rsidRPr="00EB6D70" w:rsidRDefault="00471573" w:rsidP="00F23DAF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EB6D70">
        <w:rPr>
          <w:rFonts w:ascii="Times New Roman" w:hAnsi="Times New Roman"/>
          <w:b/>
          <w:bCs/>
          <w:sz w:val="28"/>
          <w:szCs w:val="28"/>
          <w:lang w:val="uk-UA"/>
        </w:rPr>
        <w:t>Паспорт</w:t>
      </w:r>
    </w:p>
    <w:p w:rsidR="00471573" w:rsidRPr="00EB6D70" w:rsidRDefault="00471573" w:rsidP="00F23DAF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EB6D70">
        <w:rPr>
          <w:rFonts w:ascii="Times New Roman" w:hAnsi="Times New Roman"/>
          <w:b/>
          <w:bCs/>
          <w:sz w:val="28"/>
          <w:szCs w:val="28"/>
          <w:lang w:val="uk-UA"/>
        </w:rPr>
        <w:t>бюджетної програми місцевого бюджету на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201</w:t>
      </w:r>
      <w:r w:rsidRPr="00B034C6">
        <w:rPr>
          <w:rFonts w:ascii="Times New Roman" w:hAnsi="Times New Roman"/>
          <w:b/>
          <w:bCs/>
          <w:sz w:val="28"/>
          <w:szCs w:val="28"/>
        </w:rPr>
        <w:t>8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EB6D70">
        <w:rPr>
          <w:rFonts w:ascii="Times New Roman" w:hAnsi="Times New Roman"/>
          <w:b/>
          <w:bCs/>
          <w:sz w:val="28"/>
          <w:szCs w:val="28"/>
          <w:lang w:val="uk-UA"/>
        </w:rPr>
        <w:t>рік</w:t>
      </w:r>
    </w:p>
    <w:p w:rsidR="00471573" w:rsidRPr="00D76DDD" w:rsidRDefault="00471573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  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0</w:t>
      </w:r>
      <w:r w:rsidRPr="00327C4F">
        <w:rPr>
          <w:rFonts w:ascii="Times New Roman" w:hAnsi="Times New Roman"/>
          <w:sz w:val="28"/>
          <w:szCs w:val="28"/>
          <w:u w:val="single"/>
        </w:rPr>
        <w:t>2</w:t>
      </w:r>
      <w:r>
        <w:rPr>
          <w:rFonts w:ascii="Times New Roman" w:hAnsi="Times New Roman"/>
          <w:sz w:val="28"/>
          <w:szCs w:val="28"/>
          <w:u w:val="single"/>
        </w:rPr>
        <w:t>10000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78244B">
        <w:rPr>
          <w:rFonts w:ascii="Times New Roman" w:hAnsi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78244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27C4F">
        <w:rPr>
          <w:rFonts w:ascii="Times New Roman" w:hAnsi="Times New Roman"/>
          <w:sz w:val="28"/>
          <w:szCs w:val="28"/>
          <w:u w:val="single"/>
          <w:lang w:val="uk-UA"/>
        </w:rPr>
        <w:t>Камінь-Каширська  районна  державна   адміністрація</w:t>
      </w:r>
      <w:r w:rsidRPr="00D76DDD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</w:p>
    <w:p w:rsidR="00471573" w:rsidRPr="00EB6D70" w:rsidRDefault="00471573" w:rsidP="0078244B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C873EF">
        <w:rPr>
          <w:rFonts w:ascii="Times New Roman" w:hAnsi="Times New Roman"/>
          <w:lang w:val="uk-UA"/>
        </w:rPr>
        <w:t>(КПКВК МБ)</w:t>
      </w:r>
      <w:r w:rsidRPr="00EB6D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C873EF">
        <w:rPr>
          <w:rFonts w:ascii="Times New Roman" w:hAnsi="Times New Roman"/>
          <w:lang w:val="uk-UA"/>
        </w:rPr>
        <w:t>(найменування головного розпорядника)</w:t>
      </w:r>
    </w:p>
    <w:p w:rsidR="00471573" w:rsidRPr="00D76DDD" w:rsidRDefault="00471573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0210000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327C4F">
        <w:rPr>
          <w:rFonts w:ascii="Times New Roman" w:hAnsi="Times New Roman"/>
          <w:sz w:val="28"/>
          <w:szCs w:val="28"/>
          <w:u w:val="single"/>
          <w:lang w:val="uk-UA"/>
        </w:rPr>
        <w:t>Камінь-Каширська районна державна   адміністрація</w:t>
      </w:r>
    </w:p>
    <w:p w:rsidR="00471573" w:rsidRPr="00C873EF" w:rsidRDefault="00471573" w:rsidP="0078244B">
      <w:pPr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C873EF">
        <w:rPr>
          <w:rFonts w:ascii="Times New Roman" w:hAnsi="Times New Roman"/>
          <w:lang w:val="uk-UA"/>
        </w:rPr>
        <w:t xml:space="preserve">(КПКВК МБ)         </w:t>
      </w:r>
      <w:r>
        <w:rPr>
          <w:rFonts w:ascii="Times New Roman" w:hAnsi="Times New Roman"/>
          <w:lang w:val="uk-UA"/>
        </w:rPr>
        <w:t xml:space="preserve">                </w:t>
      </w:r>
      <w:r w:rsidRPr="00C873EF">
        <w:rPr>
          <w:rFonts w:ascii="Times New Roman" w:hAnsi="Times New Roman"/>
          <w:lang w:val="uk-UA"/>
        </w:rPr>
        <w:t>(найменування відповідального виконавця)</w:t>
      </w:r>
    </w:p>
    <w:p w:rsidR="00471573" w:rsidRDefault="00471573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B6D70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327C4F">
        <w:rPr>
          <w:rFonts w:ascii="Times New Roman" w:hAnsi="Times New Roman"/>
          <w:sz w:val="28"/>
          <w:szCs w:val="28"/>
          <w:u w:val="single"/>
          <w:lang w:val="uk-UA"/>
        </w:rPr>
        <w:t xml:space="preserve">0212010  </w:t>
      </w:r>
      <w:r>
        <w:rPr>
          <w:rFonts w:ascii="Times New Roman" w:hAnsi="Times New Roman"/>
          <w:sz w:val="28"/>
          <w:szCs w:val="28"/>
          <w:lang w:val="uk-UA"/>
        </w:rPr>
        <w:t xml:space="preserve">    ______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78244B">
        <w:rPr>
          <w:rFonts w:ascii="Times New Roman" w:hAnsi="Times New Roman"/>
          <w:sz w:val="28"/>
          <w:szCs w:val="28"/>
          <w:u w:val="single"/>
          <w:lang w:val="uk-UA"/>
        </w:rPr>
        <w:t>Багатопрофільна стаціонарна медична допомога населенню</w:t>
      </w:r>
    </w:p>
    <w:p w:rsidR="00471573" w:rsidRPr="00C873EF" w:rsidRDefault="00471573" w:rsidP="0078244B">
      <w:pPr>
        <w:spacing w:line="240" w:lineRule="auto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>(КПКВК МБ)   (</w:t>
      </w:r>
      <w:r w:rsidRPr="00FF2783">
        <w:rPr>
          <w:rFonts w:ascii="Times New Roman" w:hAnsi="Times New Roman"/>
          <w:lang w:val="uk-UA"/>
        </w:rPr>
        <w:t>КФКВК</w:t>
      </w:r>
      <w:r>
        <w:rPr>
          <w:rFonts w:ascii="Times New Roman" w:hAnsi="Times New Roman"/>
          <w:lang w:val="uk-UA"/>
        </w:rPr>
        <w:t xml:space="preserve">)1   </w:t>
      </w:r>
      <w:r w:rsidRPr="00C873EF">
        <w:rPr>
          <w:rFonts w:ascii="Times New Roman" w:hAnsi="Times New Roman"/>
          <w:lang w:val="uk-UA"/>
        </w:rPr>
        <w:t xml:space="preserve">     </w:t>
      </w:r>
      <w:r>
        <w:rPr>
          <w:rFonts w:ascii="Times New Roman" w:hAnsi="Times New Roman"/>
          <w:lang w:val="uk-UA"/>
        </w:rPr>
        <w:t xml:space="preserve">                 </w:t>
      </w:r>
      <w:r w:rsidRPr="00C873EF">
        <w:rPr>
          <w:rFonts w:ascii="Times New Roman" w:hAnsi="Times New Roman"/>
          <w:lang w:val="uk-UA"/>
        </w:rPr>
        <w:t>(найменування бюджетної програми)</w:t>
      </w:r>
    </w:p>
    <w:p w:rsidR="00471573" w:rsidRPr="0037187E" w:rsidRDefault="00471573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7187E">
        <w:rPr>
          <w:rFonts w:ascii="Times New Roman" w:hAnsi="Times New Roman"/>
          <w:sz w:val="28"/>
          <w:szCs w:val="28"/>
        </w:rPr>
        <w:t xml:space="preserve">4.    </w:t>
      </w:r>
      <w:r w:rsidRPr="0037187E">
        <w:rPr>
          <w:rFonts w:ascii="Times New Roman" w:hAnsi="Times New Roman"/>
          <w:sz w:val="28"/>
          <w:szCs w:val="28"/>
          <w:lang w:val="uk-UA"/>
        </w:rPr>
        <w:t xml:space="preserve">Обсяг бюджетних призначень/бюджетних асигнувань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sz w:val="28"/>
          <w:szCs w:val="28"/>
          <w:u w:val="single"/>
        </w:rPr>
        <w:t>46</w:t>
      </w:r>
      <w:r>
        <w:rPr>
          <w:rFonts w:ascii="Times New Roman" w:hAnsi="Times New Roman"/>
          <w:sz w:val="28"/>
          <w:szCs w:val="28"/>
          <w:u w:val="single"/>
          <w:lang w:val="uk-UA"/>
        </w:rPr>
        <w:t>528</w:t>
      </w:r>
      <w:r>
        <w:rPr>
          <w:rFonts w:ascii="Times New Roman" w:hAnsi="Times New Roman"/>
          <w:sz w:val="28"/>
          <w:szCs w:val="28"/>
          <w:u w:val="single"/>
        </w:rPr>
        <w:t>.986</w:t>
      </w:r>
      <w:r w:rsidRPr="00327C4F">
        <w:rPr>
          <w:rFonts w:ascii="Times New Roman" w:hAnsi="Times New Roman"/>
          <w:sz w:val="28"/>
          <w:szCs w:val="28"/>
          <w:lang w:val="uk-UA"/>
        </w:rPr>
        <w:t>тис</w:t>
      </w:r>
      <w:r w:rsidRPr="0037187E">
        <w:rPr>
          <w:rFonts w:ascii="Times New Roman" w:hAnsi="Times New Roman"/>
          <w:sz w:val="28"/>
          <w:szCs w:val="28"/>
          <w:lang w:val="uk-UA"/>
        </w:rPr>
        <w:t>. гривень, у тому числі загального фонду -</w:t>
      </w:r>
    </w:p>
    <w:p w:rsidR="00471573" w:rsidRPr="0037187E" w:rsidRDefault="00471573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431</w:t>
      </w:r>
      <w:r>
        <w:rPr>
          <w:rFonts w:ascii="Times New Roman" w:hAnsi="Times New Roman"/>
          <w:sz w:val="28"/>
          <w:szCs w:val="28"/>
          <w:u w:val="single"/>
          <w:lang w:val="uk-UA"/>
        </w:rPr>
        <w:t>63</w:t>
      </w:r>
      <w:r w:rsidRPr="00B034C6">
        <w:rPr>
          <w:rFonts w:ascii="Times New Roman" w:hAnsi="Times New Roman"/>
          <w:sz w:val="28"/>
          <w:szCs w:val="28"/>
          <w:u w:val="single"/>
        </w:rPr>
        <w:t>.9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86 </w:t>
      </w:r>
      <w:r w:rsidRPr="0037187E">
        <w:rPr>
          <w:rFonts w:ascii="Times New Roman" w:hAnsi="Times New Roman"/>
          <w:sz w:val="28"/>
          <w:szCs w:val="28"/>
          <w:lang w:val="uk-UA"/>
        </w:rPr>
        <w:t xml:space="preserve">тис. </w:t>
      </w:r>
      <w:r>
        <w:rPr>
          <w:rFonts w:ascii="Times New Roman" w:hAnsi="Times New Roman"/>
          <w:sz w:val="28"/>
          <w:szCs w:val="28"/>
          <w:lang w:val="uk-UA"/>
        </w:rPr>
        <w:t xml:space="preserve">гривень та спеціального фонду -  </w:t>
      </w:r>
      <w:r>
        <w:rPr>
          <w:rFonts w:ascii="Times New Roman" w:hAnsi="Times New Roman"/>
          <w:sz w:val="28"/>
          <w:szCs w:val="28"/>
          <w:u w:val="single"/>
        </w:rPr>
        <w:t>3365</w:t>
      </w:r>
      <w:r>
        <w:rPr>
          <w:rFonts w:ascii="Times New Roman" w:hAnsi="Times New Roman"/>
          <w:sz w:val="28"/>
          <w:szCs w:val="28"/>
          <w:u w:val="single"/>
          <w:lang w:val="uk-UA"/>
        </w:rPr>
        <w:t>.</w:t>
      </w:r>
      <w:r w:rsidRPr="00C00CF6">
        <w:rPr>
          <w:rFonts w:ascii="Times New Roman" w:hAnsi="Times New Roman"/>
          <w:sz w:val="28"/>
          <w:szCs w:val="28"/>
          <w:u w:val="single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187E">
        <w:rPr>
          <w:rFonts w:ascii="Times New Roman" w:hAnsi="Times New Roman"/>
          <w:sz w:val="28"/>
          <w:szCs w:val="28"/>
          <w:lang w:val="uk-UA"/>
        </w:rPr>
        <w:t>тис. гривень.</w:t>
      </w:r>
    </w:p>
    <w:p w:rsidR="00471573" w:rsidRPr="00250B27" w:rsidRDefault="00471573" w:rsidP="0078244B">
      <w:pPr>
        <w:spacing w:line="24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>5. Підстави для виконання бюджетної прог</w:t>
      </w:r>
      <w:r>
        <w:rPr>
          <w:rFonts w:ascii="Times New Roman" w:hAnsi="Times New Roman"/>
          <w:sz w:val="28"/>
          <w:szCs w:val="28"/>
          <w:lang w:val="uk-UA"/>
        </w:rPr>
        <w:t xml:space="preserve">рами: </w:t>
      </w:r>
    </w:p>
    <w:p w:rsidR="00471573" w:rsidRPr="00D76DDD" w:rsidRDefault="00471573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>6.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187E">
        <w:rPr>
          <w:rFonts w:ascii="Times New Roman" w:hAnsi="Times New Roman"/>
          <w:sz w:val="28"/>
          <w:szCs w:val="28"/>
          <w:lang w:val="uk-UA"/>
        </w:rPr>
        <w:t xml:space="preserve"> Мета бюджетної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D76DDD">
        <w:rPr>
          <w:rStyle w:val="apple-style-span"/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Підвищення якості медичного обслуговування населення України та його доступності, запровадження європейських стандартів забезпечення права громадян на медичну допомогу</w:t>
      </w:r>
      <w:r w:rsidRPr="00D76DDD">
        <w:rPr>
          <w:rStyle w:val="apple-style-span"/>
          <w:rFonts w:ascii="Times New Roman" w:hAnsi="Times New Roman"/>
          <w:color w:val="000000"/>
          <w:sz w:val="28"/>
          <w:szCs w:val="28"/>
          <w:u w:val="single"/>
          <w:shd w:val="clear" w:color="auto" w:fill="FFFFFF"/>
          <w:lang w:val="uk-UA"/>
        </w:rPr>
        <w:t>.</w:t>
      </w:r>
    </w:p>
    <w:p w:rsidR="00471573" w:rsidRPr="0037187E" w:rsidRDefault="00471573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>7. Підпрограми, спрямовані на досягнення мети, визначеної паспортом бюджетної програми</w:t>
      </w:r>
    </w:p>
    <w:tbl>
      <w:tblPr>
        <w:tblW w:w="13404" w:type="dxa"/>
        <w:tblInd w:w="786" w:type="dxa"/>
        <w:tblCellMar>
          <w:left w:w="0" w:type="dxa"/>
          <w:right w:w="0" w:type="dxa"/>
        </w:tblCellMar>
        <w:tblLook w:val="00A0"/>
      </w:tblPr>
      <w:tblGrid>
        <w:gridCol w:w="1008"/>
        <w:gridCol w:w="2049"/>
        <w:gridCol w:w="2693"/>
        <w:gridCol w:w="7654"/>
      </w:tblGrid>
      <w:tr w:rsidR="00471573" w:rsidRPr="00C554B6" w:rsidTr="000A63F8">
        <w:trPr>
          <w:trHeight w:val="295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C554B6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№ з/п</w:t>
            </w: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C554B6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КПКВК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C554B6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КФКВК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C554B6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Назва підпрограми</w:t>
            </w:r>
          </w:p>
        </w:tc>
      </w:tr>
      <w:tr w:rsidR="00471573" w:rsidRPr="00C554B6" w:rsidTr="000A63F8">
        <w:trPr>
          <w:trHeight w:val="300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5D1CB7" w:rsidRDefault="00471573" w:rsidP="0078244B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</w:t>
            </w: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327C4F" w:rsidRDefault="00471573" w:rsidP="0078244B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2</w:t>
            </w:r>
            <w:r>
              <w:rPr>
                <w:rFonts w:ascii="Times New Roman" w:hAnsi="Times New Roman"/>
                <w:sz w:val="28"/>
                <w:lang w:val="uk-UA"/>
              </w:rPr>
              <w:t>12010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327C4F" w:rsidRDefault="00471573" w:rsidP="002649A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0731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C554B6" w:rsidRDefault="00471573" w:rsidP="0078244B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</w:rPr>
            </w:pPr>
            <w:r w:rsidRPr="0078244B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Багатопрофільна стаціонарна медична допомога населенню</w:t>
            </w:r>
          </w:p>
        </w:tc>
      </w:tr>
    </w:tbl>
    <w:p w:rsidR="00471573" w:rsidRPr="00977492" w:rsidRDefault="00471573" w:rsidP="0078244B">
      <w:pPr>
        <w:spacing w:line="240" w:lineRule="auto"/>
        <w:ind w:firstLine="0"/>
        <w:jc w:val="both"/>
        <w:rPr>
          <w:rFonts w:ascii="Times New Roman" w:hAnsi="Times New Roman"/>
          <w:sz w:val="10"/>
          <w:szCs w:val="28"/>
          <w:lang w:val="uk-UA"/>
        </w:rPr>
      </w:pPr>
    </w:p>
    <w:p w:rsidR="00471573" w:rsidRPr="0037187E" w:rsidRDefault="00471573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 xml:space="preserve">8. Обсяги фінансування бюджетної програми у розрізі підпрограм та завдань </w:t>
      </w:r>
    </w:p>
    <w:tbl>
      <w:tblPr>
        <w:tblW w:w="13440" w:type="dxa"/>
        <w:tblInd w:w="726" w:type="dxa"/>
        <w:tblCellMar>
          <w:left w:w="0" w:type="dxa"/>
          <w:right w:w="0" w:type="dxa"/>
        </w:tblCellMar>
        <w:tblLook w:val="00A0"/>
      </w:tblPr>
      <w:tblGrid>
        <w:gridCol w:w="569"/>
        <w:gridCol w:w="1745"/>
        <w:gridCol w:w="1336"/>
        <w:gridCol w:w="3861"/>
        <w:gridCol w:w="1701"/>
        <w:gridCol w:w="2199"/>
        <w:gridCol w:w="2029"/>
      </w:tblGrid>
      <w:tr w:rsidR="00471573" w:rsidRPr="00C554B6" w:rsidTr="000A63F8">
        <w:trPr>
          <w:trHeight w:val="658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262064" w:rsidRDefault="00471573" w:rsidP="0078244B">
            <w:pPr>
              <w:spacing w:line="240" w:lineRule="auto"/>
              <w:ind w:left="187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№</w:t>
            </w:r>
          </w:p>
          <w:p w:rsidR="00471573" w:rsidRPr="00262064" w:rsidRDefault="00471573" w:rsidP="0078244B">
            <w:pPr>
              <w:spacing w:line="240" w:lineRule="auto"/>
              <w:ind w:left="187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з/п 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262064" w:rsidRDefault="00471573" w:rsidP="0078244B">
            <w:pPr>
              <w:spacing w:line="240" w:lineRule="auto"/>
              <w:ind w:left="187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КПКВК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262064" w:rsidRDefault="00471573" w:rsidP="0078244B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КФКВК</w:t>
            </w:r>
          </w:p>
        </w:tc>
        <w:tc>
          <w:tcPr>
            <w:tcW w:w="3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262064" w:rsidRDefault="00471573" w:rsidP="0078244B">
            <w:pPr>
              <w:spacing w:line="240" w:lineRule="auto"/>
              <w:ind w:left="245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Підпрограма/</w:t>
            </w: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завдання бюджетної програми </w:t>
            </w:r>
            <w:r w:rsidRPr="003851E1">
              <w:rPr>
                <w:rFonts w:ascii="Times New Roman" w:hAnsi="Times New Roman"/>
                <w:color w:val="000000"/>
                <w:kern w:val="24"/>
                <w:position w:val="5"/>
                <w:sz w:val="1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262064" w:rsidRDefault="00471573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Загальний</w:t>
            </w:r>
          </w:p>
          <w:p w:rsidR="00471573" w:rsidRPr="00262064" w:rsidRDefault="00471573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262064" w:rsidRDefault="00471573" w:rsidP="0078244B">
            <w:pPr>
              <w:spacing w:line="240" w:lineRule="auto"/>
              <w:ind w:left="259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Спеціальний</w:t>
            </w:r>
          </w:p>
          <w:p w:rsidR="00471573" w:rsidRPr="00262064" w:rsidRDefault="00471573" w:rsidP="0078244B">
            <w:pPr>
              <w:spacing w:line="240" w:lineRule="auto"/>
              <w:ind w:left="259"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Default="00471573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Разом</w:t>
            </w:r>
          </w:p>
          <w:p w:rsidR="00471573" w:rsidRPr="003851E1" w:rsidRDefault="00471573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(тис. грн.)</w:t>
            </w:r>
          </w:p>
        </w:tc>
      </w:tr>
      <w:tr w:rsidR="00471573" w:rsidRPr="00C554B6" w:rsidTr="000A63F8">
        <w:trPr>
          <w:trHeight w:val="223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262064" w:rsidRDefault="00471573" w:rsidP="0078244B">
            <w:pPr>
              <w:spacing w:line="240" w:lineRule="auto"/>
              <w:ind w:left="259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262064" w:rsidRDefault="00471573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262064" w:rsidRDefault="00471573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262064" w:rsidRDefault="00471573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262064" w:rsidRDefault="00471573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262064" w:rsidRDefault="00471573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262064" w:rsidRDefault="00471573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7</w:t>
            </w:r>
          </w:p>
        </w:tc>
      </w:tr>
      <w:tr w:rsidR="00471573" w:rsidRPr="00C554B6" w:rsidTr="000A63F8">
        <w:trPr>
          <w:trHeight w:val="340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5D1CB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327C4F" w:rsidRDefault="00471573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2</w:t>
            </w:r>
            <w:r>
              <w:rPr>
                <w:rFonts w:ascii="Times New Roman" w:hAnsi="Times New Roman"/>
                <w:sz w:val="28"/>
                <w:lang w:val="uk-UA"/>
              </w:rPr>
              <w:t>12010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327C4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0731</w:t>
            </w:r>
          </w:p>
        </w:tc>
        <w:tc>
          <w:tcPr>
            <w:tcW w:w="3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A068ED" w:rsidRDefault="00471573" w:rsidP="0078244B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Багатопрофільна стаціонарна медична  допомога  населенню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4C4026" w:rsidRDefault="00471573" w:rsidP="00A068E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43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.986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B034C6" w:rsidRDefault="00471573" w:rsidP="00B034C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365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.0</w:t>
            </w: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4C4026" w:rsidRDefault="00471573" w:rsidP="00A068E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528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.986</w:t>
            </w:r>
          </w:p>
        </w:tc>
      </w:tr>
      <w:tr w:rsidR="00471573" w:rsidRPr="00C554B6" w:rsidTr="000A63F8">
        <w:trPr>
          <w:trHeight w:val="230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62064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62064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62064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262064" w:rsidRDefault="00471573" w:rsidP="0078244B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62064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62064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62064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71573" w:rsidRPr="00E10C08" w:rsidRDefault="00471573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4"/>
          <w:szCs w:val="24"/>
          <w:lang w:val="uk-UA"/>
        </w:rPr>
      </w:pPr>
    </w:p>
    <w:p w:rsidR="00471573" w:rsidRDefault="00471573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 xml:space="preserve">9. Перелік регіональних цільових програм, які виконуються у складі бюджетної програми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37187E">
        <w:rPr>
          <w:rFonts w:ascii="Times New Roman" w:hAnsi="Times New Roman"/>
          <w:sz w:val="28"/>
          <w:szCs w:val="28"/>
          <w:lang w:val="uk-UA"/>
        </w:rPr>
        <w:t>(тис.грн.)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471573" w:rsidRPr="00E10C08" w:rsidRDefault="00471573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18"/>
          <w:szCs w:val="18"/>
          <w:lang w:val="uk-UA"/>
        </w:rPr>
      </w:pPr>
      <w:r w:rsidRPr="00E10C08">
        <w:rPr>
          <w:rFonts w:ascii="Times New Roman" w:hAnsi="Times New Roman"/>
          <w:sz w:val="18"/>
          <w:szCs w:val="18"/>
          <w:lang w:val="uk-UA"/>
        </w:rPr>
        <w:t xml:space="preserve">                                                                                           </w:t>
      </w:r>
    </w:p>
    <w:tbl>
      <w:tblPr>
        <w:tblW w:w="13264" w:type="dxa"/>
        <w:tblInd w:w="681" w:type="dxa"/>
        <w:tblCellMar>
          <w:left w:w="0" w:type="dxa"/>
          <w:right w:w="0" w:type="dxa"/>
        </w:tblCellMar>
        <w:tblLook w:val="00A0"/>
      </w:tblPr>
      <w:tblGrid>
        <w:gridCol w:w="4012"/>
        <w:gridCol w:w="2532"/>
        <w:gridCol w:w="2429"/>
        <w:gridCol w:w="2571"/>
        <w:gridCol w:w="1720"/>
      </w:tblGrid>
      <w:tr w:rsidR="00471573" w:rsidRPr="00C554B6" w:rsidTr="00977492">
        <w:trPr>
          <w:trHeight w:val="727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C554B6" w:rsidRDefault="00471573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Назва регіональної цільової програми та підпрограми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C554B6" w:rsidRDefault="00471573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КПКВК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C554B6" w:rsidRDefault="00471573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Загальний</w:t>
            </w:r>
          </w:p>
          <w:p w:rsidR="00471573" w:rsidRPr="00C554B6" w:rsidRDefault="00471573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фонд</w:t>
            </w: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C554B6" w:rsidRDefault="00471573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Спеціальний</w:t>
            </w:r>
          </w:p>
          <w:p w:rsidR="00471573" w:rsidRPr="00C554B6" w:rsidRDefault="00471573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фонд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C554B6" w:rsidRDefault="00471573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Разом</w:t>
            </w:r>
          </w:p>
        </w:tc>
      </w:tr>
      <w:tr w:rsidR="00471573" w:rsidRPr="00C554B6" w:rsidTr="00977492">
        <w:trPr>
          <w:trHeight w:val="255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C554B6" w:rsidRDefault="00471573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1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C554B6" w:rsidRDefault="00471573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2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C554B6" w:rsidRDefault="00471573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3</w:t>
            </w: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C554B6" w:rsidRDefault="00471573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4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C554B6" w:rsidRDefault="00471573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5</w:t>
            </w:r>
          </w:p>
        </w:tc>
      </w:tr>
      <w:tr w:rsidR="00471573" w:rsidRPr="00C554B6" w:rsidTr="00977492">
        <w:trPr>
          <w:trHeight w:val="261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C554B6" w:rsidRDefault="00471573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5D1CB7" w:rsidRDefault="00471573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A068ED" w:rsidRDefault="00471573" w:rsidP="00F21E9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A068ED" w:rsidRDefault="00471573" w:rsidP="00F21E9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A068ED" w:rsidRDefault="00471573" w:rsidP="00F21E9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471573" w:rsidRPr="00C554B6" w:rsidTr="00977492">
        <w:trPr>
          <w:trHeight w:val="240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C554B6" w:rsidRDefault="00471573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Усього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C554B6" w:rsidRDefault="00471573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C554B6" w:rsidRDefault="00471573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C554B6" w:rsidRDefault="00471573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C554B6" w:rsidRDefault="00471573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</w:tr>
    </w:tbl>
    <w:p w:rsidR="00471573" w:rsidRDefault="00471573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471573" w:rsidRPr="000867EF" w:rsidRDefault="00471573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0867EF">
        <w:rPr>
          <w:rFonts w:ascii="Times New Roman" w:hAnsi="Times New Roman"/>
          <w:sz w:val="28"/>
          <w:szCs w:val="28"/>
          <w:lang w:val="uk-UA"/>
        </w:rPr>
        <w:t>10. Результативні показники бюджетної програми у розрізі підпрограм і завдань</w:t>
      </w:r>
    </w:p>
    <w:tbl>
      <w:tblPr>
        <w:tblW w:w="13409" w:type="dxa"/>
        <w:tblInd w:w="576" w:type="dxa"/>
        <w:tblCellMar>
          <w:left w:w="0" w:type="dxa"/>
          <w:right w:w="0" w:type="dxa"/>
        </w:tblCellMar>
        <w:tblLook w:val="00A0"/>
      </w:tblPr>
      <w:tblGrid>
        <w:gridCol w:w="620"/>
        <w:gridCol w:w="1796"/>
        <w:gridCol w:w="3544"/>
        <w:gridCol w:w="2300"/>
        <w:gridCol w:w="2180"/>
        <w:gridCol w:w="2969"/>
      </w:tblGrid>
      <w:tr w:rsidR="00471573" w:rsidRPr="00C554B6" w:rsidTr="002F0557">
        <w:trPr>
          <w:trHeight w:val="698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0867EF" w:rsidRDefault="00471573" w:rsidP="0078244B">
            <w:pPr>
              <w:spacing w:line="240" w:lineRule="auto"/>
              <w:ind w:left="245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№</w:t>
            </w:r>
          </w:p>
          <w:p w:rsidR="00471573" w:rsidRPr="000867EF" w:rsidRDefault="00471573" w:rsidP="0078244B">
            <w:pPr>
              <w:spacing w:line="240" w:lineRule="auto"/>
              <w:ind w:left="245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0867EF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КПКВК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0867EF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Назва показника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0867EF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Одиниця виміру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0867EF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Джерело інформації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0867EF" w:rsidRDefault="00471573" w:rsidP="0078244B">
            <w:pPr>
              <w:spacing w:line="240" w:lineRule="auto"/>
              <w:ind w:left="259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Значення показника</w:t>
            </w:r>
          </w:p>
        </w:tc>
      </w:tr>
      <w:tr w:rsidR="00471573" w:rsidRPr="00C554B6" w:rsidTr="002F0557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0867EF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0867EF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0867EF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0867EF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0867EF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0867EF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6</w:t>
            </w:r>
          </w:p>
        </w:tc>
      </w:tr>
      <w:tr w:rsidR="00471573" w:rsidRPr="00C554B6" w:rsidTr="002F0557">
        <w:trPr>
          <w:trHeight w:val="353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5D1CB7" w:rsidRDefault="00471573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5D1CB7" w:rsidRDefault="00471573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Затрати 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1573" w:rsidRPr="00C554B6" w:rsidTr="002F0557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5D1CB7" w:rsidRDefault="00471573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установ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5D1CB7" w:rsidRDefault="00471573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5D1CB7" w:rsidRDefault="00471573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5D1CB7" w:rsidRDefault="00471573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471573" w:rsidRPr="00C554B6" w:rsidTr="002F0557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0867EF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5D1CB7" w:rsidRDefault="00471573" w:rsidP="005D1CB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штатних одиниць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5D1CB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Од.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5D1CB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Штатний розпис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5D1CB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498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,25</w:t>
            </w:r>
          </w:p>
        </w:tc>
      </w:tr>
      <w:tr w:rsidR="00471573" w:rsidRPr="00C554B6" w:rsidTr="002F0557">
        <w:trPr>
          <w:trHeight w:val="226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5D1CB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 т.ч. лікарів, од.;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5D1CB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Од.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5D1CB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,5</w:t>
            </w:r>
          </w:p>
        </w:tc>
      </w:tr>
      <w:tr w:rsidR="00471573" w:rsidRPr="00C554B6" w:rsidTr="002F0557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0867EF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5D1CB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середнього м/п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5D1CB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212</w:t>
            </w:r>
          </w:p>
        </w:tc>
      </w:tr>
      <w:tr w:rsidR="00471573" w:rsidRPr="00C554B6" w:rsidTr="002F0557">
        <w:trPr>
          <w:trHeight w:val="226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5D1CB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молодшого м/п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5D1CB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133,75</w:t>
            </w:r>
          </w:p>
        </w:tc>
      </w:tr>
      <w:tr w:rsidR="00471573" w:rsidRPr="00C554B6" w:rsidTr="002F0557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0867EF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5D1CB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спеціалістів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B034C6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.5</w:t>
            </w:r>
          </w:p>
        </w:tc>
      </w:tr>
      <w:tr w:rsidR="00471573" w:rsidRPr="00C554B6" w:rsidTr="002F0557">
        <w:trPr>
          <w:trHeight w:val="226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5D1CB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обслуговуючого персоналу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B034C6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5.5</w:t>
            </w:r>
          </w:p>
        </w:tc>
      </w:tr>
      <w:tr w:rsidR="00471573" w:rsidRPr="00C554B6" w:rsidTr="002F0557">
        <w:trPr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0867EF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0867EF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х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1573" w:rsidRPr="00C554B6" w:rsidTr="002F0557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DD4A24" w:rsidRDefault="00471573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ліжок у звичайних стаціонарах, од.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DD4A24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Од.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DD4A24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DD4A24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236</w:t>
            </w:r>
          </w:p>
        </w:tc>
      </w:tr>
      <w:tr w:rsidR="00471573" w:rsidRPr="00C554B6" w:rsidTr="002F0557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ліжок у денних стаціонарах, од.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Од.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40</w:t>
            </w:r>
          </w:p>
        </w:tc>
      </w:tr>
      <w:tr w:rsidR="00471573" w:rsidRPr="00C554B6" w:rsidTr="002F0557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471573" w:rsidRPr="00C554B6" w:rsidTr="002F0557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561048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Продукту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471573" w:rsidRPr="00C554B6" w:rsidTr="002F0557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ліжко-днів у звичайних стаціонарах, тис. од.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E872E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6,44</w:t>
            </w:r>
          </w:p>
        </w:tc>
      </w:tr>
      <w:tr w:rsidR="00471573" w:rsidRPr="00C554B6" w:rsidTr="002F0557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ліжко-днів у денних стаціонарах, тис. од.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20,0</w:t>
            </w:r>
          </w:p>
        </w:tc>
      </w:tr>
      <w:tr w:rsidR="00471573" w:rsidRPr="00C554B6" w:rsidTr="002F0557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лікарських відвідувань (у поліклінічних відділеннях лікарень), осіб;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471573" w:rsidRPr="00C554B6" w:rsidTr="002F0557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Кількість пролікованих хворих у стаціонарі, осіб.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471573" w:rsidRPr="00C554B6" w:rsidTr="002F0557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471573" w:rsidRPr="00C554B6" w:rsidTr="002F0557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8E083A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Ефективності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471573" w:rsidRPr="00C554B6" w:rsidTr="002F0557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Завантаженість ліжкового фонду у звичайних стаціонарах, днів;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471573" w:rsidRPr="00C554B6" w:rsidTr="002F0557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Завантаженість ліжкового фонду у денних стаціонарах, днів;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Звіт - ф.20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471573" w:rsidRPr="00C554B6" w:rsidTr="002F0557">
        <w:trPr>
          <w:trHeight w:val="234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0867EF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DD4A24">
            <w:pPr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Середня тривалість лікування у стаціонарі, днів.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розрахункова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471573" w:rsidRPr="00F23DAF" w:rsidRDefault="00471573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4"/>
          <w:lang w:val="uk-UA"/>
        </w:rPr>
      </w:pPr>
    </w:p>
    <w:p w:rsidR="00471573" w:rsidRDefault="00471573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471573" w:rsidRDefault="00471573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vertAlign w:val="superscript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11. Джерела фінансування інвестиційних проектів у розрізі підпрограм</w:t>
      </w:r>
      <w:r w:rsidRPr="00495D4B">
        <w:rPr>
          <w:rFonts w:ascii="Times New Roman" w:hAnsi="Times New Roman"/>
          <w:sz w:val="28"/>
          <w:vertAlign w:val="superscript"/>
          <w:lang w:val="uk-UA"/>
        </w:rPr>
        <w:t>2</w:t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</w:p>
    <w:p w:rsidR="00471573" w:rsidRPr="002F0557" w:rsidRDefault="00471573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0"/>
          <w:szCs w:val="20"/>
          <w:lang w:val="uk-UA"/>
        </w:rPr>
      </w:pPr>
      <w:r w:rsidRPr="002F0557">
        <w:rPr>
          <w:rFonts w:ascii="Times New Roman" w:hAnsi="Times New Roman"/>
          <w:sz w:val="20"/>
          <w:szCs w:val="20"/>
          <w:lang w:val="uk-UA"/>
        </w:rPr>
        <w:tab/>
      </w:r>
      <w:r w:rsidRPr="002F0557">
        <w:rPr>
          <w:rFonts w:ascii="Times New Roman" w:hAnsi="Times New Roman"/>
          <w:sz w:val="20"/>
          <w:szCs w:val="20"/>
          <w:lang w:val="uk-UA"/>
        </w:rPr>
        <w:tab/>
      </w:r>
      <w:r w:rsidRPr="002F0557">
        <w:rPr>
          <w:rFonts w:ascii="Times New Roman" w:hAnsi="Times New Roman"/>
          <w:sz w:val="20"/>
          <w:szCs w:val="20"/>
          <w:lang w:val="uk-UA"/>
        </w:rPr>
        <w:tab/>
      </w:r>
      <w:r w:rsidRPr="002F0557">
        <w:rPr>
          <w:rFonts w:ascii="Times New Roman" w:hAnsi="Times New Roman"/>
          <w:sz w:val="20"/>
          <w:szCs w:val="20"/>
          <w:lang w:val="uk-UA"/>
        </w:rPr>
        <w:tab/>
      </w:r>
      <w:r w:rsidRPr="002F0557">
        <w:rPr>
          <w:rFonts w:ascii="Times New Roman" w:hAnsi="Times New Roman"/>
          <w:sz w:val="20"/>
          <w:szCs w:val="20"/>
          <w:lang w:val="uk-UA"/>
        </w:rPr>
        <w:tab/>
      </w:r>
      <w:r w:rsidRPr="002F0557">
        <w:rPr>
          <w:rFonts w:ascii="Times New Roman" w:hAnsi="Times New Roman"/>
          <w:sz w:val="20"/>
          <w:szCs w:val="20"/>
          <w:lang w:val="uk-UA"/>
        </w:rPr>
        <w:tab/>
      </w:r>
      <w:r w:rsidRPr="002F0557">
        <w:rPr>
          <w:rFonts w:ascii="Times New Roman" w:hAnsi="Times New Roman"/>
          <w:sz w:val="20"/>
          <w:szCs w:val="20"/>
          <w:lang w:val="uk-UA"/>
        </w:rPr>
        <w:tab/>
      </w:r>
      <w:r w:rsidRPr="002F0557">
        <w:rPr>
          <w:rFonts w:ascii="Times New Roman" w:hAnsi="Times New Roman"/>
          <w:sz w:val="20"/>
          <w:szCs w:val="20"/>
          <w:lang w:val="uk-UA"/>
        </w:rPr>
        <w:tab/>
      </w:r>
      <w:r w:rsidRPr="002F0557">
        <w:rPr>
          <w:rFonts w:ascii="Times New Roman" w:hAnsi="Times New Roman"/>
          <w:sz w:val="20"/>
          <w:szCs w:val="20"/>
          <w:lang w:val="uk-UA"/>
        </w:rPr>
        <w:tab/>
      </w:r>
      <w:r w:rsidRPr="002F0557">
        <w:rPr>
          <w:rFonts w:ascii="Times New Roman" w:hAnsi="Times New Roman"/>
          <w:sz w:val="20"/>
          <w:szCs w:val="20"/>
          <w:lang w:val="uk-UA"/>
        </w:rPr>
        <w:tab/>
      </w:r>
      <w:r w:rsidRPr="002F0557">
        <w:rPr>
          <w:rFonts w:ascii="Times New Roman" w:hAnsi="Times New Roman"/>
          <w:sz w:val="20"/>
          <w:szCs w:val="20"/>
          <w:lang w:val="uk-UA"/>
        </w:rPr>
        <w:tab/>
      </w:r>
      <w:r w:rsidRPr="002F0557">
        <w:rPr>
          <w:rFonts w:ascii="Times New Roman" w:hAnsi="Times New Roman"/>
          <w:sz w:val="20"/>
          <w:szCs w:val="20"/>
          <w:lang w:val="uk-UA"/>
        </w:rPr>
        <w:tab/>
      </w:r>
      <w:r w:rsidRPr="002F0557">
        <w:rPr>
          <w:rFonts w:ascii="Times New Roman" w:hAnsi="Times New Roman"/>
          <w:sz w:val="20"/>
          <w:szCs w:val="20"/>
          <w:lang w:val="uk-UA"/>
        </w:rPr>
        <w:tab/>
      </w:r>
      <w:r w:rsidRPr="002F0557">
        <w:rPr>
          <w:rFonts w:ascii="Times New Roman" w:hAnsi="Times New Roman"/>
          <w:sz w:val="20"/>
          <w:szCs w:val="20"/>
          <w:lang w:val="uk-UA"/>
        </w:rPr>
        <w:tab/>
      </w:r>
      <w:r w:rsidRPr="002F0557">
        <w:rPr>
          <w:rFonts w:ascii="Times New Roman" w:hAnsi="Times New Roman"/>
          <w:sz w:val="20"/>
          <w:szCs w:val="20"/>
          <w:lang w:val="uk-UA"/>
        </w:rPr>
        <w:tab/>
        <w:t>(тис. грн.)</w:t>
      </w:r>
    </w:p>
    <w:tbl>
      <w:tblPr>
        <w:tblW w:w="14515" w:type="dxa"/>
        <w:tblCellMar>
          <w:left w:w="0" w:type="dxa"/>
          <w:right w:w="0" w:type="dxa"/>
        </w:tblCellMar>
        <w:tblLook w:val="00A0"/>
      </w:tblPr>
      <w:tblGrid>
        <w:gridCol w:w="664"/>
        <w:gridCol w:w="1761"/>
        <w:gridCol w:w="862"/>
        <w:gridCol w:w="922"/>
        <w:gridCol w:w="1318"/>
        <w:gridCol w:w="630"/>
        <w:gridCol w:w="1231"/>
        <w:gridCol w:w="1473"/>
        <w:gridCol w:w="630"/>
        <w:gridCol w:w="1231"/>
        <w:gridCol w:w="1473"/>
        <w:gridCol w:w="630"/>
        <w:gridCol w:w="1690"/>
      </w:tblGrid>
      <w:tr w:rsidR="00471573" w:rsidRPr="002F0557" w:rsidTr="00977492">
        <w:trPr>
          <w:trHeight w:val="893"/>
        </w:trPr>
        <w:tc>
          <w:tcPr>
            <w:tcW w:w="6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2F0557" w:rsidRDefault="00471573" w:rsidP="0078244B">
            <w:pPr>
              <w:spacing w:line="240" w:lineRule="auto"/>
              <w:ind w:left="245"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Код</w:t>
            </w:r>
          </w:p>
        </w:tc>
        <w:tc>
          <w:tcPr>
            <w:tcW w:w="17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2F0557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Найменування джерел надходжень</w:t>
            </w:r>
          </w:p>
        </w:tc>
        <w:tc>
          <w:tcPr>
            <w:tcW w:w="8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КПКВК</w:t>
            </w:r>
          </w:p>
        </w:tc>
        <w:tc>
          <w:tcPr>
            <w:tcW w:w="28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2F0557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Касові видатки станом на</w:t>
            </w:r>
          </w:p>
          <w:p w:rsidR="00471573" w:rsidRPr="002F0557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01 січня звітного періоду</w:t>
            </w:r>
          </w:p>
        </w:tc>
        <w:tc>
          <w:tcPr>
            <w:tcW w:w="33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2F0557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План видатків звітного періоду</w:t>
            </w:r>
          </w:p>
        </w:tc>
        <w:tc>
          <w:tcPr>
            <w:tcW w:w="33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2F0557" w:rsidRDefault="00471573" w:rsidP="0078244B">
            <w:pPr>
              <w:spacing w:line="240" w:lineRule="auto"/>
              <w:ind w:left="302"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Прогноз видатків до кінця реалізації інвестиційного</w:t>
            </w:r>
          </w:p>
          <w:p w:rsidR="00471573" w:rsidRPr="002F0557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eastAsia="ru-RU"/>
              </w:rPr>
              <w:t>проекту</w:t>
            </w:r>
            <w:r w:rsidRPr="002F0557">
              <w:rPr>
                <w:rFonts w:ascii="Times New Roman" w:hAnsi="Times New Roman"/>
                <w:color w:val="000000"/>
                <w:kern w:val="24"/>
                <w:position w:val="5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2F0557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Пояснення, що характеризують джерела фінансування</w:t>
            </w:r>
          </w:p>
        </w:tc>
      </w:tr>
      <w:tr w:rsidR="00471573" w:rsidRPr="002F0557" w:rsidTr="00977492">
        <w:trPr>
          <w:trHeight w:val="40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загальна</w:t>
            </w:r>
            <w:r w:rsidRPr="002F0557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фонд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спеціальний</w:t>
            </w:r>
          </w:p>
          <w:p w:rsidR="00471573" w:rsidRPr="002F0557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фонд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разом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2F0557" w:rsidRDefault="00471573" w:rsidP="0078244B">
            <w:pPr>
              <w:spacing w:line="240" w:lineRule="auto"/>
              <w:ind w:left="158"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загальний</w:t>
            </w:r>
          </w:p>
          <w:p w:rsidR="00471573" w:rsidRPr="002F0557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фонд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2F0557" w:rsidRDefault="00471573" w:rsidP="0078244B">
            <w:pPr>
              <w:spacing w:line="240" w:lineRule="auto"/>
              <w:ind w:left="158"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спеціальний</w:t>
            </w:r>
          </w:p>
          <w:p w:rsidR="00471573" w:rsidRPr="002F0557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фонд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разом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2F0557" w:rsidRDefault="00471573" w:rsidP="0078244B">
            <w:pPr>
              <w:spacing w:line="240" w:lineRule="auto"/>
              <w:ind w:left="158"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загальний</w:t>
            </w:r>
          </w:p>
          <w:p w:rsidR="00471573" w:rsidRPr="002F0557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фонд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2F0557" w:rsidRDefault="00471573" w:rsidP="0078244B">
            <w:pPr>
              <w:spacing w:line="240" w:lineRule="auto"/>
              <w:ind w:left="158"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спеціальний</w:t>
            </w:r>
          </w:p>
          <w:p w:rsidR="00471573" w:rsidRPr="002F0557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фонд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разом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1573" w:rsidRPr="002F0557" w:rsidTr="00977492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2F0557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2F0557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2F0557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2F0557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2F0557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2F0557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2F0557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2F0557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2F0557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2F0557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2F0557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2F0557" w:rsidRDefault="00471573" w:rsidP="0078244B">
            <w:pPr>
              <w:spacing w:line="240" w:lineRule="auto"/>
              <w:ind w:left="274"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2F0557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13</w:t>
            </w:r>
          </w:p>
        </w:tc>
      </w:tr>
      <w:tr w:rsidR="00471573" w:rsidRPr="002F0557" w:rsidTr="00977492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Підпрограма 1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1573" w:rsidRPr="002F0557" w:rsidTr="00977492">
        <w:trPr>
          <w:trHeight w:val="279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Інвестиційний проект 1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1573" w:rsidRPr="002F0557" w:rsidTr="00977492">
        <w:trPr>
          <w:trHeight w:val="447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i/>
                <w:iCs/>
                <w:color w:val="000000"/>
                <w:kern w:val="24"/>
                <w:sz w:val="20"/>
                <w:szCs w:val="20"/>
                <w:lang w:val="uk-UA" w:eastAsia="ru-RU"/>
              </w:rPr>
              <w:t>Надходження із бюджету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1573" w:rsidRPr="002F0557" w:rsidTr="00977492">
        <w:trPr>
          <w:trHeight w:val="52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i/>
                <w:iCs/>
                <w:color w:val="000000"/>
                <w:kern w:val="24"/>
                <w:sz w:val="20"/>
                <w:szCs w:val="20"/>
                <w:lang w:val="uk-UA" w:eastAsia="ru-RU"/>
              </w:rPr>
              <w:t>Інші джерела фінансування (за видами)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2F0557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х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2F0557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х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1573" w:rsidRPr="002F0557" w:rsidRDefault="00471573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х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1573" w:rsidRPr="002F0557" w:rsidTr="00977492">
        <w:trPr>
          <w:trHeight w:val="234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1573" w:rsidRPr="002F0557" w:rsidTr="00977492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Інвестиційний проект 2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1573" w:rsidRPr="002F0557" w:rsidTr="00977492">
        <w:trPr>
          <w:trHeight w:val="23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71573" w:rsidRPr="002F0557" w:rsidTr="00977492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055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uk-UA" w:eastAsia="ru-RU"/>
              </w:rPr>
              <w:t>Усього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71573" w:rsidRPr="002F0557" w:rsidRDefault="00471573" w:rsidP="0078244B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71573" w:rsidRPr="002F0557" w:rsidRDefault="00471573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0"/>
          <w:szCs w:val="20"/>
          <w:lang w:val="uk-UA"/>
        </w:rPr>
      </w:pPr>
    </w:p>
    <w:p w:rsidR="00471573" w:rsidRPr="00111E96" w:rsidRDefault="00471573" w:rsidP="0078244B">
      <w:pPr>
        <w:pStyle w:val="ListParagraph"/>
        <w:numPr>
          <w:ilvl w:val="0"/>
          <w:numId w:val="2"/>
        </w:numPr>
        <w:tabs>
          <w:tab w:val="left" w:pos="1100"/>
        </w:tabs>
        <w:spacing w:line="240" w:lineRule="auto"/>
        <w:rPr>
          <w:rFonts w:ascii="Times New Roman" w:hAnsi="Times New Roman"/>
        </w:rPr>
      </w:pPr>
      <w:r w:rsidRPr="00111E96">
        <w:rPr>
          <w:rFonts w:ascii="Times New Roman" w:hAnsi="Times New Roman"/>
          <w:lang w:val="uk-UA"/>
        </w:rPr>
        <w:t>Код функціональної класифікації видатків та кредитування бюджету вказується лише у випадку, коли бюджетна програма не поділяється на підпрограми.</w:t>
      </w:r>
    </w:p>
    <w:p w:rsidR="00471573" w:rsidRPr="00111E96" w:rsidRDefault="00471573" w:rsidP="0078244B">
      <w:pPr>
        <w:pStyle w:val="ListParagraph"/>
        <w:numPr>
          <w:ilvl w:val="0"/>
          <w:numId w:val="2"/>
        </w:numPr>
        <w:tabs>
          <w:tab w:val="left" w:pos="1100"/>
        </w:tabs>
        <w:spacing w:line="240" w:lineRule="auto"/>
        <w:rPr>
          <w:rFonts w:ascii="Times New Roman" w:hAnsi="Times New Roman"/>
        </w:rPr>
      </w:pPr>
      <w:r w:rsidRPr="00111E96">
        <w:rPr>
          <w:rFonts w:ascii="Times New Roman" w:hAnsi="Times New Roman"/>
          <w:lang w:val="uk-UA"/>
        </w:rPr>
        <w:t>Пункт 11 заповнюється тільки для затверджених у місцевому бюджеті видатків/надання кредитів на реалізацію інвестиційних проектів (програм).</w:t>
      </w:r>
    </w:p>
    <w:p w:rsidR="00471573" w:rsidRPr="00111E96" w:rsidRDefault="00471573" w:rsidP="0078244B">
      <w:pPr>
        <w:pStyle w:val="ListParagraph"/>
        <w:numPr>
          <w:ilvl w:val="0"/>
          <w:numId w:val="2"/>
        </w:numPr>
        <w:tabs>
          <w:tab w:val="left" w:pos="1100"/>
        </w:tabs>
        <w:spacing w:line="240" w:lineRule="auto"/>
        <w:rPr>
          <w:rFonts w:ascii="Times New Roman" w:hAnsi="Times New Roman"/>
        </w:rPr>
      </w:pPr>
      <w:r w:rsidRPr="00111E96">
        <w:rPr>
          <w:rFonts w:ascii="Times New Roman" w:hAnsi="Times New Roman"/>
          <w:lang w:val="uk-UA"/>
        </w:rPr>
        <w:t>Прогноз видатків до кінця реалізації інвестиційного проекту зазначається з розбивкою за роками.</w:t>
      </w:r>
    </w:p>
    <w:p w:rsidR="00471573" w:rsidRPr="00111E96" w:rsidRDefault="00471573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lang w:val="uk-UA"/>
        </w:rPr>
      </w:pPr>
    </w:p>
    <w:p w:rsidR="00471573" w:rsidRPr="00111E96" w:rsidRDefault="00471573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lang w:val="uk-UA"/>
        </w:rPr>
      </w:pPr>
    </w:p>
    <w:p w:rsidR="00471573" w:rsidRPr="00111E96" w:rsidRDefault="00471573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lang w:val="uk-UA"/>
        </w:rPr>
      </w:pPr>
    </w:p>
    <w:p w:rsidR="00471573" w:rsidRPr="00111E96" w:rsidRDefault="00471573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lang w:val="uk-UA"/>
        </w:rPr>
      </w:pPr>
      <w:r w:rsidRPr="00111E96">
        <w:rPr>
          <w:rFonts w:ascii="Times New Roman" w:hAnsi="Times New Roman"/>
          <w:lang w:val="uk-UA"/>
        </w:rPr>
        <w:t xml:space="preserve">Керівник установи головного розпорядника                                  </w:t>
      </w:r>
      <w:r w:rsidRPr="00111E96">
        <w:rPr>
          <w:rFonts w:ascii="Times New Roman" w:hAnsi="Times New Roman"/>
          <w:u w:val="single"/>
          <w:lang w:val="uk-UA"/>
        </w:rPr>
        <w:t xml:space="preserve">                           </w:t>
      </w:r>
      <w:r w:rsidRPr="00111E96">
        <w:rPr>
          <w:rFonts w:ascii="Times New Roman" w:hAnsi="Times New Roman"/>
          <w:lang w:val="uk-UA"/>
        </w:rPr>
        <w:t xml:space="preserve">       </w:t>
      </w:r>
      <w:r w:rsidRPr="00111E96">
        <w:rPr>
          <w:rFonts w:ascii="Times New Roman" w:hAnsi="Times New Roman"/>
          <w:u w:val="single"/>
          <w:lang w:val="uk-UA"/>
        </w:rPr>
        <w:t xml:space="preserve">   В.С. Дунайчук  </w:t>
      </w:r>
    </w:p>
    <w:p w:rsidR="00471573" w:rsidRPr="00111E96" w:rsidRDefault="00471573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lang w:val="uk-UA"/>
        </w:rPr>
      </w:pPr>
      <w:r w:rsidRPr="00111E96">
        <w:rPr>
          <w:rFonts w:ascii="Times New Roman" w:hAnsi="Times New Roman"/>
          <w:lang w:val="uk-UA"/>
        </w:rPr>
        <w:t>бюджетних коштів__</w:t>
      </w:r>
      <w:r w:rsidRPr="00111E96">
        <w:rPr>
          <w:rFonts w:ascii="Times New Roman" w:hAnsi="Times New Roman"/>
          <w:lang w:val="uk-UA"/>
        </w:rPr>
        <w:tab/>
      </w:r>
      <w:r w:rsidRPr="00111E96">
        <w:rPr>
          <w:rFonts w:ascii="Times New Roman" w:hAnsi="Times New Roman"/>
          <w:lang w:val="uk-UA"/>
        </w:rPr>
        <w:tab/>
      </w:r>
      <w:r w:rsidRPr="00111E96">
        <w:rPr>
          <w:rFonts w:ascii="Times New Roman" w:hAnsi="Times New Roman"/>
          <w:lang w:val="uk-UA"/>
        </w:rPr>
        <w:tab/>
      </w:r>
      <w:r w:rsidRPr="00111E96">
        <w:rPr>
          <w:rFonts w:ascii="Times New Roman" w:hAnsi="Times New Roman"/>
          <w:lang w:val="uk-UA"/>
        </w:rPr>
        <w:tab/>
        <w:t xml:space="preserve">               (підпис)         (ініціали та прізвище)</w:t>
      </w:r>
    </w:p>
    <w:p w:rsidR="00471573" w:rsidRPr="00111E96" w:rsidRDefault="00471573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lang w:val="uk-UA"/>
        </w:rPr>
      </w:pPr>
    </w:p>
    <w:p w:rsidR="00471573" w:rsidRPr="00111E96" w:rsidRDefault="00471573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lang w:val="uk-UA"/>
        </w:rPr>
      </w:pPr>
    </w:p>
    <w:p w:rsidR="00471573" w:rsidRPr="00111E96" w:rsidRDefault="00471573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lang w:val="uk-UA"/>
        </w:rPr>
      </w:pPr>
    </w:p>
    <w:p w:rsidR="00471573" w:rsidRPr="00111E96" w:rsidRDefault="00471573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lang w:val="uk-UA"/>
        </w:rPr>
      </w:pPr>
      <w:r w:rsidRPr="00111E96">
        <w:rPr>
          <w:rFonts w:ascii="Times New Roman" w:hAnsi="Times New Roman"/>
          <w:lang w:val="uk-UA"/>
        </w:rPr>
        <w:t xml:space="preserve">ПОГОДЖЕНО:                                                                                   </w:t>
      </w:r>
      <w:r w:rsidRPr="00111E96">
        <w:rPr>
          <w:rFonts w:ascii="Times New Roman" w:hAnsi="Times New Roman"/>
          <w:u w:val="single"/>
          <w:lang w:val="uk-UA"/>
        </w:rPr>
        <w:t xml:space="preserve">                             </w:t>
      </w:r>
      <w:r w:rsidRPr="00111E96">
        <w:rPr>
          <w:rFonts w:ascii="Times New Roman" w:hAnsi="Times New Roman"/>
          <w:lang w:val="uk-UA"/>
        </w:rPr>
        <w:t xml:space="preserve">     </w:t>
      </w:r>
      <w:r w:rsidRPr="00111E96">
        <w:rPr>
          <w:rFonts w:ascii="Times New Roman" w:hAnsi="Times New Roman"/>
          <w:u w:val="single"/>
          <w:lang w:val="uk-UA"/>
        </w:rPr>
        <w:t xml:space="preserve"> В.Г. Бортнійчук</w:t>
      </w:r>
    </w:p>
    <w:p w:rsidR="00471573" w:rsidRPr="00111E96" w:rsidRDefault="00471573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lang w:val="uk-UA"/>
        </w:rPr>
      </w:pPr>
      <w:r w:rsidRPr="00111E96">
        <w:rPr>
          <w:rFonts w:ascii="Times New Roman" w:hAnsi="Times New Roman"/>
          <w:lang w:val="uk-UA"/>
        </w:rPr>
        <w:t>Керівник фінансового органу__</w:t>
      </w:r>
      <w:r w:rsidRPr="00111E96">
        <w:rPr>
          <w:rFonts w:ascii="Times New Roman" w:hAnsi="Times New Roman"/>
          <w:lang w:val="uk-UA"/>
        </w:rPr>
        <w:tab/>
      </w:r>
      <w:r w:rsidRPr="00111E96">
        <w:rPr>
          <w:rFonts w:ascii="Times New Roman" w:hAnsi="Times New Roman"/>
          <w:lang w:val="uk-UA"/>
        </w:rPr>
        <w:tab/>
      </w:r>
      <w:r w:rsidRPr="00111E96">
        <w:rPr>
          <w:rFonts w:ascii="Times New Roman" w:hAnsi="Times New Roman"/>
          <w:lang w:val="uk-UA"/>
        </w:rPr>
        <w:tab/>
      </w:r>
      <w:r w:rsidRPr="00111E96">
        <w:rPr>
          <w:rFonts w:ascii="Times New Roman" w:hAnsi="Times New Roman"/>
          <w:lang w:val="uk-UA"/>
        </w:rPr>
        <w:tab/>
      </w:r>
      <w:r w:rsidRPr="00111E96">
        <w:rPr>
          <w:rFonts w:ascii="Times New Roman" w:hAnsi="Times New Roman"/>
          <w:lang w:val="uk-UA"/>
        </w:rPr>
        <w:tab/>
      </w:r>
      <w:r w:rsidRPr="00111E96">
        <w:rPr>
          <w:rFonts w:ascii="Times New Roman" w:hAnsi="Times New Roman"/>
          <w:lang w:val="uk-UA"/>
        </w:rPr>
        <w:tab/>
        <w:t xml:space="preserve">        (підпис)                  (ініціали та прізвище)</w:t>
      </w:r>
    </w:p>
    <w:p w:rsidR="00471573" w:rsidRPr="002F0557" w:rsidRDefault="00471573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0"/>
          <w:szCs w:val="20"/>
          <w:lang w:val="uk-UA"/>
        </w:rPr>
      </w:pPr>
    </w:p>
    <w:p w:rsidR="00471573" w:rsidRPr="002F0557" w:rsidRDefault="00471573">
      <w:pPr>
        <w:tabs>
          <w:tab w:val="left" w:pos="3270"/>
        </w:tabs>
        <w:ind w:firstLine="0"/>
        <w:rPr>
          <w:rFonts w:ascii="Times New Roman" w:hAnsi="Times New Roman"/>
          <w:sz w:val="20"/>
          <w:szCs w:val="20"/>
          <w:lang w:val="uk-UA"/>
        </w:rPr>
      </w:pPr>
    </w:p>
    <w:sectPr w:rsidR="00471573" w:rsidRPr="002F0557" w:rsidSect="00F23DAF">
      <w:footerReference w:type="default" r:id="rId7"/>
      <w:pgSz w:w="16838" w:h="11906" w:orient="landscape"/>
      <w:pgMar w:top="709" w:right="850" w:bottom="1135" w:left="1701" w:header="708" w:footer="3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573" w:rsidRDefault="00471573" w:rsidP="00F23DAF">
      <w:pPr>
        <w:spacing w:line="240" w:lineRule="auto"/>
      </w:pPr>
      <w:r>
        <w:separator/>
      </w:r>
    </w:p>
  </w:endnote>
  <w:endnote w:type="continuationSeparator" w:id="0">
    <w:p w:rsidR="00471573" w:rsidRDefault="00471573" w:rsidP="00F23DA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573" w:rsidRDefault="00471573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471573" w:rsidRDefault="004715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573" w:rsidRDefault="00471573" w:rsidP="00F23DAF">
      <w:pPr>
        <w:spacing w:line="240" w:lineRule="auto"/>
      </w:pPr>
      <w:r>
        <w:separator/>
      </w:r>
    </w:p>
  </w:footnote>
  <w:footnote w:type="continuationSeparator" w:id="0">
    <w:p w:rsidR="00471573" w:rsidRDefault="00471573" w:rsidP="00F23DA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86921"/>
    <w:multiLevelType w:val="hybridMultilevel"/>
    <w:tmpl w:val="46E09690"/>
    <w:lvl w:ilvl="0" w:tplc="8C52A04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1">
    <w:nsid w:val="1B386C2F"/>
    <w:multiLevelType w:val="hybridMultilevel"/>
    <w:tmpl w:val="5588B5E4"/>
    <w:lvl w:ilvl="0" w:tplc="6A6E7DD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D70"/>
    <w:rsid w:val="0002755C"/>
    <w:rsid w:val="0006139D"/>
    <w:rsid w:val="000615F6"/>
    <w:rsid w:val="0007384F"/>
    <w:rsid w:val="000833FF"/>
    <w:rsid w:val="00083676"/>
    <w:rsid w:val="000867EF"/>
    <w:rsid w:val="000A63F8"/>
    <w:rsid w:val="000E3901"/>
    <w:rsid w:val="001011BE"/>
    <w:rsid w:val="00111E96"/>
    <w:rsid w:val="001446BB"/>
    <w:rsid w:val="001678F9"/>
    <w:rsid w:val="00190EE2"/>
    <w:rsid w:val="001E5946"/>
    <w:rsid w:val="001E67D4"/>
    <w:rsid w:val="001F3E2E"/>
    <w:rsid w:val="002317A6"/>
    <w:rsid w:val="00240BD6"/>
    <w:rsid w:val="002509DB"/>
    <w:rsid w:val="00250B27"/>
    <w:rsid w:val="00262064"/>
    <w:rsid w:val="002649AA"/>
    <w:rsid w:val="002A7B42"/>
    <w:rsid w:val="002E0F8D"/>
    <w:rsid w:val="002F0557"/>
    <w:rsid w:val="00327C4F"/>
    <w:rsid w:val="0034097B"/>
    <w:rsid w:val="0037187E"/>
    <w:rsid w:val="00383BA9"/>
    <w:rsid w:val="003851E1"/>
    <w:rsid w:val="003F47B5"/>
    <w:rsid w:val="00402D2F"/>
    <w:rsid w:val="00415CC0"/>
    <w:rsid w:val="00434A53"/>
    <w:rsid w:val="00437F8E"/>
    <w:rsid w:val="004675B3"/>
    <w:rsid w:val="00471573"/>
    <w:rsid w:val="0049566B"/>
    <w:rsid w:val="00495D4B"/>
    <w:rsid w:val="004C4026"/>
    <w:rsid w:val="004C5440"/>
    <w:rsid w:val="004E59B1"/>
    <w:rsid w:val="005120C4"/>
    <w:rsid w:val="00544DF3"/>
    <w:rsid w:val="00561048"/>
    <w:rsid w:val="005D1CB7"/>
    <w:rsid w:val="005D5025"/>
    <w:rsid w:val="00610C7C"/>
    <w:rsid w:val="00626F0E"/>
    <w:rsid w:val="006405D1"/>
    <w:rsid w:val="00640EB6"/>
    <w:rsid w:val="0065490E"/>
    <w:rsid w:val="006578CE"/>
    <w:rsid w:val="006D1F13"/>
    <w:rsid w:val="00701683"/>
    <w:rsid w:val="0072063F"/>
    <w:rsid w:val="007325B4"/>
    <w:rsid w:val="00765474"/>
    <w:rsid w:val="0078244B"/>
    <w:rsid w:val="007A4089"/>
    <w:rsid w:val="007D27D9"/>
    <w:rsid w:val="007D53BF"/>
    <w:rsid w:val="0082196E"/>
    <w:rsid w:val="00825D47"/>
    <w:rsid w:val="00854F11"/>
    <w:rsid w:val="008630B1"/>
    <w:rsid w:val="00864E3E"/>
    <w:rsid w:val="008C30BC"/>
    <w:rsid w:val="008E083A"/>
    <w:rsid w:val="00906188"/>
    <w:rsid w:val="0092408B"/>
    <w:rsid w:val="009559B4"/>
    <w:rsid w:val="00977492"/>
    <w:rsid w:val="00981427"/>
    <w:rsid w:val="009C184E"/>
    <w:rsid w:val="00A068ED"/>
    <w:rsid w:val="00A662D2"/>
    <w:rsid w:val="00AD46FB"/>
    <w:rsid w:val="00B034C6"/>
    <w:rsid w:val="00B345D1"/>
    <w:rsid w:val="00B67B6B"/>
    <w:rsid w:val="00B77926"/>
    <w:rsid w:val="00B90871"/>
    <w:rsid w:val="00BC3269"/>
    <w:rsid w:val="00BC3E4D"/>
    <w:rsid w:val="00BE2961"/>
    <w:rsid w:val="00BE5FF7"/>
    <w:rsid w:val="00BF099C"/>
    <w:rsid w:val="00C00CF6"/>
    <w:rsid w:val="00C11FAB"/>
    <w:rsid w:val="00C202A0"/>
    <w:rsid w:val="00C37890"/>
    <w:rsid w:val="00C554B6"/>
    <w:rsid w:val="00C873EF"/>
    <w:rsid w:val="00CA56B4"/>
    <w:rsid w:val="00CC7869"/>
    <w:rsid w:val="00CF4FA0"/>
    <w:rsid w:val="00D34403"/>
    <w:rsid w:val="00D76DDD"/>
    <w:rsid w:val="00D94E0D"/>
    <w:rsid w:val="00DB4EDE"/>
    <w:rsid w:val="00DB740E"/>
    <w:rsid w:val="00DC2661"/>
    <w:rsid w:val="00DC7511"/>
    <w:rsid w:val="00DD4A24"/>
    <w:rsid w:val="00DE1AC7"/>
    <w:rsid w:val="00DF65EE"/>
    <w:rsid w:val="00E065E8"/>
    <w:rsid w:val="00E10C08"/>
    <w:rsid w:val="00E44326"/>
    <w:rsid w:val="00E872E7"/>
    <w:rsid w:val="00EB6D70"/>
    <w:rsid w:val="00ED5A19"/>
    <w:rsid w:val="00F21E94"/>
    <w:rsid w:val="00F23DAF"/>
    <w:rsid w:val="00F333C8"/>
    <w:rsid w:val="00F437E1"/>
    <w:rsid w:val="00F738C6"/>
    <w:rsid w:val="00FA3EF3"/>
    <w:rsid w:val="00FA51B7"/>
    <w:rsid w:val="00FE21C4"/>
    <w:rsid w:val="00FF2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869"/>
    <w:pPr>
      <w:spacing w:line="360" w:lineRule="auto"/>
      <w:ind w:firstLine="709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B6D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6D7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262064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6578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F23DAF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23DA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23DAF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23DAF"/>
    <w:rPr>
      <w:rFonts w:cs="Times New Roman"/>
    </w:rPr>
  </w:style>
  <w:style w:type="character" w:customStyle="1" w:styleId="apple-style-span">
    <w:name w:val="apple-style-span"/>
    <w:basedOn w:val="DefaultParagraphFont"/>
    <w:uiPriority w:val="99"/>
    <w:rsid w:val="00D76DD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22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2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2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2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2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2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2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2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729</Words>
  <Characters>4158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Admin</dc:creator>
  <cp:keywords/>
  <dc:description/>
  <cp:lastModifiedBy>user</cp:lastModifiedBy>
  <cp:revision>2</cp:revision>
  <cp:lastPrinted>2018-07-10T08:00:00Z</cp:lastPrinted>
  <dcterms:created xsi:type="dcterms:W3CDTF">2018-07-16T07:32:00Z</dcterms:created>
  <dcterms:modified xsi:type="dcterms:W3CDTF">2018-07-16T07:32:00Z</dcterms:modified>
</cp:coreProperties>
</file>