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67F" w:rsidRDefault="0024567F" w:rsidP="00D16C01">
      <w:pPr>
        <w:jc w:val="center"/>
        <w:rPr>
          <w:snapToGrid w:val="0"/>
          <w:spacing w:val="8"/>
        </w:rPr>
      </w:pPr>
      <w:r w:rsidRPr="00F35A40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24567F" w:rsidRDefault="0024567F" w:rsidP="00D16C01">
      <w:pPr>
        <w:jc w:val="center"/>
        <w:rPr>
          <w:snapToGrid w:val="0"/>
          <w:spacing w:val="8"/>
        </w:rPr>
      </w:pPr>
    </w:p>
    <w:p w:rsidR="0024567F" w:rsidRDefault="0024567F" w:rsidP="00D16C01">
      <w:pPr>
        <w:pStyle w:val="Heading2"/>
        <w:spacing w:before="0" w:after="0"/>
        <w:jc w:val="center"/>
        <w:rPr>
          <w:rFonts w:ascii="Times New Roman" w:hAnsi="Times New Roman" w:cs="Times New Roman"/>
          <w:bCs w:val="0"/>
          <w:i w:val="0"/>
        </w:rPr>
      </w:pPr>
      <w:r>
        <w:rPr>
          <w:rFonts w:ascii="Times New Roman" w:hAnsi="Times New Roman" w:cs="Times New Roman"/>
          <w:bCs w:val="0"/>
          <w:i w:val="0"/>
        </w:rPr>
        <w:t>КАМІНЬ-КАШИРСЬКА  РАЙОННА ДЕРЖАВНА АДМІНІСТРАЦІЯ</w:t>
      </w:r>
    </w:p>
    <w:p w:rsidR="0024567F" w:rsidRDefault="0024567F" w:rsidP="00D16C01">
      <w:pPr>
        <w:pStyle w:val="Heading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ВОЛИНСЬКОЇ ОБЛАСТІ</w:t>
      </w:r>
    </w:p>
    <w:p w:rsidR="0024567F" w:rsidRDefault="0024567F" w:rsidP="00D16C01">
      <w:pPr>
        <w:jc w:val="center"/>
        <w:rPr>
          <w:sz w:val="28"/>
          <w:szCs w:val="28"/>
        </w:rPr>
      </w:pPr>
    </w:p>
    <w:p w:rsidR="0024567F" w:rsidRPr="00D16C01" w:rsidRDefault="0024567F" w:rsidP="00D16C01">
      <w:pPr>
        <w:pStyle w:val="Heading1"/>
        <w:rPr>
          <w:b/>
          <w:bCs/>
          <w:sz w:val="32"/>
          <w:szCs w:val="24"/>
          <w:lang w:val="uk-UA"/>
        </w:rPr>
      </w:pPr>
      <w:r w:rsidRPr="00D16C01">
        <w:rPr>
          <w:b/>
          <w:bCs/>
          <w:sz w:val="32"/>
          <w:szCs w:val="24"/>
          <w:lang w:val="uk-UA"/>
        </w:rPr>
        <w:t>РОЗПОРЯДЖЕННЯ</w:t>
      </w:r>
    </w:p>
    <w:p w:rsidR="0024567F" w:rsidRDefault="0024567F" w:rsidP="00D16C01">
      <w:pPr>
        <w:jc w:val="center"/>
      </w:pPr>
    </w:p>
    <w:p w:rsidR="0024567F" w:rsidRDefault="0024567F" w:rsidP="00D16C01">
      <w:pPr>
        <w:pStyle w:val="Title"/>
        <w:jc w:val="left"/>
      </w:pPr>
      <w:r>
        <w:rPr>
          <w:szCs w:val="28"/>
        </w:rPr>
        <w:t xml:space="preserve"> 11 червня 2018 року            м.Камінь-Каширський             </w:t>
      </w:r>
      <w:r>
        <w:tab/>
        <w:t xml:space="preserve">                   № 171</w:t>
      </w:r>
    </w:p>
    <w:p w:rsidR="0024567F" w:rsidRDefault="0024567F" w:rsidP="00D16C01">
      <w:pPr>
        <w:jc w:val="center"/>
        <w:rPr>
          <w:sz w:val="28"/>
          <w:szCs w:val="28"/>
        </w:rPr>
      </w:pPr>
    </w:p>
    <w:p w:rsidR="0024567F" w:rsidRPr="005145A7" w:rsidRDefault="0024567F" w:rsidP="00D16C01">
      <w:pPr>
        <w:jc w:val="center"/>
        <w:rPr>
          <w:bCs/>
          <w:color w:val="000000"/>
          <w:sz w:val="26"/>
          <w:szCs w:val="28"/>
        </w:rPr>
      </w:pPr>
      <w:r w:rsidRPr="005145A7">
        <w:rPr>
          <w:sz w:val="26"/>
          <w:szCs w:val="28"/>
        </w:rPr>
        <w:t xml:space="preserve">Про організацію військового обліку </w:t>
      </w:r>
      <w:r w:rsidRPr="005145A7">
        <w:rPr>
          <w:bCs/>
          <w:color w:val="000000"/>
          <w:sz w:val="26"/>
          <w:szCs w:val="28"/>
        </w:rPr>
        <w:t>призовників</w:t>
      </w:r>
    </w:p>
    <w:p w:rsidR="0024567F" w:rsidRPr="005145A7" w:rsidRDefault="0024567F" w:rsidP="0025127D">
      <w:pPr>
        <w:jc w:val="center"/>
        <w:rPr>
          <w:sz w:val="26"/>
        </w:rPr>
      </w:pPr>
      <w:r w:rsidRPr="005145A7">
        <w:rPr>
          <w:bCs/>
          <w:color w:val="000000"/>
          <w:sz w:val="26"/>
          <w:szCs w:val="28"/>
        </w:rPr>
        <w:t> і військовозобов’язаних</w:t>
      </w:r>
      <w:r w:rsidRPr="005145A7">
        <w:rPr>
          <w:sz w:val="26"/>
          <w:szCs w:val="28"/>
        </w:rPr>
        <w:t xml:space="preserve"> на території району</w:t>
      </w:r>
    </w:p>
    <w:p w:rsidR="0024567F" w:rsidRPr="005145A7" w:rsidRDefault="0024567F" w:rsidP="0025127D">
      <w:pPr>
        <w:jc w:val="center"/>
        <w:rPr>
          <w:sz w:val="26"/>
        </w:rPr>
      </w:pPr>
    </w:p>
    <w:p w:rsidR="0024567F" w:rsidRPr="005145A7" w:rsidRDefault="0024567F" w:rsidP="00D16C01">
      <w:pPr>
        <w:ind w:firstLine="708"/>
        <w:jc w:val="both"/>
        <w:rPr>
          <w:sz w:val="26"/>
          <w:szCs w:val="28"/>
        </w:rPr>
      </w:pPr>
      <w:r w:rsidRPr="005145A7">
        <w:rPr>
          <w:sz w:val="26"/>
          <w:szCs w:val="28"/>
        </w:rPr>
        <w:t xml:space="preserve">Відповідно до законів України «Про місцеві державні адміністрації», «Про мобілізаційну підготовку та мобілізацію», «Про військовий обов’язок і </w:t>
      </w:r>
      <w:r w:rsidRPr="005145A7">
        <w:rPr>
          <w:spacing w:val="-4"/>
          <w:sz w:val="26"/>
          <w:szCs w:val="28"/>
        </w:rPr>
        <w:t xml:space="preserve">військову службу», </w:t>
      </w:r>
      <w:r w:rsidRPr="005145A7">
        <w:rPr>
          <w:sz w:val="26"/>
          <w:szCs w:val="28"/>
        </w:rPr>
        <w:t>постанов Кабінету Міністрів України від 07 грудня         2016 року №</w:t>
      </w:r>
      <w:r w:rsidRPr="005145A7">
        <w:rPr>
          <w:bCs/>
          <w:color w:val="000000"/>
          <w:sz w:val="26"/>
          <w:szCs w:val="28"/>
        </w:rPr>
        <w:t> </w:t>
      </w:r>
      <w:r w:rsidRPr="005145A7">
        <w:rPr>
          <w:sz w:val="26"/>
          <w:szCs w:val="28"/>
        </w:rPr>
        <w:t>921 «</w:t>
      </w:r>
      <w:r w:rsidRPr="005145A7">
        <w:rPr>
          <w:bCs/>
          <w:color w:val="000000"/>
          <w:sz w:val="26"/>
          <w:szCs w:val="28"/>
        </w:rPr>
        <w:t>Про затвердження Порядку організації та ведення військового обліку призовників і військовозобов’язаних</w:t>
      </w:r>
      <w:r w:rsidRPr="005145A7">
        <w:rPr>
          <w:sz w:val="26"/>
          <w:szCs w:val="28"/>
        </w:rPr>
        <w:t>» (далі – Порядок), від 04 лютого 2015 року № 45 (у редакції постанови Кабінету Міністрів України від 11 січня 2018 року №</w:t>
      </w:r>
      <w:r w:rsidRPr="005145A7">
        <w:rPr>
          <w:bCs/>
          <w:color w:val="000000"/>
          <w:sz w:val="26"/>
          <w:szCs w:val="28"/>
        </w:rPr>
        <w:t> </w:t>
      </w:r>
      <w:r w:rsidRPr="005145A7">
        <w:rPr>
          <w:sz w:val="26"/>
          <w:szCs w:val="28"/>
        </w:rPr>
        <w:t xml:space="preserve">12) «Про затвердження Порядку бронювання військовозобов’язаних за органами державної влади, іншими державними органами, органами місцевого самоврядування та підприємствами, установами і організаціями на період мобілізації та воєнний час», розпорядження голови облдержадміністрації від 18.05.2018р. № 288 «Про організацію військового обліку </w:t>
      </w:r>
      <w:r w:rsidRPr="005145A7">
        <w:rPr>
          <w:bCs/>
          <w:color w:val="000000"/>
          <w:sz w:val="26"/>
          <w:szCs w:val="28"/>
        </w:rPr>
        <w:t>призовників і військовозобов’язаних</w:t>
      </w:r>
      <w:r w:rsidRPr="005145A7">
        <w:rPr>
          <w:sz w:val="26"/>
          <w:szCs w:val="28"/>
        </w:rPr>
        <w:t xml:space="preserve"> на території області»:</w:t>
      </w:r>
    </w:p>
    <w:p w:rsidR="0024567F" w:rsidRPr="005145A7" w:rsidRDefault="0024567F" w:rsidP="0025127D">
      <w:pPr>
        <w:ind w:firstLine="708"/>
        <w:jc w:val="both"/>
        <w:rPr>
          <w:sz w:val="26"/>
        </w:rPr>
      </w:pPr>
      <w:r w:rsidRPr="005145A7">
        <w:rPr>
          <w:sz w:val="26"/>
          <w:szCs w:val="28"/>
        </w:rPr>
        <w:t xml:space="preserve">1. Визначити </w:t>
      </w:r>
      <w:r w:rsidRPr="005145A7">
        <w:rPr>
          <w:sz w:val="26"/>
        </w:rPr>
        <w:t>керівника апарату райдержадміністрації Ващук О.П. в</w:t>
      </w:r>
      <w:r w:rsidRPr="005145A7">
        <w:rPr>
          <w:sz w:val="26"/>
          <w:szCs w:val="28"/>
        </w:rPr>
        <w:t>ідповідальною за організацію військового обліку на території району.</w:t>
      </w:r>
    </w:p>
    <w:p w:rsidR="0024567F" w:rsidRPr="005145A7" w:rsidRDefault="0024567F" w:rsidP="0025127D">
      <w:pPr>
        <w:ind w:firstLine="708"/>
        <w:jc w:val="both"/>
        <w:rPr>
          <w:sz w:val="26"/>
          <w:szCs w:val="28"/>
        </w:rPr>
      </w:pPr>
      <w:r w:rsidRPr="005145A7">
        <w:rPr>
          <w:sz w:val="26"/>
          <w:szCs w:val="28"/>
        </w:rPr>
        <w:t>2.</w:t>
      </w:r>
      <w:r w:rsidRPr="005145A7">
        <w:rPr>
          <w:bCs/>
          <w:color w:val="000000"/>
          <w:sz w:val="26"/>
          <w:szCs w:val="28"/>
        </w:rPr>
        <w:t> </w:t>
      </w:r>
      <w:r w:rsidRPr="005145A7">
        <w:rPr>
          <w:sz w:val="26"/>
          <w:szCs w:val="28"/>
        </w:rPr>
        <w:t xml:space="preserve"> Організувати роботу з ведення військового обліку </w:t>
      </w:r>
      <w:r w:rsidRPr="005145A7">
        <w:rPr>
          <w:bCs/>
          <w:color w:val="000000"/>
          <w:sz w:val="26"/>
          <w:szCs w:val="28"/>
        </w:rPr>
        <w:t xml:space="preserve">призовників і військовозобов’язаних та </w:t>
      </w:r>
      <w:r w:rsidRPr="005145A7">
        <w:rPr>
          <w:sz w:val="26"/>
          <w:szCs w:val="28"/>
        </w:rPr>
        <w:t>бронювання військовозобов’язаних:</w:t>
      </w:r>
    </w:p>
    <w:p w:rsidR="0024567F" w:rsidRPr="005145A7" w:rsidRDefault="0024567F" w:rsidP="0025127D">
      <w:pPr>
        <w:ind w:firstLine="708"/>
        <w:jc w:val="both"/>
        <w:rPr>
          <w:sz w:val="26"/>
          <w:szCs w:val="28"/>
        </w:rPr>
      </w:pPr>
      <w:r w:rsidRPr="005145A7">
        <w:rPr>
          <w:sz w:val="26"/>
          <w:szCs w:val="28"/>
        </w:rPr>
        <w:t xml:space="preserve">- головному спеціалісту з питань управління персоналом апарату райдержадміністрації Войчик І.В. в апараті райдержадміністрації; </w:t>
      </w:r>
    </w:p>
    <w:p w:rsidR="0024567F" w:rsidRPr="005145A7" w:rsidRDefault="0024567F" w:rsidP="0025127D">
      <w:pPr>
        <w:ind w:firstLine="708"/>
        <w:jc w:val="both"/>
        <w:rPr>
          <w:sz w:val="26"/>
          <w:szCs w:val="28"/>
        </w:rPr>
      </w:pPr>
      <w:r w:rsidRPr="005145A7">
        <w:rPr>
          <w:sz w:val="26"/>
          <w:szCs w:val="28"/>
        </w:rPr>
        <w:t>- керівникам структурних підрозділів райдержадміністрації у підпорядкованих підрозділах.</w:t>
      </w:r>
    </w:p>
    <w:p w:rsidR="0024567F" w:rsidRPr="005145A7" w:rsidRDefault="0024567F" w:rsidP="0025127D">
      <w:pPr>
        <w:ind w:firstLine="708"/>
        <w:jc w:val="both"/>
        <w:rPr>
          <w:sz w:val="26"/>
          <w:szCs w:val="28"/>
        </w:rPr>
      </w:pPr>
      <w:r w:rsidRPr="005145A7">
        <w:rPr>
          <w:sz w:val="26"/>
          <w:szCs w:val="28"/>
        </w:rPr>
        <w:t>3. Затвердити завдання з методичного забезпечення військового обліку й підвищення кваліфікації посадових осіб, відповідальних за організацію та ведення військового обліку призовників і військовозобов’язаних, забезпечення функціонування системи військового обліку на території району на 2018 рік, що додаються.</w:t>
      </w:r>
    </w:p>
    <w:p w:rsidR="0024567F" w:rsidRPr="005145A7" w:rsidRDefault="0024567F" w:rsidP="0025127D">
      <w:pPr>
        <w:ind w:firstLine="708"/>
        <w:jc w:val="both"/>
        <w:rPr>
          <w:sz w:val="26"/>
          <w:szCs w:val="28"/>
        </w:rPr>
      </w:pPr>
      <w:r w:rsidRPr="005145A7">
        <w:rPr>
          <w:sz w:val="26"/>
          <w:szCs w:val="28"/>
        </w:rPr>
        <w:t xml:space="preserve">4. Утворити комісію з перевірки стану військового обліку, бронювання військовозобов’язаних на період мобілізації та на воєнний час громадян України </w:t>
      </w:r>
      <w:r>
        <w:rPr>
          <w:sz w:val="26"/>
          <w:szCs w:val="28"/>
        </w:rPr>
        <w:t>у</w:t>
      </w:r>
      <w:r w:rsidRPr="005145A7">
        <w:rPr>
          <w:sz w:val="26"/>
          <w:szCs w:val="28"/>
        </w:rPr>
        <w:t xml:space="preserve"> </w:t>
      </w:r>
      <w:r>
        <w:rPr>
          <w:sz w:val="26"/>
          <w:szCs w:val="28"/>
        </w:rPr>
        <w:t>район</w:t>
      </w:r>
      <w:r w:rsidRPr="005145A7">
        <w:rPr>
          <w:sz w:val="26"/>
          <w:szCs w:val="28"/>
        </w:rPr>
        <w:t>і у складі згідно з додатком.</w:t>
      </w:r>
    </w:p>
    <w:p w:rsidR="0024567F" w:rsidRPr="005145A7" w:rsidRDefault="0024567F" w:rsidP="00C7592E">
      <w:pPr>
        <w:ind w:firstLine="708"/>
        <w:jc w:val="both"/>
        <w:rPr>
          <w:sz w:val="26"/>
          <w:szCs w:val="28"/>
        </w:rPr>
      </w:pPr>
      <w:r w:rsidRPr="005145A7">
        <w:rPr>
          <w:sz w:val="26"/>
          <w:szCs w:val="28"/>
        </w:rPr>
        <w:t>5.</w:t>
      </w:r>
      <w:r w:rsidRPr="005145A7">
        <w:rPr>
          <w:bCs/>
          <w:color w:val="000000"/>
          <w:sz w:val="26"/>
          <w:szCs w:val="28"/>
        </w:rPr>
        <w:t> </w:t>
      </w:r>
      <w:r w:rsidRPr="005145A7">
        <w:rPr>
          <w:sz w:val="26"/>
          <w:szCs w:val="28"/>
        </w:rPr>
        <w:t>Визнати таким, що втратив чинність пункт 3 розпорядження голови райдержадміністрації від 16 січня 2018 року № 10 «Про стан військового обліку на території району у 2017 році та завдання щодо його організації і ведення у 2018 році».</w:t>
      </w:r>
    </w:p>
    <w:p w:rsidR="0024567F" w:rsidRPr="005145A7" w:rsidRDefault="0024567F">
      <w:pPr>
        <w:rPr>
          <w:sz w:val="26"/>
        </w:rPr>
      </w:pPr>
    </w:p>
    <w:p w:rsidR="0024567F" w:rsidRPr="005145A7" w:rsidRDefault="0024567F">
      <w:pPr>
        <w:rPr>
          <w:sz w:val="26"/>
          <w:szCs w:val="28"/>
        </w:rPr>
      </w:pPr>
    </w:p>
    <w:p w:rsidR="0024567F" w:rsidRPr="005145A7" w:rsidRDefault="0024567F">
      <w:pPr>
        <w:rPr>
          <w:sz w:val="26"/>
          <w:szCs w:val="28"/>
        </w:rPr>
      </w:pPr>
      <w:r w:rsidRPr="005145A7">
        <w:rPr>
          <w:sz w:val="26"/>
          <w:szCs w:val="28"/>
        </w:rPr>
        <w:t>Перший заступник голови</w:t>
      </w:r>
      <w:r w:rsidRPr="005145A7">
        <w:rPr>
          <w:sz w:val="26"/>
          <w:szCs w:val="28"/>
        </w:rPr>
        <w:tab/>
      </w:r>
      <w:r w:rsidRPr="005145A7">
        <w:rPr>
          <w:sz w:val="26"/>
          <w:szCs w:val="28"/>
        </w:rPr>
        <w:tab/>
      </w:r>
      <w:r w:rsidRPr="005145A7">
        <w:rPr>
          <w:sz w:val="26"/>
          <w:szCs w:val="28"/>
        </w:rPr>
        <w:tab/>
      </w:r>
      <w:r w:rsidRPr="005145A7">
        <w:rPr>
          <w:sz w:val="26"/>
          <w:szCs w:val="28"/>
        </w:rPr>
        <w:tab/>
      </w:r>
      <w:r w:rsidRPr="005145A7">
        <w:rPr>
          <w:sz w:val="26"/>
          <w:szCs w:val="28"/>
        </w:rPr>
        <w:tab/>
      </w:r>
      <w:r w:rsidRPr="005145A7">
        <w:rPr>
          <w:sz w:val="26"/>
          <w:szCs w:val="28"/>
        </w:rPr>
        <w:tab/>
      </w:r>
      <w:r w:rsidRPr="005145A7">
        <w:rPr>
          <w:b/>
          <w:sz w:val="26"/>
          <w:szCs w:val="28"/>
        </w:rPr>
        <w:t>О.МИХАЛІК</w:t>
      </w:r>
    </w:p>
    <w:p w:rsidR="0024567F" w:rsidRPr="005145A7" w:rsidRDefault="0024567F">
      <w:pPr>
        <w:rPr>
          <w:sz w:val="26"/>
        </w:rPr>
      </w:pPr>
    </w:p>
    <w:p w:rsidR="0024567F" w:rsidRDefault="0024567F" w:rsidP="005145A7">
      <w:pPr>
        <w:rPr>
          <w:rFonts w:eastAsia="MS Mincho"/>
          <w:sz w:val="28"/>
        </w:rPr>
      </w:pPr>
      <w:r w:rsidRPr="005145A7">
        <w:t>Денік 23332</w:t>
      </w:r>
    </w:p>
    <w:p w:rsidR="0024567F" w:rsidRDefault="0024567F" w:rsidP="00C7592E">
      <w:pPr>
        <w:pStyle w:val="PlainText"/>
        <w:ind w:left="6300"/>
        <w:rPr>
          <w:rFonts w:ascii="Times New Roman" w:eastAsia="MS Mincho" w:hAnsi="Times New Roman"/>
          <w:sz w:val="26"/>
          <w:szCs w:val="24"/>
          <w:lang w:val="uk-UA"/>
        </w:rPr>
      </w:pPr>
    </w:p>
    <w:p w:rsidR="0024567F" w:rsidRDefault="0024567F" w:rsidP="00C7592E">
      <w:pPr>
        <w:pStyle w:val="PlainText"/>
        <w:ind w:left="6300"/>
        <w:rPr>
          <w:rFonts w:ascii="Times New Roman" w:eastAsia="MS Mincho" w:hAnsi="Times New Roman"/>
          <w:sz w:val="26"/>
          <w:szCs w:val="24"/>
          <w:lang w:val="uk-UA"/>
        </w:rPr>
      </w:pPr>
    </w:p>
    <w:p w:rsidR="0024567F" w:rsidRPr="005145A7" w:rsidRDefault="0024567F" w:rsidP="00C7592E">
      <w:pPr>
        <w:pStyle w:val="PlainText"/>
        <w:ind w:left="6300"/>
        <w:rPr>
          <w:rFonts w:ascii="Times New Roman" w:eastAsia="MS Mincho" w:hAnsi="Times New Roman"/>
          <w:sz w:val="26"/>
          <w:szCs w:val="24"/>
          <w:lang w:val="uk-UA"/>
        </w:rPr>
      </w:pPr>
      <w:r w:rsidRPr="005145A7">
        <w:rPr>
          <w:rFonts w:ascii="Times New Roman" w:eastAsia="MS Mincho" w:hAnsi="Times New Roman"/>
          <w:sz w:val="26"/>
          <w:szCs w:val="24"/>
          <w:lang w:val="uk-UA"/>
        </w:rPr>
        <w:t xml:space="preserve">Додаток </w:t>
      </w:r>
    </w:p>
    <w:p w:rsidR="0024567F" w:rsidRPr="005145A7" w:rsidRDefault="0024567F" w:rsidP="00C7592E">
      <w:pPr>
        <w:pStyle w:val="PlainText"/>
        <w:ind w:left="6300"/>
        <w:rPr>
          <w:rFonts w:ascii="Times New Roman" w:eastAsia="MS Mincho" w:hAnsi="Times New Roman"/>
          <w:sz w:val="26"/>
          <w:szCs w:val="24"/>
          <w:lang w:val="uk-UA"/>
        </w:rPr>
      </w:pPr>
      <w:r w:rsidRPr="005145A7">
        <w:rPr>
          <w:rFonts w:ascii="Times New Roman" w:eastAsia="MS Mincho" w:hAnsi="Times New Roman"/>
          <w:sz w:val="26"/>
          <w:szCs w:val="24"/>
          <w:lang w:val="uk-UA"/>
        </w:rPr>
        <w:t>до розпорядження голови районної державної адміністрації</w:t>
      </w:r>
    </w:p>
    <w:p w:rsidR="0024567F" w:rsidRPr="005145A7" w:rsidRDefault="0024567F" w:rsidP="00C7592E">
      <w:pPr>
        <w:pStyle w:val="PlainText"/>
        <w:ind w:left="6300"/>
        <w:rPr>
          <w:rFonts w:ascii="Times New Roman" w:eastAsia="MS Mincho" w:hAnsi="Times New Roman"/>
          <w:sz w:val="26"/>
          <w:szCs w:val="24"/>
          <w:lang w:val="uk-UA"/>
        </w:rPr>
      </w:pPr>
      <w:r w:rsidRPr="005145A7">
        <w:rPr>
          <w:rFonts w:ascii="Times New Roman" w:hAnsi="Times New Roman"/>
          <w:sz w:val="26"/>
          <w:szCs w:val="28"/>
          <w:lang w:val="uk-UA"/>
        </w:rPr>
        <w:t xml:space="preserve">від </w:t>
      </w:r>
      <w:r>
        <w:rPr>
          <w:rFonts w:ascii="Times New Roman" w:hAnsi="Times New Roman"/>
          <w:sz w:val="26"/>
          <w:szCs w:val="28"/>
          <w:lang w:val="uk-UA"/>
        </w:rPr>
        <w:t>12.06.2018 р.</w:t>
      </w:r>
      <w:r w:rsidRPr="005145A7">
        <w:rPr>
          <w:rFonts w:ascii="Times New Roman" w:hAnsi="Times New Roman"/>
          <w:sz w:val="26"/>
          <w:szCs w:val="28"/>
          <w:lang w:val="uk-UA"/>
        </w:rPr>
        <w:t xml:space="preserve">                        № </w:t>
      </w:r>
      <w:r>
        <w:rPr>
          <w:rFonts w:ascii="Times New Roman" w:eastAsia="MS Mincho" w:hAnsi="Times New Roman"/>
          <w:sz w:val="26"/>
          <w:szCs w:val="24"/>
          <w:lang w:val="uk-UA"/>
        </w:rPr>
        <w:t>171</w:t>
      </w:r>
    </w:p>
    <w:p w:rsidR="0024567F" w:rsidRPr="005145A7" w:rsidRDefault="0024567F" w:rsidP="00C7592E">
      <w:pPr>
        <w:jc w:val="center"/>
        <w:rPr>
          <w:sz w:val="26"/>
        </w:rPr>
      </w:pPr>
    </w:p>
    <w:p w:rsidR="0024567F" w:rsidRPr="005145A7" w:rsidRDefault="0024567F" w:rsidP="00C7592E">
      <w:pPr>
        <w:jc w:val="center"/>
        <w:rPr>
          <w:rFonts w:eastAsia="MS Mincho"/>
          <w:sz w:val="26"/>
        </w:rPr>
      </w:pPr>
      <w:r w:rsidRPr="005145A7">
        <w:rPr>
          <w:rFonts w:eastAsia="MS Mincho"/>
          <w:sz w:val="26"/>
        </w:rPr>
        <w:t>СКЛАД</w:t>
      </w:r>
    </w:p>
    <w:p w:rsidR="0024567F" w:rsidRPr="005145A7" w:rsidRDefault="0024567F" w:rsidP="00C7592E">
      <w:pPr>
        <w:pStyle w:val="PlainText"/>
        <w:jc w:val="center"/>
        <w:rPr>
          <w:rFonts w:ascii="Times New Roman" w:hAnsi="Times New Roman"/>
          <w:sz w:val="26"/>
          <w:lang w:val="uk-UA"/>
        </w:rPr>
      </w:pPr>
      <w:r w:rsidRPr="005145A7">
        <w:rPr>
          <w:rFonts w:ascii="Times New Roman" w:eastAsia="MS Mincho" w:hAnsi="Times New Roman"/>
          <w:sz w:val="26"/>
          <w:szCs w:val="24"/>
          <w:lang w:val="uk-UA"/>
        </w:rPr>
        <w:t xml:space="preserve">комісії </w:t>
      </w:r>
      <w:r w:rsidRPr="005145A7">
        <w:rPr>
          <w:rFonts w:ascii="Times New Roman" w:hAnsi="Times New Roman"/>
          <w:sz w:val="26"/>
          <w:szCs w:val="28"/>
          <w:lang w:val="uk-UA"/>
        </w:rPr>
        <w:t>з питань перевірки стану військового обліку</w:t>
      </w:r>
      <w:r w:rsidRPr="005145A7">
        <w:rPr>
          <w:rFonts w:ascii="Times New Roman" w:hAnsi="Times New Roman"/>
          <w:sz w:val="26"/>
          <w:lang w:val="uk-UA"/>
        </w:rPr>
        <w:t>, бронювання військовозобов’язаних</w:t>
      </w:r>
      <w:r w:rsidRPr="005145A7">
        <w:rPr>
          <w:rFonts w:ascii="Times New Roman" w:hAnsi="Times New Roman"/>
          <w:sz w:val="26"/>
          <w:szCs w:val="28"/>
          <w:lang w:val="uk-UA"/>
        </w:rPr>
        <w:t xml:space="preserve"> </w:t>
      </w:r>
      <w:r w:rsidRPr="005145A7">
        <w:rPr>
          <w:rFonts w:ascii="Times New Roman" w:hAnsi="Times New Roman"/>
          <w:sz w:val="26"/>
          <w:lang w:val="uk-UA"/>
        </w:rPr>
        <w:t>на період мобілізації та на воєнний час</w:t>
      </w:r>
      <w:r w:rsidRPr="005145A7">
        <w:rPr>
          <w:rFonts w:ascii="Times New Roman" w:hAnsi="Times New Roman"/>
          <w:sz w:val="26"/>
          <w:szCs w:val="28"/>
          <w:lang w:val="uk-UA"/>
        </w:rPr>
        <w:t xml:space="preserve"> </w:t>
      </w:r>
    </w:p>
    <w:p w:rsidR="0024567F" w:rsidRPr="005145A7" w:rsidRDefault="0024567F" w:rsidP="00C7592E">
      <w:pPr>
        <w:jc w:val="center"/>
        <w:rPr>
          <w:sz w:val="26"/>
        </w:rPr>
      </w:pPr>
    </w:p>
    <w:p w:rsidR="0024567F" w:rsidRPr="005145A7" w:rsidRDefault="0024567F" w:rsidP="00C7592E">
      <w:pPr>
        <w:jc w:val="center"/>
        <w:rPr>
          <w:sz w:val="26"/>
        </w:rPr>
      </w:pPr>
      <w:r w:rsidRPr="005145A7">
        <w:rPr>
          <w:sz w:val="26"/>
        </w:rPr>
        <w:t>Голова комісії</w:t>
      </w:r>
    </w:p>
    <w:p w:rsidR="0024567F" w:rsidRPr="005145A7" w:rsidRDefault="0024567F" w:rsidP="00C7592E">
      <w:pPr>
        <w:jc w:val="center"/>
        <w:rPr>
          <w:sz w:val="26"/>
          <w:szCs w:val="10"/>
        </w:rPr>
      </w:pPr>
    </w:p>
    <w:tbl>
      <w:tblPr>
        <w:tblW w:w="9828" w:type="dxa"/>
        <w:tblLook w:val="01E0"/>
      </w:tblPr>
      <w:tblGrid>
        <w:gridCol w:w="3708"/>
        <w:gridCol w:w="6120"/>
      </w:tblGrid>
      <w:tr w:rsidR="0024567F" w:rsidRPr="005145A7" w:rsidTr="00DD58E6">
        <w:trPr>
          <w:trHeight w:val="844"/>
        </w:trPr>
        <w:tc>
          <w:tcPr>
            <w:tcW w:w="3708" w:type="dxa"/>
          </w:tcPr>
          <w:p w:rsidR="0024567F" w:rsidRPr="005145A7" w:rsidRDefault="0024567F" w:rsidP="00DD58E6">
            <w:pPr>
              <w:jc w:val="both"/>
              <w:rPr>
                <w:sz w:val="26"/>
              </w:rPr>
            </w:pPr>
            <w:r w:rsidRPr="005145A7">
              <w:rPr>
                <w:sz w:val="26"/>
              </w:rPr>
              <w:t>ВАЩУК                             -</w:t>
            </w:r>
          </w:p>
          <w:p w:rsidR="0024567F" w:rsidRPr="005145A7" w:rsidRDefault="0024567F" w:rsidP="00DD58E6">
            <w:pPr>
              <w:jc w:val="both"/>
              <w:rPr>
                <w:sz w:val="26"/>
              </w:rPr>
            </w:pPr>
            <w:r w:rsidRPr="005145A7">
              <w:rPr>
                <w:sz w:val="26"/>
              </w:rPr>
              <w:t>Ольга Петрівна</w:t>
            </w:r>
          </w:p>
        </w:tc>
        <w:tc>
          <w:tcPr>
            <w:tcW w:w="6120" w:type="dxa"/>
          </w:tcPr>
          <w:p w:rsidR="0024567F" w:rsidRPr="005145A7" w:rsidRDefault="0024567F" w:rsidP="00DD58E6">
            <w:pPr>
              <w:ind w:left="-36"/>
              <w:rPr>
                <w:sz w:val="26"/>
                <w:szCs w:val="28"/>
              </w:rPr>
            </w:pPr>
            <w:r w:rsidRPr="005145A7">
              <w:rPr>
                <w:sz w:val="26"/>
                <w:szCs w:val="28"/>
              </w:rPr>
              <w:t xml:space="preserve">керівник апарату райдержадміністрації </w:t>
            </w:r>
          </w:p>
        </w:tc>
      </w:tr>
    </w:tbl>
    <w:p w:rsidR="0024567F" w:rsidRPr="005145A7" w:rsidRDefault="0024567F" w:rsidP="00C7592E">
      <w:pPr>
        <w:jc w:val="center"/>
        <w:rPr>
          <w:sz w:val="26"/>
        </w:rPr>
      </w:pPr>
      <w:r w:rsidRPr="005145A7">
        <w:rPr>
          <w:sz w:val="26"/>
        </w:rPr>
        <w:t>Заступник голови комісії</w:t>
      </w:r>
    </w:p>
    <w:p w:rsidR="0024567F" w:rsidRPr="005145A7" w:rsidRDefault="0024567F" w:rsidP="00C7592E">
      <w:pPr>
        <w:jc w:val="center"/>
        <w:rPr>
          <w:sz w:val="26"/>
          <w:szCs w:val="10"/>
        </w:rPr>
      </w:pPr>
    </w:p>
    <w:tbl>
      <w:tblPr>
        <w:tblW w:w="0" w:type="auto"/>
        <w:tblLook w:val="01E0"/>
      </w:tblPr>
      <w:tblGrid>
        <w:gridCol w:w="3652"/>
        <w:gridCol w:w="5670"/>
      </w:tblGrid>
      <w:tr w:rsidR="0024567F" w:rsidRPr="005145A7" w:rsidTr="00A65445">
        <w:trPr>
          <w:trHeight w:val="1101"/>
        </w:trPr>
        <w:tc>
          <w:tcPr>
            <w:tcW w:w="3652" w:type="dxa"/>
          </w:tcPr>
          <w:p w:rsidR="0024567F" w:rsidRPr="005145A7" w:rsidRDefault="0024567F" w:rsidP="00A65445">
            <w:pPr>
              <w:rPr>
                <w:sz w:val="26"/>
                <w:szCs w:val="28"/>
              </w:rPr>
            </w:pPr>
            <w:r w:rsidRPr="005145A7">
              <w:rPr>
                <w:sz w:val="26"/>
                <w:szCs w:val="28"/>
              </w:rPr>
              <w:t>ДЕНІК                                  -</w:t>
            </w:r>
          </w:p>
          <w:p w:rsidR="0024567F" w:rsidRPr="005145A7" w:rsidRDefault="0024567F" w:rsidP="00A65445">
            <w:pPr>
              <w:rPr>
                <w:sz w:val="26"/>
                <w:szCs w:val="28"/>
              </w:rPr>
            </w:pPr>
            <w:r w:rsidRPr="005145A7">
              <w:rPr>
                <w:sz w:val="26"/>
                <w:szCs w:val="28"/>
              </w:rPr>
              <w:t>Олександр Валерійович</w:t>
            </w:r>
          </w:p>
        </w:tc>
        <w:tc>
          <w:tcPr>
            <w:tcW w:w="5670" w:type="dxa"/>
          </w:tcPr>
          <w:p w:rsidR="0024567F" w:rsidRPr="005145A7" w:rsidRDefault="0024567F" w:rsidP="00A65445">
            <w:pPr>
              <w:spacing w:after="200" w:line="276" w:lineRule="auto"/>
              <w:rPr>
                <w:sz w:val="26"/>
                <w:szCs w:val="28"/>
              </w:rPr>
            </w:pPr>
            <w:r w:rsidRPr="005145A7">
              <w:rPr>
                <w:sz w:val="26"/>
                <w:szCs w:val="28"/>
              </w:rPr>
              <w:t xml:space="preserve">завідувач сектором мобілізаційної  і оборонної роботи апарату райдержадміністрації </w:t>
            </w:r>
          </w:p>
        </w:tc>
      </w:tr>
    </w:tbl>
    <w:p w:rsidR="0024567F" w:rsidRPr="005145A7" w:rsidRDefault="0024567F" w:rsidP="00C7592E">
      <w:pPr>
        <w:jc w:val="center"/>
        <w:rPr>
          <w:sz w:val="26"/>
        </w:rPr>
      </w:pPr>
    </w:p>
    <w:p w:rsidR="0024567F" w:rsidRPr="005145A7" w:rsidRDefault="0024567F" w:rsidP="00C7592E">
      <w:pPr>
        <w:jc w:val="center"/>
        <w:rPr>
          <w:sz w:val="26"/>
        </w:rPr>
      </w:pPr>
      <w:r w:rsidRPr="005145A7">
        <w:rPr>
          <w:sz w:val="26"/>
        </w:rPr>
        <w:t>Члени комісії:</w:t>
      </w:r>
    </w:p>
    <w:p w:rsidR="0024567F" w:rsidRPr="005145A7" w:rsidRDefault="0024567F" w:rsidP="00C7592E">
      <w:pPr>
        <w:jc w:val="center"/>
        <w:rPr>
          <w:sz w:val="26"/>
          <w:szCs w:val="10"/>
        </w:rPr>
      </w:pPr>
    </w:p>
    <w:tbl>
      <w:tblPr>
        <w:tblW w:w="15017" w:type="dxa"/>
        <w:tblLook w:val="01E0"/>
      </w:tblPr>
      <w:tblGrid>
        <w:gridCol w:w="3708"/>
        <w:gridCol w:w="5189"/>
        <w:gridCol w:w="931"/>
        <w:gridCol w:w="5189"/>
      </w:tblGrid>
      <w:tr w:rsidR="0024567F" w:rsidRPr="005145A7" w:rsidTr="00A65445">
        <w:trPr>
          <w:trHeight w:val="818"/>
        </w:trPr>
        <w:tc>
          <w:tcPr>
            <w:tcW w:w="3708" w:type="dxa"/>
          </w:tcPr>
          <w:p w:rsidR="0024567F" w:rsidRPr="005145A7" w:rsidRDefault="0024567F" w:rsidP="00DD58E6">
            <w:pPr>
              <w:tabs>
                <w:tab w:val="right" w:pos="4428"/>
              </w:tabs>
              <w:rPr>
                <w:sz w:val="26"/>
                <w:szCs w:val="28"/>
              </w:rPr>
            </w:pPr>
            <w:r w:rsidRPr="005145A7">
              <w:rPr>
                <w:sz w:val="26"/>
                <w:szCs w:val="28"/>
              </w:rPr>
              <w:t xml:space="preserve">НЕСТЕРУК                          -      </w:t>
            </w:r>
          </w:p>
          <w:p w:rsidR="0024567F" w:rsidRPr="005145A7" w:rsidRDefault="0024567F" w:rsidP="00DD58E6">
            <w:pPr>
              <w:rPr>
                <w:sz w:val="26"/>
                <w:szCs w:val="28"/>
              </w:rPr>
            </w:pPr>
            <w:r w:rsidRPr="005145A7">
              <w:rPr>
                <w:sz w:val="26"/>
                <w:szCs w:val="28"/>
              </w:rPr>
              <w:t>Вячеслав Петрович</w:t>
            </w:r>
          </w:p>
        </w:tc>
        <w:tc>
          <w:tcPr>
            <w:tcW w:w="5189" w:type="dxa"/>
          </w:tcPr>
          <w:p w:rsidR="0024567F" w:rsidRPr="005145A7" w:rsidRDefault="0024567F" w:rsidP="00A65445">
            <w:pPr>
              <w:rPr>
                <w:sz w:val="26"/>
                <w:szCs w:val="28"/>
              </w:rPr>
            </w:pPr>
            <w:r w:rsidRPr="005145A7">
              <w:rPr>
                <w:sz w:val="26"/>
                <w:szCs w:val="28"/>
              </w:rPr>
              <w:t>начальник відділення військового обліку і бронювання районного військового комісаріату</w:t>
            </w:r>
          </w:p>
          <w:p w:rsidR="0024567F" w:rsidRPr="005145A7" w:rsidRDefault="0024567F" w:rsidP="00A65445">
            <w:pPr>
              <w:rPr>
                <w:sz w:val="26"/>
                <w:szCs w:val="28"/>
              </w:rPr>
            </w:pPr>
          </w:p>
        </w:tc>
        <w:tc>
          <w:tcPr>
            <w:tcW w:w="6120" w:type="dxa"/>
            <w:gridSpan w:val="2"/>
          </w:tcPr>
          <w:p w:rsidR="0024567F" w:rsidRPr="005145A7" w:rsidRDefault="0024567F" w:rsidP="00DD58E6">
            <w:pPr>
              <w:rPr>
                <w:sz w:val="26"/>
                <w:szCs w:val="28"/>
              </w:rPr>
            </w:pPr>
          </w:p>
        </w:tc>
      </w:tr>
      <w:tr w:rsidR="0024567F" w:rsidRPr="005145A7" w:rsidTr="00A65445">
        <w:trPr>
          <w:trHeight w:val="752"/>
        </w:trPr>
        <w:tc>
          <w:tcPr>
            <w:tcW w:w="3708" w:type="dxa"/>
          </w:tcPr>
          <w:p w:rsidR="0024567F" w:rsidRPr="005145A7" w:rsidRDefault="0024567F" w:rsidP="00DD58E6">
            <w:pPr>
              <w:ind w:left="2977" w:hanging="2977"/>
              <w:jc w:val="both"/>
              <w:rPr>
                <w:color w:val="000000"/>
                <w:sz w:val="26"/>
              </w:rPr>
            </w:pPr>
            <w:r w:rsidRPr="005145A7">
              <w:rPr>
                <w:color w:val="000000"/>
                <w:sz w:val="26"/>
              </w:rPr>
              <w:t xml:space="preserve">РУШУК                                -              </w:t>
            </w:r>
          </w:p>
          <w:p w:rsidR="0024567F" w:rsidRPr="005145A7" w:rsidRDefault="0024567F" w:rsidP="00DD58E6">
            <w:pPr>
              <w:ind w:left="2977" w:hanging="2977"/>
              <w:jc w:val="both"/>
              <w:rPr>
                <w:color w:val="000000"/>
                <w:sz w:val="26"/>
              </w:rPr>
            </w:pPr>
            <w:r w:rsidRPr="005145A7">
              <w:rPr>
                <w:color w:val="000000"/>
                <w:sz w:val="26"/>
              </w:rPr>
              <w:t>Сергій Миколайович</w:t>
            </w:r>
          </w:p>
        </w:tc>
        <w:tc>
          <w:tcPr>
            <w:tcW w:w="5189" w:type="dxa"/>
          </w:tcPr>
          <w:p w:rsidR="0024567F" w:rsidRPr="005145A7" w:rsidRDefault="0024567F" w:rsidP="00DD58E6">
            <w:pPr>
              <w:rPr>
                <w:sz w:val="26"/>
                <w:szCs w:val="28"/>
              </w:rPr>
            </w:pPr>
            <w:r w:rsidRPr="005145A7">
              <w:rPr>
                <w:sz w:val="26"/>
                <w:szCs w:val="28"/>
              </w:rPr>
              <w:t>старший офіцер відділення військового обліку і бронювання районного військового комісаріату</w:t>
            </w:r>
          </w:p>
          <w:p w:rsidR="0024567F" w:rsidRPr="005145A7" w:rsidRDefault="0024567F" w:rsidP="00DD58E6">
            <w:pPr>
              <w:rPr>
                <w:sz w:val="26"/>
                <w:szCs w:val="28"/>
              </w:rPr>
            </w:pPr>
          </w:p>
        </w:tc>
        <w:tc>
          <w:tcPr>
            <w:tcW w:w="6120" w:type="dxa"/>
            <w:gridSpan w:val="2"/>
          </w:tcPr>
          <w:p w:rsidR="0024567F" w:rsidRPr="005145A7" w:rsidRDefault="0024567F" w:rsidP="00DD58E6">
            <w:pPr>
              <w:rPr>
                <w:sz w:val="26"/>
                <w:szCs w:val="28"/>
              </w:rPr>
            </w:pPr>
          </w:p>
        </w:tc>
      </w:tr>
      <w:tr w:rsidR="0024567F" w:rsidRPr="005145A7" w:rsidTr="00A65445">
        <w:trPr>
          <w:gridAfter w:val="1"/>
          <w:wAfter w:w="5189" w:type="dxa"/>
          <w:trHeight w:val="792"/>
        </w:trPr>
        <w:tc>
          <w:tcPr>
            <w:tcW w:w="3708" w:type="dxa"/>
          </w:tcPr>
          <w:p w:rsidR="0024567F" w:rsidRPr="005145A7" w:rsidRDefault="0024567F" w:rsidP="00DD58E6">
            <w:pPr>
              <w:ind w:left="2977" w:hanging="2977"/>
              <w:jc w:val="both"/>
              <w:rPr>
                <w:color w:val="000000"/>
                <w:sz w:val="26"/>
              </w:rPr>
            </w:pPr>
            <w:r w:rsidRPr="005145A7">
              <w:rPr>
                <w:color w:val="000000"/>
                <w:sz w:val="26"/>
              </w:rPr>
              <w:t xml:space="preserve">ШЕПТУР                              -             </w:t>
            </w:r>
          </w:p>
          <w:p w:rsidR="0024567F" w:rsidRPr="005145A7" w:rsidRDefault="0024567F" w:rsidP="00DD58E6">
            <w:pPr>
              <w:ind w:left="2977" w:hanging="2977"/>
              <w:jc w:val="both"/>
              <w:rPr>
                <w:color w:val="000000"/>
                <w:sz w:val="26"/>
              </w:rPr>
            </w:pPr>
            <w:r w:rsidRPr="005145A7">
              <w:rPr>
                <w:color w:val="000000"/>
                <w:sz w:val="26"/>
              </w:rPr>
              <w:t>Тетяна Вікторівна</w:t>
            </w:r>
          </w:p>
        </w:tc>
        <w:tc>
          <w:tcPr>
            <w:tcW w:w="6120" w:type="dxa"/>
            <w:gridSpan w:val="2"/>
          </w:tcPr>
          <w:p w:rsidR="0024567F" w:rsidRPr="005145A7" w:rsidRDefault="0024567F" w:rsidP="00DD58E6">
            <w:pPr>
              <w:rPr>
                <w:sz w:val="26"/>
                <w:szCs w:val="28"/>
              </w:rPr>
            </w:pPr>
            <w:r w:rsidRPr="005145A7">
              <w:rPr>
                <w:sz w:val="26"/>
                <w:szCs w:val="28"/>
              </w:rPr>
              <w:t xml:space="preserve">провідний спеціаліст командування Камінь-Каширського районного військового комісаріату </w:t>
            </w:r>
          </w:p>
          <w:p w:rsidR="0024567F" w:rsidRPr="005145A7" w:rsidRDefault="0024567F" w:rsidP="00DD58E6">
            <w:pPr>
              <w:rPr>
                <w:sz w:val="26"/>
                <w:szCs w:val="28"/>
              </w:rPr>
            </w:pPr>
          </w:p>
        </w:tc>
      </w:tr>
      <w:tr w:rsidR="0024567F" w:rsidRPr="005145A7" w:rsidTr="00A65445">
        <w:trPr>
          <w:gridAfter w:val="1"/>
          <w:wAfter w:w="5189" w:type="dxa"/>
          <w:trHeight w:val="792"/>
        </w:trPr>
        <w:tc>
          <w:tcPr>
            <w:tcW w:w="3708" w:type="dxa"/>
          </w:tcPr>
          <w:p w:rsidR="0024567F" w:rsidRPr="005145A7" w:rsidRDefault="0024567F" w:rsidP="00A65445">
            <w:pPr>
              <w:ind w:left="2977" w:hanging="2977"/>
              <w:jc w:val="both"/>
              <w:rPr>
                <w:color w:val="000000"/>
                <w:sz w:val="26"/>
              </w:rPr>
            </w:pPr>
          </w:p>
        </w:tc>
        <w:tc>
          <w:tcPr>
            <w:tcW w:w="6120" w:type="dxa"/>
            <w:gridSpan w:val="2"/>
          </w:tcPr>
          <w:p w:rsidR="0024567F" w:rsidRPr="005145A7" w:rsidRDefault="0024567F" w:rsidP="00DD58E6">
            <w:pPr>
              <w:rPr>
                <w:sz w:val="26"/>
                <w:szCs w:val="28"/>
              </w:rPr>
            </w:pPr>
          </w:p>
        </w:tc>
      </w:tr>
    </w:tbl>
    <w:p w:rsidR="0024567F" w:rsidRPr="005145A7" w:rsidRDefault="0024567F" w:rsidP="00C7592E">
      <w:pPr>
        <w:rPr>
          <w:sz w:val="26"/>
        </w:rPr>
      </w:pPr>
    </w:p>
    <w:p w:rsidR="0024567F" w:rsidRPr="005145A7" w:rsidRDefault="0024567F" w:rsidP="00C7592E">
      <w:pPr>
        <w:rPr>
          <w:sz w:val="26"/>
        </w:rPr>
      </w:pPr>
    </w:p>
    <w:p w:rsidR="0024567F" w:rsidRPr="005145A7" w:rsidRDefault="0024567F" w:rsidP="00C7592E">
      <w:pPr>
        <w:rPr>
          <w:sz w:val="26"/>
          <w:szCs w:val="28"/>
        </w:rPr>
      </w:pPr>
      <w:r w:rsidRPr="005145A7">
        <w:rPr>
          <w:sz w:val="26"/>
          <w:szCs w:val="28"/>
        </w:rPr>
        <w:t>Керівник апарату</w:t>
      </w:r>
      <w:r w:rsidRPr="005145A7">
        <w:rPr>
          <w:sz w:val="26"/>
          <w:szCs w:val="28"/>
        </w:rPr>
        <w:tab/>
      </w:r>
      <w:r w:rsidRPr="005145A7">
        <w:rPr>
          <w:sz w:val="26"/>
          <w:szCs w:val="28"/>
        </w:rPr>
        <w:tab/>
      </w:r>
      <w:r w:rsidRPr="005145A7">
        <w:rPr>
          <w:sz w:val="26"/>
          <w:szCs w:val="28"/>
        </w:rPr>
        <w:tab/>
      </w:r>
      <w:r w:rsidRPr="005145A7">
        <w:rPr>
          <w:sz w:val="26"/>
          <w:szCs w:val="28"/>
        </w:rPr>
        <w:tab/>
      </w:r>
      <w:r w:rsidRPr="005145A7">
        <w:rPr>
          <w:sz w:val="26"/>
          <w:szCs w:val="28"/>
        </w:rPr>
        <w:tab/>
      </w:r>
      <w:r w:rsidRPr="005145A7">
        <w:rPr>
          <w:sz w:val="26"/>
          <w:szCs w:val="28"/>
        </w:rPr>
        <w:tab/>
      </w:r>
      <w:r w:rsidRPr="005145A7">
        <w:rPr>
          <w:sz w:val="26"/>
          <w:szCs w:val="28"/>
        </w:rPr>
        <w:tab/>
      </w:r>
      <w:r w:rsidRPr="005145A7">
        <w:rPr>
          <w:sz w:val="26"/>
          <w:szCs w:val="28"/>
        </w:rPr>
        <w:tab/>
      </w:r>
      <w:r w:rsidRPr="005145A7">
        <w:rPr>
          <w:sz w:val="26"/>
          <w:szCs w:val="28"/>
        </w:rPr>
        <w:tab/>
        <w:t>О.Ващук</w:t>
      </w:r>
    </w:p>
    <w:p w:rsidR="0024567F" w:rsidRPr="005145A7" w:rsidRDefault="0024567F" w:rsidP="00C7592E">
      <w:pPr>
        <w:rPr>
          <w:sz w:val="26"/>
          <w:szCs w:val="28"/>
        </w:rPr>
      </w:pPr>
    </w:p>
    <w:p w:rsidR="0024567F" w:rsidRPr="005145A7" w:rsidRDefault="0024567F" w:rsidP="00C7592E">
      <w:pPr>
        <w:rPr>
          <w:sz w:val="26"/>
          <w:szCs w:val="28"/>
        </w:rPr>
      </w:pPr>
    </w:p>
    <w:p w:rsidR="0024567F" w:rsidRPr="005145A7" w:rsidRDefault="0024567F" w:rsidP="00C7592E">
      <w:pPr>
        <w:rPr>
          <w:sz w:val="26"/>
          <w:szCs w:val="28"/>
        </w:rPr>
      </w:pPr>
    </w:p>
    <w:p w:rsidR="0024567F" w:rsidRPr="005145A7" w:rsidRDefault="0024567F" w:rsidP="00C7592E">
      <w:pPr>
        <w:rPr>
          <w:sz w:val="26"/>
          <w:szCs w:val="28"/>
        </w:rPr>
      </w:pPr>
    </w:p>
    <w:p w:rsidR="0024567F" w:rsidRPr="005145A7" w:rsidRDefault="0024567F" w:rsidP="00C7592E">
      <w:pPr>
        <w:rPr>
          <w:sz w:val="26"/>
          <w:szCs w:val="28"/>
        </w:rPr>
      </w:pPr>
    </w:p>
    <w:p w:rsidR="0024567F" w:rsidRDefault="0024567F" w:rsidP="00C7592E">
      <w:pPr>
        <w:rPr>
          <w:sz w:val="28"/>
          <w:szCs w:val="28"/>
        </w:rPr>
      </w:pPr>
    </w:p>
    <w:p w:rsidR="0024567F" w:rsidRDefault="0024567F" w:rsidP="00C7592E">
      <w:pPr>
        <w:rPr>
          <w:sz w:val="28"/>
          <w:szCs w:val="28"/>
        </w:rPr>
      </w:pPr>
    </w:p>
    <w:p w:rsidR="0024567F" w:rsidRDefault="0024567F" w:rsidP="00C7592E">
      <w:pPr>
        <w:rPr>
          <w:sz w:val="28"/>
          <w:szCs w:val="28"/>
        </w:rPr>
      </w:pPr>
    </w:p>
    <w:p w:rsidR="0024567F" w:rsidRDefault="0024567F" w:rsidP="00C7592E">
      <w:pPr>
        <w:rPr>
          <w:sz w:val="28"/>
          <w:szCs w:val="28"/>
        </w:rPr>
      </w:pPr>
    </w:p>
    <w:p w:rsidR="0024567F" w:rsidRDefault="0024567F" w:rsidP="00C7592E">
      <w:pPr>
        <w:rPr>
          <w:sz w:val="28"/>
          <w:szCs w:val="28"/>
        </w:rPr>
      </w:pPr>
    </w:p>
    <w:p w:rsidR="0024567F" w:rsidRPr="005145A7" w:rsidRDefault="0024567F" w:rsidP="00A65445">
      <w:pPr>
        <w:spacing w:line="360" w:lineRule="auto"/>
        <w:ind w:left="5664"/>
        <w:rPr>
          <w:bCs/>
          <w:sz w:val="26"/>
          <w:szCs w:val="28"/>
        </w:rPr>
      </w:pPr>
      <w:r w:rsidRPr="005145A7">
        <w:rPr>
          <w:bCs/>
          <w:sz w:val="26"/>
          <w:szCs w:val="28"/>
        </w:rPr>
        <w:t>ЗАТВЕРДЖЕНО</w:t>
      </w:r>
    </w:p>
    <w:p w:rsidR="0024567F" w:rsidRPr="005145A7" w:rsidRDefault="0024567F" w:rsidP="00A65445">
      <w:pPr>
        <w:spacing w:line="360" w:lineRule="auto"/>
        <w:ind w:left="5670"/>
        <w:rPr>
          <w:bCs/>
          <w:sz w:val="26"/>
          <w:szCs w:val="28"/>
        </w:rPr>
      </w:pPr>
      <w:r w:rsidRPr="005145A7">
        <w:rPr>
          <w:bCs/>
          <w:sz w:val="26"/>
          <w:szCs w:val="28"/>
        </w:rPr>
        <w:t>Розпорядження першого заступника  голови районної</w:t>
      </w:r>
    </w:p>
    <w:p w:rsidR="0024567F" w:rsidRPr="005145A7" w:rsidRDefault="0024567F" w:rsidP="005D4AAE">
      <w:pPr>
        <w:spacing w:line="360" w:lineRule="auto"/>
        <w:ind w:left="5670"/>
        <w:rPr>
          <w:bCs/>
          <w:sz w:val="26"/>
          <w:szCs w:val="28"/>
        </w:rPr>
      </w:pPr>
      <w:r w:rsidRPr="005145A7">
        <w:rPr>
          <w:bCs/>
          <w:sz w:val="26"/>
          <w:szCs w:val="28"/>
        </w:rPr>
        <w:t>державної адміністрації</w:t>
      </w:r>
    </w:p>
    <w:p w:rsidR="0024567F" w:rsidRPr="005145A7" w:rsidRDefault="0024567F" w:rsidP="005D4AAE">
      <w:pPr>
        <w:spacing w:line="360" w:lineRule="auto"/>
        <w:ind w:left="5670"/>
        <w:rPr>
          <w:bCs/>
          <w:sz w:val="26"/>
          <w:szCs w:val="28"/>
        </w:rPr>
      </w:pPr>
      <w:r>
        <w:rPr>
          <w:bCs/>
          <w:sz w:val="26"/>
          <w:szCs w:val="28"/>
        </w:rPr>
        <w:t>12.06.2018 р. № 171</w:t>
      </w:r>
    </w:p>
    <w:p w:rsidR="0024567F" w:rsidRPr="005145A7" w:rsidRDefault="0024567F" w:rsidP="005D4AAE">
      <w:pPr>
        <w:spacing w:line="360" w:lineRule="auto"/>
        <w:jc w:val="center"/>
        <w:rPr>
          <w:bCs/>
          <w:sz w:val="26"/>
          <w:szCs w:val="28"/>
        </w:rPr>
      </w:pPr>
      <w:r w:rsidRPr="005145A7">
        <w:rPr>
          <w:sz w:val="26"/>
          <w:szCs w:val="28"/>
        </w:rPr>
        <w:t>ЗАВДАННЯ</w:t>
      </w:r>
    </w:p>
    <w:p w:rsidR="0024567F" w:rsidRPr="005145A7" w:rsidRDefault="0024567F" w:rsidP="00A65445">
      <w:pPr>
        <w:jc w:val="center"/>
        <w:rPr>
          <w:sz w:val="26"/>
          <w:szCs w:val="28"/>
        </w:rPr>
      </w:pPr>
      <w:r w:rsidRPr="005145A7">
        <w:rPr>
          <w:sz w:val="26"/>
          <w:szCs w:val="28"/>
        </w:rPr>
        <w:t>з методичного забезпечення військового обліку й підвищення кваліфікації посадових осіб, відповідальних за організацію та ведення військового обліку призовників і військовозобов’язаних, забезпечення функціонування системи військового обліку на території району на 2018 рік</w:t>
      </w:r>
    </w:p>
    <w:p w:rsidR="0024567F" w:rsidRPr="00F63951" w:rsidRDefault="0024567F" w:rsidP="00A65445">
      <w:pPr>
        <w:jc w:val="center"/>
        <w:rPr>
          <w:sz w:val="16"/>
          <w:szCs w:val="16"/>
        </w:rPr>
      </w:pP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6"/>
        <w:gridCol w:w="524"/>
        <w:gridCol w:w="3753"/>
        <w:gridCol w:w="1198"/>
        <w:gridCol w:w="3159"/>
        <w:gridCol w:w="1210"/>
      </w:tblGrid>
      <w:tr w:rsidR="0024567F" w:rsidRPr="00453C31" w:rsidTr="00DD58E6">
        <w:trPr>
          <w:trHeight w:val="74"/>
          <w:tblHeader/>
        </w:trPr>
        <w:tc>
          <w:tcPr>
            <w:tcW w:w="524" w:type="dxa"/>
            <w:gridSpan w:val="2"/>
            <w:vAlign w:val="center"/>
          </w:tcPr>
          <w:p w:rsidR="0024567F" w:rsidRPr="0031051E" w:rsidRDefault="0024567F" w:rsidP="00DD58E6">
            <w:pPr>
              <w:jc w:val="center"/>
            </w:pPr>
            <w:r w:rsidRPr="0031051E">
              <w:t>№</w:t>
            </w:r>
          </w:p>
          <w:p w:rsidR="0024567F" w:rsidRPr="0031051E" w:rsidRDefault="0024567F" w:rsidP="00DD58E6">
            <w:pPr>
              <w:jc w:val="center"/>
            </w:pPr>
            <w:r w:rsidRPr="0031051E">
              <w:t>з/п</w:t>
            </w:r>
          </w:p>
        </w:tc>
        <w:tc>
          <w:tcPr>
            <w:tcW w:w="3755" w:type="dxa"/>
            <w:vAlign w:val="center"/>
          </w:tcPr>
          <w:p w:rsidR="0024567F" w:rsidRPr="0031051E" w:rsidRDefault="0024567F" w:rsidP="00DD58E6">
            <w:pPr>
              <w:jc w:val="center"/>
            </w:pPr>
            <w:r w:rsidRPr="0031051E">
              <w:t>Найменування заходів</w:t>
            </w:r>
          </w:p>
        </w:tc>
        <w:tc>
          <w:tcPr>
            <w:tcW w:w="1199" w:type="dxa"/>
            <w:vAlign w:val="center"/>
          </w:tcPr>
          <w:p w:rsidR="0024567F" w:rsidRPr="0031051E" w:rsidRDefault="0024567F" w:rsidP="00DD58E6">
            <w:pPr>
              <w:jc w:val="center"/>
            </w:pPr>
            <w:r w:rsidRPr="0031051E">
              <w:t>Строк</w:t>
            </w:r>
          </w:p>
          <w:p w:rsidR="0024567F" w:rsidRPr="0031051E" w:rsidRDefault="0024567F" w:rsidP="00DD58E6">
            <w:pPr>
              <w:jc w:val="center"/>
            </w:pPr>
            <w:r w:rsidRPr="0031051E">
              <w:t>прове</w:t>
            </w:r>
            <w:r>
              <w:t>-</w:t>
            </w:r>
            <w:r w:rsidRPr="0031051E">
              <w:t>дення</w:t>
            </w:r>
          </w:p>
        </w:tc>
        <w:tc>
          <w:tcPr>
            <w:tcW w:w="3161" w:type="dxa"/>
            <w:vAlign w:val="center"/>
          </w:tcPr>
          <w:p w:rsidR="0024567F" w:rsidRPr="0031051E" w:rsidRDefault="0024567F" w:rsidP="00DD58E6">
            <w:pPr>
              <w:jc w:val="center"/>
            </w:pPr>
            <w:r w:rsidRPr="0031051E">
              <w:t>Відповідальний за виконання</w:t>
            </w:r>
          </w:p>
        </w:tc>
        <w:tc>
          <w:tcPr>
            <w:tcW w:w="1211" w:type="dxa"/>
            <w:vAlign w:val="center"/>
          </w:tcPr>
          <w:p w:rsidR="0024567F" w:rsidRPr="0031051E" w:rsidRDefault="0024567F" w:rsidP="00DD58E6">
            <w:pPr>
              <w:jc w:val="center"/>
            </w:pPr>
            <w:r w:rsidRPr="0031051E">
              <w:t>Відмітки про виконання</w:t>
            </w:r>
          </w:p>
        </w:tc>
      </w:tr>
      <w:tr w:rsidR="0024567F" w:rsidRPr="00453C31" w:rsidTr="00DD58E6">
        <w:trPr>
          <w:trHeight w:val="74"/>
        </w:trPr>
        <w:tc>
          <w:tcPr>
            <w:tcW w:w="9850" w:type="dxa"/>
            <w:gridSpan w:val="6"/>
          </w:tcPr>
          <w:p w:rsidR="0024567F" w:rsidRPr="0031051E" w:rsidRDefault="0024567F" w:rsidP="00DD58E6">
            <w:pPr>
              <w:jc w:val="center"/>
            </w:pPr>
            <w:r w:rsidRPr="0031051E">
              <w:t>І. Організаційні заходи</w:t>
            </w: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1.</w:t>
            </w:r>
          </w:p>
        </w:tc>
        <w:tc>
          <w:tcPr>
            <w:tcW w:w="3755" w:type="dxa"/>
          </w:tcPr>
          <w:p w:rsidR="0024567F" w:rsidRPr="0031051E" w:rsidRDefault="0024567F" w:rsidP="00DD58E6">
            <w:r w:rsidRPr="0031051E">
              <w:t>Організація роботи щодо ведення військового обліку і бронювання відповідно до планів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п</w:t>
            </w:r>
            <w:r w:rsidRPr="0031051E">
              <w:t>ротягом року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сектор мобілізаційної і оборонної роботи апарату райдержадміністрації, районний в</w:t>
            </w:r>
            <w:r w:rsidRPr="0031051E">
              <w:t>ійськовий комісар</w:t>
            </w:r>
            <w:r>
              <w:t>іат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2.</w:t>
            </w:r>
          </w:p>
        </w:tc>
        <w:tc>
          <w:tcPr>
            <w:tcW w:w="3755" w:type="dxa"/>
          </w:tcPr>
          <w:p w:rsidR="0024567F" w:rsidRPr="0031051E" w:rsidRDefault="0024567F" w:rsidP="00DD58E6">
            <w:r w:rsidRPr="0031051E">
              <w:t>Контроль за веденням військового обліку і бронювання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з</w:t>
            </w:r>
            <w:r w:rsidRPr="0031051E">
              <w:t>а планом перевірок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керівник апарату, сектор мобілізаційної і оборонної роботи апарату райдержадміністрації, районний в</w:t>
            </w:r>
            <w:r w:rsidRPr="0031051E">
              <w:t>ійськовий комісар</w:t>
            </w:r>
            <w:r>
              <w:t>іат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3.</w:t>
            </w:r>
          </w:p>
        </w:tc>
        <w:tc>
          <w:tcPr>
            <w:tcW w:w="3755" w:type="dxa"/>
          </w:tcPr>
          <w:p w:rsidR="0024567F" w:rsidRPr="0031051E" w:rsidRDefault="0024567F" w:rsidP="00DD58E6">
            <w:r w:rsidRPr="0031051E">
              <w:t xml:space="preserve">Контроль виконання громадянами та посадовими особами встановлених правил військового обліку 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п</w:t>
            </w:r>
            <w:r w:rsidRPr="0031051E">
              <w:t>ротягом року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керівники органів державної влади, органів місцевого самоврядування, підприємств, установ і організацій району, відповідальні за ведення військового обліку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4.</w:t>
            </w:r>
          </w:p>
        </w:tc>
        <w:tc>
          <w:tcPr>
            <w:tcW w:w="3755" w:type="dxa"/>
          </w:tcPr>
          <w:p w:rsidR="0024567F" w:rsidRPr="0031051E" w:rsidRDefault="0024567F" w:rsidP="000A6E46">
            <w:r w:rsidRPr="0031051E">
              <w:t>Проведення занять з відповідаль</w:t>
            </w:r>
            <w:r>
              <w:t>-</w:t>
            </w:r>
            <w:r w:rsidRPr="0031051E">
              <w:t>ними за ведення військового обліку і бронювання в органах місцевого самоврядування, підприємствах, установах з підвищення кваліфіка</w:t>
            </w:r>
            <w:r>
              <w:t>-</w:t>
            </w:r>
            <w:r w:rsidRPr="0031051E">
              <w:t xml:space="preserve">ції 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Згідно плану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сектор мобілізаційної і оборонної роботи апарату райдержадміністрації, районний в</w:t>
            </w:r>
            <w:r w:rsidRPr="0031051E">
              <w:t>ійськовий комісар</w:t>
            </w:r>
            <w:r>
              <w:t>іат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>
              <w:t>5</w:t>
            </w:r>
            <w:r w:rsidRPr="0031051E">
              <w:t>.</w:t>
            </w:r>
          </w:p>
        </w:tc>
        <w:tc>
          <w:tcPr>
            <w:tcW w:w="3755" w:type="dxa"/>
          </w:tcPr>
          <w:p w:rsidR="0024567F" w:rsidRPr="0031051E" w:rsidRDefault="0024567F" w:rsidP="00DD58E6">
            <w:r w:rsidRPr="0031051E">
              <w:t xml:space="preserve">Інформування </w:t>
            </w:r>
            <w:r>
              <w:rPr>
                <w:lang w:eastAsia="uk-UA"/>
              </w:rPr>
              <w:t>Р</w:t>
            </w:r>
            <w:r w:rsidRPr="0031051E">
              <w:rPr>
                <w:lang w:eastAsia="uk-UA"/>
              </w:rPr>
              <w:t>ВК</w:t>
            </w:r>
            <w:r w:rsidRPr="0031051E">
              <w:t xml:space="preserve"> про призначення, переміщення і звільнення осіб, відповідальних за ведення військово-облікової роботи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у</w:t>
            </w:r>
            <w:r w:rsidRPr="0031051E">
              <w:t xml:space="preserve"> </w:t>
            </w:r>
            <w:r>
              <w:t>семи</w:t>
            </w:r>
            <w:r w:rsidRPr="0031051E">
              <w:t>де</w:t>
            </w:r>
            <w:r>
              <w:t>-</w:t>
            </w:r>
            <w:r w:rsidRPr="0031051E">
              <w:t xml:space="preserve">нний </w:t>
            </w:r>
            <w:r>
              <w:t>строк</w:t>
            </w:r>
          </w:p>
        </w:tc>
        <w:tc>
          <w:tcPr>
            <w:tcW w:w="3161" w:type="dxa"/>
          </w:tcPr>
          <w:p w:rsidR="0024567F" w:rsidRPr="0031051E" w:rsidRDefault="0024567F" w:rsidP="006B7516">
            <w:r>
              <w:t>керівники органів державної влади, органів місцевого самоврядування, підприємств, установ і організацій району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9850" w:type="dxa"/>
            <w:gridSpan w:val="6"/>
          </w:tcPr>
          <w:p w:rsidR="0024567F" w:rsidRPr="00F63951" w:rsidRDefault="0024567F" w:rsidP="00DD58E6">
            <w:pPr>
              <w:jc w:val="center"/>
              <w:rPr>
                <w:sz w:val="16"/>
                <w:szCs w:val="16"/>
              </w:rPr>
            </w:pPr>
          </w:p>
          <w:p w:rsidR="0024567F" w:rsidRPr="0031051E" w:rsidRDefault="0024567F" w:rsidP="00DD58E6">
            <w:pPr>
              <w:jc w:val="center"/>
            </w:pPr>
            <w:r w:rsidRPr="0031051E">
              <w:t>ІІ. Заходи щодо військового обліку призовників і військовозобов’язаних</w:t>
            </w: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1.</w:t>
            </w:r>
          </w:p>
        </w:tc>
        <w:tc>
          <w:tcPr>
            <w:tcW w:w="3755" w:type="dxa"/>
          </w:tcPr>
          <w:p w:rsidR="0024567F" w:rsidRPr="0031051E" w:rsidRDefault="0024567F" w:rsidP="00C44061">
            <w:r w:rsidRPr="0031051E">
              <w:rPr>
                <w:lang w:eastAsia="uk-UA"/>
              </w:rPr>
              <w:t xml:space="preserve">Взяття на військовий облік громадян, які прибули на нове місце проживання, тільки після їх </w:t>
            </w:r>
            <w:r>
              <w:rPr>
                <w:lang w:eastAsia="uk-UA"/>
              </w:rPr>
              <w:t>взяття на військовий облік у Р</w:t>
            </w:r>
            <w:r w:rsidRPr="0031051E">
              <w:rPr>
                <w:lang w:eastAsia="uk-UA"/>
              </w:rPr>
              <w:t>ВК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п</w:t>
            </w:r>
            <w:r w:rsidRPr="0031051E">
              <w:t>остійно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відповідальні за ведення військового обліку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2.</w:t>
            </w:r>
          </w:p>
        </w:tc>
        <w:tc>
          <w:tcPr>
            <w:tcW w:w="3755" w:type="dxa"/>
          </w:tcPr>
          <w:p w:rsidR="0024567F" w:rsidRPr="0031051E" w:rsidRDefault="0024567F" w:rsidP="00C44061">
            <w:r w:rsidRPr="0031051E">
              <w:rPr>
                <w:lang w:eastAsia="uk-UA"/>
              </w:rPr>
              <w:t>Зняття з військового обліку громадян після їх вибуття в іншу місцевість (адміністративно-територіальну одиницю) до нового місця проживання тільки після їх з</w:t>
            </w:r>
            <w:r>
              <w:rPr>
                <w:lang w:eastAsia="uk-UA"/>
              </w:rPr>
              <w:t>няття з військового обліку в Р</w:t>
            </w:r>
            <w:r w:rsidRPr="0031051E">
              <w:rPr>
                <w:lang w:eastAsia="uk-UA"/>
              </w:rPr>
              <w:t>ВК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п</w:t>
            </w:r>
            <w:r w:rsidRPr="0031051E">
              <w:t>остійно</w:t>
            </w:r>
          </w:p>
        </w:tc>
        <w:tc>
          <w:tcPr>
            <w:tcW w:w="3161" w:type="dxa"/>
          </w:tcPr>
          <w:p w:rsidR="0024567F" w:rsidRPr="0031051E" w:rsidRDefault="0024567F" w:rsidP="006B7516">
            <w:r>
              <w:t>відповідальні за ведення військового обліку у</w:t>
            </w:r>
            <w:r>
              <w:rPr>
                <w:lang w:eastAsia="uk-UA"/>
              </w:rPr>
              <w:t xml:space="preserve"> в</w:t>
            </w:r>
            <w:r w:rsidRPr="0031051E">
              <w:rPr>
                <w:lang w:eastAsia="uk-UA"/>
              </w:rPr>
              <w:t>иконавч</w:t>
            </w:r>
            <w:r>
              <w:rPr>
                <w:lang w:eastAsia="uk-UA"/>
              </w:rPr>
              <w:t>их комітетах міської та</w:t>
            </w:r>
            <w:r w:rsidRPr="0031051E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сільських</w:t>
            </w:r>
            <w:r w:rsidRPr="0031051E">
              <w:rPr>
                <w:lang w:eastAsia="uk-UA"/>
              </w:rPr>
              <w:t xml:space="preserve"> рад</w:t>
            </w:r>
            <w:r>
              <w:rPr>
                <w:lang w:eastAsia="uk-UA"/>
              </w:rPr>
              <w:t xml:space="preserve">, 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3.</w:t>
            </w:r>
          </w:p>
        </w:tc>
        <w:tc>
          <w:tcPr>
            <w:tcW w:w="3755" w:type="dxa"/>
          </w:tcPr>
          <w:p w:rsidR="0024567F" w:rsidRPr="0031051E" w:rsidRDefault="0024567F" w:rsidP="00DD58E6">
            <w:r w:rsidRPr="0031051E">
              <w:rPr>
                <w:lang w:eastAsia="uk-UA"/>
              </w:rPr>
              <w:t>Виявлення призовників і військовозобов’язаних, які проживають на території, що обслуговується і не перебувають в них на військовому обліку, взяття таких працівників і військовозобо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>в’язаних на персонально-первин</w:t>
            </w:r>
            <w:r>
              <w:rPr>
                <w:lang w:eastAsia="uk-UA"/>
              </w:rPr>
              <w:t>ний облік та направлення до Р</w:t>
            </w:r>
            <w:r w:rsidRPr="0031051E">
              <w:rPr>
                <w:lang w:eastAsia="uk-UA"/>
              </w:rPr>
              <w:t>ВК для взяття на військовий облік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п</w:t>
            </w:r>
            <w:r w:rsidRPr="0031051E">
              <w:t>остійно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відповідальні за ведення військового обліку у</w:t>
            </w:r>
            <w:r>
              <w:rPr>
                <w:lang w:eastAsia="uk-UA"/>
              </w:rPr>
              <w:t xml:space="preserve"> в</w:t>
            </w:r>
            <w:r w:rsidRPr="0031051E">
              <w:rPr>
                <w:lang w:eastAsia="uk-UA"/>
              </w:rPr>
              <w:t>иконавч</w:t>
            </w:r>
            <w:r>
              <w:rPr>
                <w:lang w:eastAsia="uk-UA"/>
              </w:rPr>
              <w:t>их комітетах міської та</w:t>
            </w:r>
            <w:r w:rsidRPr="0031051E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сільських</w:t>
            </w:r>
            <w:r w:rsidRPr="0031051E">
              <w:rPr>
                <w:lang w:eastAsia="uk-UA"/>
              </w:rPr>
              <w:t xml:space="preserve"> рад</w:t>
            </w:r>
            <w:r>
              <w:rPr>
                <w:lang w:eastAsia="uk-UA"/>
              </w:rPr>
              <w:t>,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4.</w:t>
            </w:r>
          </w:p>
        </w:tc>
        <w:tc>
          <w:tcPr>
            <w:tcW w:w="3755" w:type="dxa"/>
          </w:tcPr>
          <w:p w:rsidR="0024567F" w:rsidRPr="0031051E" w:rsidRDefault="0024567F" w:rsidP="00DD58E6">
            <w:r>
              <w:rPr>
                <w:lang w:eastAsia="uk-UA"/>
              </w:rPr>
              <w:t>Оповіщення на вимогу Р</w:t>
            </w:r>
            <w:r w:rsidRPr="0031051E">
              <w:rPr>
                <w:lang w:eastAsia="uk-UA"/>
              </w:rPr>
              <w:t>ВК призовників і військовозо</w:t>
            </w:r>
            <w:r>
              <w:rPr>
                <w:lang w:eastAsia="uk-UA"/>
              </w:rPr>
              <w:t>бов’язаних про їх виклик до Р</w:t>
            </w:r>
            <w:r w:rsidRPr="0031051E">
              <w:rPr>
                <w:lang w:eastAsia="uk-UA"/>
              </w:rPr>
              <w:t>ВК і забезпечення їх своєчасного прибуття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з</w:t>
            </w:r>
            <w:r w:rsidRPr="0031051E">
              <w:t>а розпоря</w:t>
            </w:r>
            <w:r>
              <w:t>-</w:t>
            </w:r>
            <w:r w:rsidRPr="0031051E">
              <w:t xml:space="preserve">дженням </w:t>
            </w:r>
            <w:r>
              <w:rPr>
                <w:lang w:eastAsia="uk-UA"/>
              </w:rPr>
              <w:t>Р</w:t>
            </w:r>
            <w:r w:rsidRPr="0031051E">
              <w:rPr>
                <w:lang w:eastAsia="uk-UA"/>
              </w:rPr>
              <w:t>ВК</w:t>
            </w:r>
          </w:p>
        </w:tc>
        <w:tc>
          <w:tcPr>
            <w:tcW w:w="3161" w:type="dxa"/>
          </w:tcPr>
          <w:p w:rsidR="0024567F" w:rsidRPr="0031051E" w:rsidRDefault="0024567F" w:rsidP="00C44061">
            <w:r>
              <w:rPr>
                <w:lang w:eastAsia="uk-UA"/>
              </w:rPr>
              <w:t>в</w:t>
            </w:r>
            <w:r w:rsidRPr="0031051E">
              <w:rPr>
                <w:lang w:eastAsia="uk-UA"/>
              </w:rPr>
              <w:t>иконавчі комітети</w:t>
            </w:r>
            <w:r>
              <w:rPr>
                <w:lang w:eastAsia="uk-UA"/>
              </w:rPr>
              <w:t>, міської та</w:t>
            </w:r>
            <w:r w:rsidRPr="0031051E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сільських</w:t>
            </w:r>
            <w:r w:rsidRPr="0031051E">
              <w:rPr>
                <w:lang w:eastAsia="uk-UA"/>
              </w:rPr>
              <w:t xml:space="preserve"> рад</w:t>
            </w:r>
            <w:r>
              <w:rPr>
                <w:lang w:eastAsia="uk-UA"/>
              </w:rPr>
              <w:t xml:space="preserve">, </w:t>
            </w:r>
            <w:r>
              <w:t>відповідальні за ведення військового обліку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5.</w:t>
            </w:r>
          </w:p>
        </w:tc>
        <w:tc>
          <w:tcPr>
            <w:tcW w:w="3755" w:type="dxa"/>
          </w:tcPr>
          <w:p w:rsidR="0024567F" w:rsidRPr="0031051E" w:rsidRDefault="0024567F" w:rsidP="006B7516">
            <w:r>
              <w:rPr>
                <w:lang w:eastAsia="uk-UA"/>
              </w:rPr>
              <w:t>Постійна взаємодія з Р</w:t>
            </w:r>
            <w:r w:rsidRPr="0031051E">
              <w:rPr>
                <w:lang w:eastAsia="uk-UA"/>
              </w:rPr>
              <w:t>ВК щодо строків та способів звіряння даних карток первинного обліку призовників і військовозобов’яза</w:t>
            </w:r>
            <w:r>
              <w:rPr>
                <w:lang w:eastAsia="uk-UA"/>
              </w:rPr>
              <w:t>-них з обліковими даними Р</w:t>
            </w:r>
            <w:r w:rsidRPr="0031051E">
              <w:rPr>
                <w:lang w:eastAsia="uk-UA"/>
              </w:rPr>
              <w:t>ВК, внесення відповідних змін до них, а також щодо оповіщення призов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>ників і військовозобов’язаних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з</w:t>
            </w:r>
            <w:r w:rsidRPr="0031051E">
              <w:t>а планом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rPr>
                <w:lang w:eastAsia="uk-UA"/>
              </w:rPr>
              <w:t>в</w:t>
            </w:r>
            <w:r w:rsidRPr="0031051E">
              <w:rPr>
                <w:lang w:eastAsia="uk-UA"/>
              </w:rPr>
              <w:t>иконавчі комітети</w:t>
            </w:r>
            <w:r>
              <w:rPr>
                <w:lang w:eastAsia="uk-UA"/>
              </w:rPr>
              <w:t>, міської та</w:t>
            </w:r>
            <w:r w:rsidRPr="0031051E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сільських</w:t>
            </w:r>
            <w:r w:rsidRPr="0031051E">
              <w:rPr>
                <w:lang w:eastAsia="uk-UA"/>
              </w:rPr>
              <w:t xml:space="preserve"> рад</w:t>
            </w:r>
            <w:r>
              <w:rPr>
                <w:lang w:eastAsia="uk-UA"/>
              </w:rPr>
              <w:t xml:space="preserve">, </w:t>
            </w:r>
            <w:r>
              <w:t>відповідальні за ведення військового обліку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6.</w:t>
            </w:r>
          </w:p>
        </w:tc>
        <w:tc>
          <w:tcPr>
            <w:tcW w:w="3755" w:type="dxa"/>
          </w:tcPr>
          <w:p w:rsidR="0024567F" w:rsidRPr="0031051E" w:rsidRDefault="0024567F" w:rsidP="00DD58E6">
            <w:r w:rsidRPr="0031051E">
              <w:rPr>
                <w:lang w:eastAsia="uk-UA"/>
              </w:rPr>
              <w:t>Внесення до карток первинного обліку призовників і військовозо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>бов’язаних змін щодо їх сімейного стану, місця проживання, освіти, місця роботи і посади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у</w:t>
            </w:r>
            <w:r w:rsidRPr="0031051E">
              <w:t xml:space="preserve"> </w:t>
            </w:r>
            <w:r>
              <w:t>п’яти</w:t>
            </w:r>
            <w:r w:rsidRPr="0031051E">
              <w:t xml:space="preserve">- денний строк 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відповідальні за ведення військового обліку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7.</w:t>
            </w:r>
          </w:p>
        </w:tc>
        <w:tc>
          <w:tcPr>
            <w:tcW w:w="3755" w:type="dxa"/>
          </w:tcPr>
          <w:p w:rsidR="0024567F" w:rsidRPr="0031051E" w:rsidRDefault="0024567F" w:rsidP="00DD58E6">
            <w:pPr>
              <w:rPr>
                <w:lang w:eastAsia="uk-UA"/>
              </w:rPr>
            </w:pPr>
            <w:r>
              <w:rPr>
                <w:lang w:eastAsia="uk-UA"/>
              </w:rPr>
              <w:t>Надсилання до Р</w:t>
            </w:r>
            <w:r w:rsidRPr="0031051E">
              <w:rPr>
                <w:lang w:eastAsia="uk-UA"/>
              </w:rPr>
              <w:t xml:space="preserve">ВК повідомлення про зміну облікових даних та </w:t>
            </w:r>
            <w:r>
              <w:rPr>
                <w:lang w:eastAsia="uk-UA"/>
              </w:rPr>
              <w:t xml:space="preserve">вилучені </w:t>
            </w:r>
            <w:r w:rsidRPr="0031051E">
              <w:rPr>
                <w:lang w:eastAsia="uk-UA"/>
              </w:rPr>
              <w:t>мобілізаційних розпоряджен</w:t>
            </w:r>
            <w:r>
              <w:rPr>
                <w:lang w:eastAsia="uk-UA"/>
              </w:rPr>
              <w:t>ня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rPr>
                <w:lang w:eastAsia="uk-UA"/>
              </w:rPr>
              <w:t>щ</w:t>
            </w:r>
            <w:r w:rsidRPr="0031051E">
              <w:rPr>
                <w:lang w:eastAsia="uk-UA"/>
              </w:rPr>
              <w:t>омісяця до 5 числа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відповідальні за ведення військового обліку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8.</w:t>
            </w:r>
          </w:p>
        </w:tc>
        <w:tc>
          <w:tcPr>
            <w:tcW w:w="3755" w:type="dxa"/>
          </w:tcPr>
          <w:p w:rsidR="0024567F" w:rsidRPr="0031051E" w:rsidRDefault="0024567F" w:rsidP="00DD58E6">
            <w:r w:rsidRPr="0031051E">
              <w:rPr>
                <w:lang w:eastAsia="uk-UA"/>
              </w:rPr>
              <w:t>Звіряння облікових даних карток первинного обліку призовників і військовозобов’язаних, які перебувають на військовому обліку, з їх обліковими даними, що містяться в особових картках призовників і військовозобов’я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>заних підприємств, установ, організацій, в яких вони працюють (навчаються), що перебувають на території відповідальності сільсь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>ких, селищних та міських рад, а також із будинковими книгами (даними реєстраційного обліку), іншими документами з питань реєстрації місця проживання фізич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>них осіб, а також з фактичним проживанням (перебуванням) призовників і військовозобов’я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>заних шляхом подвірного обходу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з</w:t>
            </w:r>
            <w:r w:rsidRPr="0031051E">
              <w:t>а планом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відповідальні за ведення військового обліку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9.</w:t>
            </w:r>
          </w:p>
        </w:tc>
        <w:tc>
          <w:tcPr>
            <w:tcW w:w="3755" w:type="dxa"/>
          </w:tcPr>
          <w:p w:rsidR="0024567F" w:rsidRPr="0031051E" w:rsidRDefault="0024567F" w:rsidP="00DD58E6">
            <w:r w:rsidRPr="0031051E">
              <w:rPr>
                <w:lang w:eastAsia="uk-UA"/>
              </w:rPr>
              <w:t>Звіряння даних карток первинного обліку призовників, які перебу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>вають на військовому обліку в органах місцевого самоврядування, з обліковими даними районних (міських) військових комісаріатів (після приписки громадян до призовних дільниць і перед призовом їх на строкову військову службу, а також в інші строки, визначені районними (міськими) військовими комісаріатами)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з</w:t>
            </w:r>
            <w:r w:rsidRPr="0031051E">
              <w:t>а планом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відповідальні за ведення військового обліку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10.</w:t>
            </w:r>
          </w:p>
        </w:tc>
        <w:tc>
          <w:tcPr>
            <w:tcW w:w="3755" w:type="dxa"/>
          </w:tcPr>
          <w:p w:rsidR="0024567F" w:rsidRPr="0031051E" w:rsidRDefault="0024567F" w:rsidP="00DD58E6">
            <w:r w:rsidRPr="0031051E">
              <w:rPr>
                <w:lang w:eastAsia="uk-UA"/>
              </w:rPr>
              <w:t>Склад</w:t>
            </w:r>
            <w:r>
              <w:rPr>
                <w:lang w:eastAsia="uk-UA"/>
              </w:rPr>
              <w:t>ання і подання до Р</w:t>
            </w:r>
            <w:r w:rsidRPr="0031051E">
              <w:rPr>
                <w:lang w:eastAsia="uk-UA"/>
              </w:rPr>
              <w:t xml:space="preserve">ВК списків громадян, які підлягають приписці до призовних дільниць 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rPr>
                <w:lang w:eastAsia="uk-UA"/>
              </w:rPr>
              <w:t>д</w:t>
            </w:r>
            <w:r w:rsidRPr="0031051E">
              <w:rPr>
                <w:lang w:eastAsia="uk-UA"/>
              </w:rPr>
              <w:t>о 1 грудня</w:t>
            </w:r>
          </w:p>
        </w:tc>
        <w:tc>
          <w:tcPr>
            <w:tcW w:w="3161" w:type="dxa"/>
          </w:tcPr>
          <w:p w:rsidR="0024567F" w:rsidRPr="0031051E" w:rsidRDefault="0024567F" w:rsidP="006B7516">
            <w:r>
              <w:t>відповідальні за ведення військового обліку</w:t>
            </w:r>
            <w:r>
              <w:rPr>
                <w:lang w:eastAsia="uk-UA"/>
              </w:rPr>
              <w:t xml:space="preserve"> виконавчих комітетів міської та</w:t>
            </w:r>
            <w:r w:rsidRPr="0031051E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сільських</w:t>
            </w:r>
            <w:r w:rsidRPr="0031051E">
              <w:rPr>
                <w:lang w:eastAsia="uk-UA"/>
              </w:rPr>
              <w:t xml:space="preserve"> рад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11.</w:t>
            </w:r>
          </w:p>
        </w:tc>
        <w:tc>
          <w:tcPr>
            <w:tcW w:w="3755" w:type="dxa"/>
          </w:tcPr>
          <w:p w:rsidR="0024567F" w:rsidRPr="0031051E" w:rsidRDefault="0024567F" w:rsidP="00DD58E6">
            <w:r w:rsidRPr="0031051E">
              <w:rPr>
                <w:lang w:eastAsia="uk-UA"/>
              </w:rPr>
              <w:t>Приймання під розписку від призовників і військовозобов’я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>заних їх військово-облікови</w:t>
            </w:r>
            <w:r>
              <w:rPr>
                <w:lang w:eastAsia="uk-UA"/>
              </w:rPr>
              <w:t>х документів для подання до Р</w:t>
            </w:r>
            <w:r w:rsidRPr="0031051E">
              <w:rPr>
                <w:lang w:eastAsia="uk-UA"/>
              </w:rPr>
              <w:t xml:space="preserve">ВК для звіряння з картками первинного обліку </w:t>
            </w:r>
            <w:r>
              <w:rPr>
                <w:lang w:eastAsia="uk-UA"/>
              </w:rPr>
              <w:t>й</w:t>
            </w:r>
            <w:r w:rsidRPr="0031051E">
              <w:rPr>
                <w:lang w:eastAsia="uk-UA"/>
              </w:rPr>
              <w:t xml:space="preserve"> оформлення бронювання військовозобов’язаних на період мобілізації та на воєнний час 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п</w:t>
            </w:r>
            <w:r w:rsidRPr="0031051E">
              <w:t>остійно</w:t>
            </w:r>
          </w:p>
        </w:tc>
        <w:tc>
          <w:tcPr>
            <w:tcW w:w="3161" w:type="dxa"/>
          </w:tcPr>
          <w:p w:rsidR="0024567F" w:rsidRPr="0031051E" w:rsidRDefault="0024567F" w:rsidP="006B7516">
            <w:r>
              <w:t>відповідальні за ведення військового обліку</w:t>
            </w:r>
            <w:r>
              <w:rPr>
                <w:lang w:eastAsia="uk-UA"/>
              </w:rPr>
              <w:t xml:space="preserve"> 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12.</w:t>
            </w:r>
          </w:p>
        </w:tc>
        <w:tc>
          <w:tcPr>
            <w:tcW w:w="3755" w:type="dxa"/>
          </w:tcPr>
          <w:p w:rsidR="0024567F" w:rsidRPr="0031051E" w:rsidRDefault="0024567F" w:rsidP="00DD58E6">
            <w:r w:rsidRPr="0031051E">
              <w:rPr>
                <w:lang w:eastAsia="uk-UA"/>
              </w:rPr>
              <w:t>Постійний контроль за виконанням громадянами, посадовими особами підприємств, установ та органі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 xml:space="preserve">зацій, які перебувають на території відповідних населених пунктів, </w:t>
            </w:r>
            <w:r>
              <w:rPr>
                <w:lang w:eastAsia="uk-UA"/>
              </w:rPr>
              <w:t>у</w:t>
            </w:r>
            <w:r w:rsidRPr="0031051E">
              <w:rPr>
                <w:lang w:eastAsia="uk-UA"/>
              </w:rPr>
              <w:t>становлених правил військового обліку та проведенням відповідної роз’яснювальної роботи. Звернення щодо громадян, які ухиляються від виконання військового обов’язку, надсилаються до органів Націона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>льної поліції для їх розшуку, затриманн</w:t>
            </w:r>
            <w:r>
              <w:rPr>
                <w:lang w:eastAsia="uk-UA"/>
              </w:rPr>
              <w:t>я і доставки до відповідних Р</w:t>
            </w:r>
            <w:r w:rsidRPr="0031051E">
              <w:rPr>
                <w:lang w:eastAsia="uk-UA"/>
              </w:rPr>
              <w:t>ВК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п</w:t>
            </w:r>
            <w:r w:rsidRPr="0031051E">
              <w:t>остійно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керівники органів державної влади, органів місцевого самоврядування, підприємств, установ і організацій району, відповідальні за ведення військового обліку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13.</w:t>
            </w:r>
          </w:p>
        </w:tc>
        <w:tc>
          <w:tcPr>
            <w:tcW w:w="3755" w:type="dxa"/>
          </w:tcPr>
          <w:p w:rsidR="0024567F" w:rsidRPr="0031051E" w:rsidRDefault="0024567F" w:rsidP="00DD58E6">
            <w:r>
              <w:rPr>
                <w:lang w:eastAsia="uk-UA"/>
              </w:rPr>
              <w:t>Постійне інформування Р</w:t>
            </w:r>
            <w:r w:rsidRPr="0031051E">
              <w:rPr>
                <w:lang w:eastAsia="uk-UA"/>
              </w:rPr>
              <w:t>ВК про громадян та посадових осіб, які порушують правила військового обліку, для притягнення їх до відповідальності згідно із законом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п</w:t>
            </w:r>
            <w:r w:rsidRPr="0031051E">
              <w:t>остійно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керівники органів державної влади, органів місцевого самоврядування, підприємств, установ і організацій району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14.</w:t>
            </w:r>
          </w:p>
        </w:tc>
        <w:tc>
          <w:tcPr>
            <w:tcW w:w="3755" w:type="dxa"/>
          </w:tcPr>
          <w:p w:rsidR="0024567F" w:rsidRDefault="0024567F" w:rsidP="00DD58E6">
            <w:pPr>
              <w:rPr>
                <w:lang w:eastAsia="uk-UA"/>
              </w:rPr>
            </w:pPr>
            <w:r>
              <w:rPr>
                <w:lang w:eastAsia="uk-UA"/>
              </w:rPr>
              <w:t>Повідомлення Р</w:t>
            </w:r>
            <w:r w:rsidRPr="0031051E">
              <w:rPr>
                <w:lang w:eastAsia="uk-UA"/>
              </w:rPr>
              <w:t>ВК про реєстрацію, ліквідацію підприємств, установ та організацій, які перебувають на території відповідних населених пунктів</w:t>
            </w:r>
          </w:p>
          <w:p w:rsidR="0024567F" w:rsidRPr="0031051E" w:rsidRDefault="0024567F" w:rsidP="00DD58E6"/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rPr>
                <w:lang w:eastAsia="uk-UA"/>
              </w:rPr>
              <w:t>щ</w:t>
            </w:r>
            <w:r w:rsidRPr="0031051E">
              <w:rPr>
                <w:lang w:eastAsia="uk-UA"/>
              </w:rPr>
              <w:t>омісяця до 5 числа</w:t>
            </w:r>
          </w:p>
        </w:tc>
        <w:tc>
          <w:tcPr>
            <w:tcW w:w="3161" w:type="dxa"/>
          </w:tcPr>
          <w:p w:rsidR="0024567F" w:rsidRPr="0031051E" w:rsidRDefault="0024567F" w:rsidP="00DD58E6">
            <w:r w:rsidRPr="0018191E">
              <w:t>відділ з питань надання адміністративних послуг райдержадміністрації</w:t>
            </w:r>
            <w:r>
              <w:t>, органи місцевого самоврядування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15.</w:t>
            </w:r>
          </w:p>
        </w:tc>
        <w:tc>
          <w:tcPr>
            <w:tcW w:w="3755" w:type="dxa"/>
          </w:tcPr>
          <w:p w:rsidR="0024567F" w:rsidRPr="0031051E" w:rsidRDefault="0024567F" w:rsidP="00DD58E6">
            <w:r w:rsidRPr="0031051E">
              <w:rPr>
                <w:lang w:eastAsia="uk-UA"/>
              </w:rPr>
              <w:t>Ведення журналу обліку результатів перевірок стану військового обліку призовників і військовозобов’язаних та звірян</w:t>
            </w:r>
            <w:r>
              <w:rPr>
                <w:lang w:eastAsia="uk-UA"/>
              </w:rPr>
              <w:t>ня облікових даних з даними Р</w:t>
            </w:r>
            <w:r w:rsidRPr="0031051E">
              <w:rPr>
                <w:lang w:eastAsia="uk-UA"/>
              </w:rPr>
              <w:t xml:space="preserve">ВК 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п</w:t>
            </w:r>
            <w:r w:rsidRPr="0031051E">
              <w:t>остійно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відповідальні за ведення військового обліку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16.</w:t>
            </w:r>
          </w:p>
        </w:tc>
        <w:tc>
          <w:tcPr>
            <w:tcW w:w="3755" w:type="dxa"/>
          </w:tcPr>
          <w:p w:rsidR="0024567F" w:rsidRPr="0031051E" w:rsidRDefault="0024567F" w:rsidP="00DD58E6">
            <w:r w:rsidRPr="0031051E">
              <w:rPr>
                <w:lang w:eastAsia="uk-UA"/>
              </w:rPr>
              <w:t>Перевірка у громадян під час прийняття на роботу (навчання) наявності військово-облікових до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>кументів (у військовозобов’язаних – військових квитків або тимчасо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>вих посвідчень, а у призовників – посвідчень про приписку до призо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>вних дільниць). Приймання на ро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>боту (навчання) призовників і вій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>ськовозобов’язаних здійснюється тільки після взят</w:t>
            </w:r>
            <w:r>
              <w:rPr>
                <w:lang w:eastAsia="uk-UA"/>
              </w:rPr>
              <w:t>тя їх на військовий облік у Р</w:t>
            </w:r>
            <w:r w:rsidRPr="0031051E">
              <w:rPr>
                <w:lang w:eastAsia="uk-UA"/>
              </w:rPr>
              <w:t>ВК, а також у разі перебування на військовому обліку в СБУ та СЗР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п</w:t>
            </w:r>
            <w:r w:rsidRPr="0031051E">
              <w:t>остійно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керівники органів державної влади, органів місцевого самоврядування, підприємств, установ і організацій району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17.</w:t>
            </w:r>
          </w:p>
        </w:tc>
        <w:tc>
          <w:tcPr>
            <w:tcW w:w="3755" w:type="dxa"/>
          </w:tcPr>
          <w:p w:rsidR="0024567F" w:rsidRPr="0031051E" w:rsidRDefault="0024567F" w:rsidP="00D339D0">
            <w:r>
              <w:rPr>
                <w:lang w:eastAsia="uk-UA"/>
              </w:rPr>
              <w:t>Надсилання до Р</w:t>
            </w:r>
            <w:r w:rsidRPr="0031051E">
              <w:rPr>
                <w:lang w:eastAsia="uk-UA"/>
              </w:rPr>
              <w:t>ВК повідомлень про зміну облікових даних призовників і військовозобов’яза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>них, прийнятих на роботу (навча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>ння) чи звільнених з роботи (відра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>хованих з навчального закладу)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rPr>
                <w:lang w:eastAsia="uk-UA"/>
              </w:rPr>
              <w:t>у</w:t>
            </w:r>
            <w:r w:rsidRPr="0031051E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семи</w:t>
            </w:r>
            <w:r w:rsidRPr="0031051E">
              <w:rPr>
                <w:lang w:eastAsia="uk-UA"/>
              </w:rPr>
              <w:t>- денний строк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відповідальні за ведення військового обліку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18.</w:t>
            </w:r>
          </w:p>
        </w:tc>
        <w:tc>
          <w:tcPr>
            <w:tcW w:w="3755" w:type="dxa"/>
          </w:tcPr>
          <w:p w:rsidR="0024567F" w:rsidRPr="0031051E" w:rsidRDefault="0024567F" w:rsidP="00DD58E6">
            <w:r w:rsidRPr="0031051E">
              <w:rPr>
                <w:lang w:eastAsia="uk-UA"/>
              </w:rPr>
              <w:t>Оповіщення призовників і військовозо</w:t>
            </w:r>
            <w:r>
              <w:rPr>
                <w:lang w:eastAsia="uk-UA"/>
              </w:rPr>
              <w:t>бов’язаних про їх виклик до Р</w:t>
            </w:r>
            <w:r w:rsidRPr="0031051E">
              <w:rPr>
                <w:lang w:eastAsia="uk-UA"/>
              </w:rPr>
              <w:t>ВК і забезпечення їх своєчасного прибуття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rPr>
                <w:lang w:eastAsia="uk-UA"/>
              </w:rPr>
              <w:t>з</w:t>
            </w:r>
            <w:r w:rsidRPr="0031051E">
              <w:rPr>
                <w:lang w:eastAsia="uk-UA"/>
              </w:rPr>
              <w:t>а розпоря</w:t>
            </w:r>
            <w:r>
              <w:rPr>
                <w:lang w:eastAsia="uk-UA"/>
              </w:rPr>
              <w:t>-дженням Р</w:t>
            </w:r>
            <w:r w:rsidRPr="0031051E">
              <w:rPr>
                <w:lang w:eastAsia="uk-UA"/>
              </w:rPr>
              <w:t>ВК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rPr>
                <w:lang w:eastAsia="uk-UA"/>
              </w:rPr>
              <w:t>к</w:t>
            </w:r>
            <w:r w:rsidRPr="0031051E">
              <w:rPr>
                <w:lang w:eastAsia="uk-UA"/>
              </w:rPr>
              <w:t>ерівники державних органів,</w:t>
            </w:r>
            <w:r>
              <w:rPr>
                <w:lang w:eastAsia="uk-UA"/>
              </w:rPr>
              <w:t xml:space="preserve"> </w:t>
            </w:r>
            <w:r>
              <w:t>органів місцевого самоврядування,</w:t>
            </w:r>
            <w:r w:rsidRPr="0031051E">
              <w:rPr>
                <w:lang w:eastAsia="uk-UA"/>
              </w:rPr>
              <w:t xml:space="preserve"> підприємств, установ та організацій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19.</w:t>
            </w:r>
          </w:p>
        </w:tc>
        <w:tc>
          <w:tcPr>
            <w:tcW w:w="3755" w:type="dxa"/>
          </w:tcPr>
          <w:p w:rsidR="0024567F" w:rsidRPr="0031051E" w:rsidRDefault="0024567F" w:rsidP="00DD58E6">
            <w:r w:rsidRPr="0031051E">
              <w:rPr>
                <w:lang w:eastAsia="uk-UA"/>
              </w:rPr>
              <w:t>Забезпечення повноти та достовір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 xml:space="preserve">ності облікових даних призовників і військовозобов’язаних 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п</w:t>
            </w:r>
            <w:r w:rsidRPr="0031051E">
              <w:t>остійно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відповідальні за ведення військового обліку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20.</w:t>
            </w:r>
          </w:p>
        </w:tc>
        <w:tc>
          <w:tcPr>
            <w:tcW w:w="3755" w:type="dxa"/>
          </w:tcPr>
          <w:p w:rsidR="0024567F" w:rsidRPr="0031051E" w:rsidRDefault="0024567F" w:rsidP="00DD58E6">
            <w:r>
              <w:rPr>
                <w:lang w:eastAsia="uk-UA"/>
              </w:rPr>
              <w:t>Взаємодія з Р</w:t>
            </w:r>
            <w:r w:rsidRPr="0031051E">
              <w:rPr>
                <w:lang w:eastAsia="uk-UA"/>
              </w:rPr>
              <w:t>ВК щодо строків та способів звіряння даних особових карток, списків призовників і військовозобов’язаних, їх облікових даних, внесення відповідних змін до них, а також щодо оповіщення призовників і військовозобов’язаних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п</w:t>
            </w:r>
            <w:r w:rsidRPr="0031051E">
              <w:t>остійно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відповідальні за ведення військового обліку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21.</w:t>
            </w:r>
          </w:p>
        </w:tc>
        <w:tc>
          <w:tcPr>
            <w:tcW w:w="3755" w:type="dxa"/>
          </w:tcPr>
          <w:p w:rsidR="0024567F" w:rsidRPr="0031051E" w:rsidRDefault="0024567F" w:rsidP="00DD58E6">
            <w:r w:rsidRPr="0031051E">
              <w:rPr>
                <w:lang w:eastAsia="uk-UA"/>
              </w:rPr>
              <w:t>Звіряння особових карток призовників і військовозобов’я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>заних із записами у військових квитках та посвідченнях про приписку до призовних дільниць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щ</w:t>
            </w:r>
            <w:r w:rsidRPr="0031051E">
              <w:t>омісяця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відповідальні за ведення військового обліку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22.</w:t>
            </w:r>
          </w:p>
        </w:tc>
        <w:tc>
          <w:tcPr>
            <w:tcW w:w="3755" w:type="dxa"/>
          </w:tcPr>
          <w:p w:rsidR="0024567F" w:rsidRPr="0031051E" w:rsidRDefault="0024567F" w:rsidP="00DD58E6">
            <w:pPr>
              <w:rPr>
                <w:lang w:eastAsia="uk-UA"/>
              </w:rPr>
            </w:pPr>
            <w:r w:rsidRPr="0031051E">
              <w:rPr>
                <w:lang w:eastAsia="uk-UA"/>
              </w:rPr>
              <w:t xml:space="preserve">Проведення звіряння особових карток працівників з </w:t>
            </w:r>
            <w:r>
              <w:rPr>
                <w:lang w:eastAsia="uk-UA"/>
              </w:rPr>
              <w:t>обліковими документами Р</w:t>
            </w:r>
            <w:r w:rsidRPr="0031051E">
              <w:rPr>
                <w:lang w:eastAsia="uk-UA"/>
              </w:rPr>
              <w:t>ВК, в яких вони перебувають на військовому обліку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ind w:right="-28"/>
              <w:jc w:val="center"/>
            </w:pPr>
            <w:r>
              <w:rPr>
                <w:lang w:eastAsia="uk-UA"/>
              </w:rPr>
              <w:t>з</w:t>
            </w:r>
            <w:r w:rsidRPr="0031051E">
              <w:rPr>
                <w:lang w:eastAsia="uk-UA"/>
              </w:rPr>
              <w:t>а планом (не рідше одного разу на рік)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відповідальні за ведення військового обліку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23.</w:t>
            </w:r>
          </w:p>
        </w:tc>
        <w:tc>
          <w:tcPr>
            <w:tcW w:w="3755" w:type="dxa"/>
          </w:tcPr>
          <w:p w:rsidR="0024567F" w:rsidRPr="0031051E" w:rsidRDefault="0024567F" w:rsidP="00DD58E6">
            <w:r w:rsidRPr="0031051E">
              <w:rPr>
                <w:lang w:eastAsia="uk-UA"/>
              </w:rPr>
              <w:t>Внесення до особових карток призовників і військовозобов’яза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 xml:space="preserve">них змін щодо їх сімейного стану, місця проживання (перебування), освіти, місця роботи і посади 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у</w:t>
            </w:r>
            <w:r w:rsidRPr="0031051E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п’яти</w:t>
            </w:r>
            <w:r w:rsidRPr="0031051E">
              <w:rPr>
                <w:lang w:eastAsia="uk-UA"/>
              </w:rPr>
              <w:t>-денний строк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відповідальні за ведення військового обліку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24.</w:t>
            </w:r>
          </w:p>
        </w:tc>
        <w:tc>
          <w:tcPr>
            <w:tcW w:w="3755" w:type="dxa"/>
          </w:tcPr>
          <w:p w:rsidR="0024567F" w:rsidRPr="0031051E" w:rsidRDefault="0024567F" w:rsidP="00DD58E6">
            <w:pPr>
              <w:rPr>
                <w:lang w:eastAsia="uk-UA"/>
              </w:rPr>
            </w:pPr>
            <w:r>
              <w:rPr>
                <w:lang w:eastAsia="uk-UA"/>
              </w:rPr>
              <w:t>Надсилання до Р</w:t>
            </w:r>
            <w:r w:rsidRPr="0031051E">
              <w:rPr>
                <w:lang w:eastAsia="uk-UA"/>
              </w:rPr>
              <w:t>ВК повідомлення про зміну облікових даних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щ</w:t>
            </w:r>
            <w:r w:rsidRPr="0031051E">
              <w:rPr>
                <w:lang w:eastAsia="uk-UA"/>
              </w:rPr>
              <w:t>омісяця до 5 числа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відповідальні за ведення військового обліку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25.</w:t>
            </w:r>
          </w:p>
        </w:tc>
        <w:tc>
          <w:tcPr>
            <w:tcW w:w="3755" w:type="dxa"/>
          </w:tcPr>
          <w:p w:rsidR="0024567F" w:rsidRPr="0031051E" w:rsidRDefault="0024567F" w:rsidP="00DD58E6">
            <w:r w:rsidRPr="0031051E">
              <w:rPr>
                <w:lang w:eastAsia="uk-UA"/>
              </w:rPr>
              <w:t>Склад</w:t>
            </w:r>
            <w:r>
              <w:rPr>
                <w:lang w:eastAsia="uk-UA"/>
              </w:rPr>
              <w:t>ання і подання до Р</w:t>
            </w:r>
            <w:r w:rsidRPr="0031051E">
              <w:rPr>
                <w:lang w:eastAsia="uk-UA"/>
              </w:rPr>
              <w:t>ВК списків громадян, які підлягають приписці до призовних дільниць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rPr>
                <w:lang w:eastAsia="uk-UA"/>
              </w:rPr>
              <w:t>д</w:t>
            </w:r>
            <w:r w:rsidRPr="0031051E">
              <w:rPr>
                <w:lang w:eastAsia="uk-UA"/>
              </w:rPr>
              <w:t>о 1 грудня</w:t>
            </w:r>
          </w:p>
        </w:tc>
        <w:tc>
          <w:tcPr>
            <w:tcW w:w="3161" w:type="dxa"/>
          </w:tcPr>
          <w:p w:rsidR="0024567F" w:rsidRPr="0031051E" w:rsidRDefault="0024567F" w:rsidP="0092205F">
            <w:r>
              <w:t>відповідальні за ведення військового обліку у виконавчих комітетах міської та сільських рад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26.</w:t>
            </w:r>
          </w:p>
        </w:tc>
        <w:tc>
          <w:tcPr>
            <w:tcW w:w="3755" w:type="dxa"/>
          </w:tcPr>
          <w:p w:rsidR="0024567F" w:rsidRPr="0031051E" w:rsidRDefault="0024567F" w:rsidP="00DD58E6">
            <w:r w:rsidRPr="0031051E">
              <w:rPr>
                <w:lang w:eastAsia="uk-UA"/>
              </w:rPr>
              <w:t>Приймання під розписку від призо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>вників і військовозобов’язаних їх військово-облікови</w:t>
            </w:r>
            <w:r>
              <w:rPr>
                <w:lang w:eastAsia="uk-UA"/>
              </w:rPr>
              <w:t>х документів для подання до Р</w:t>
            </w:r>
            <w:r w:rsidRPr="0031051E">
              <w:rPr>
                <w:lang w:eastAsia="uk-UA"/>
              </w:rPr>
              <w:t>ВК для звіряння з картками первинного обліку та оформлення бронювання військовозобов’язаних на період мобілізації та на воєнний час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п</w:t>
            </w:r>
            <w:r w:rsidRPr="0031051E">
              <w:t>остійно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відповідальні за ведення військового обліку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27.</w:t>
            </w:r>
          </w:p>
        </w:tc>
        <w:tc>
          <w:tcPr>
            <w:tcW w:w="3755" w:type="dxa"/>
          </w:tcPr>
          <w:p w:rsidR="0024567F" w:rsidRPr="0031051E" w:rsidRDefault="0024567F" w:rsidP="00DD58E6">
            <w:r w:rsidRPr="0031051E">
              <w:rPr>
                <w:lang w:eastAsia="uk-UA"/>
              </w:rPr>
              <w:t>Постійний контроль за виконанням посадовими особами державних органів, підприємств, установ та організацій, призовниками і військовозобов’язаними встановлених правил військового обліку та проведенням відповідної роз’яснювальної роботи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п</w:t>
            </w:r>
            <w:r w:rsidRPr="0031051E">
              <w:t>остійно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керівники органів державної влади, органів місцевого самоврядування, підприємств, установ і організацій району, відповідальні за ведення військового обліку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28.</w:t>
            </w:r>
          </w:p>
        </w:tc>
        <w:tc>
          <w:tcPr>
            <w:tcW w:w="3755" w:type="dxa"/>
          </w:tcPr>
          <w:p w:rsidR="0024567F" w:rsidRPr="0031051E" w:rsidRDefault="0024567F" w:rsidP="00DD58E6">
            <w:r w:rsidRPr="0031051E">
              <w:rPr>
                <w:lang w:eastAsia="uk-UA"/>
              </w:rPr>
              <w:t>Здійснення реєстрації (зняття з реєстрації) місця проживання при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>зовників і військовозобов’язаних лише в разі наявності в їх військо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>во-об</w:t>
            </w:r>
            <w:r>
              <w:rPr>
                <w:lang w:eastAsia="uk-UA"/>
              </w:rPr>
              <w:t>лікових документах позначок Р</w:t>
            </w:r>
            <w:r w:rsidRPr="0031051E">
              <w:rPr>
                <w:lang w:eastAsia="uk-UA"/>
              </w:rPr>
              <w:t>ВК про зняття з військового обліку або перебування на військо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>вому обліку за місцем проживання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п</w:t>
            </w:r>
            <w:r w:rsidRPr="0031051E">
              <w:t>остійно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виконавчі комітети міської та сільських рад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>
              <w:t>29</w:t>
            </w:r>
            <w:r w:rsidRPr="0031051E">
              <w:t>.</w:t>
            </w:r>
          </w:p>
        </w:tc>
        <w:tc>
          <w:tcPr>
            <w:tcW w:w="3755" w:type="dxa"/>
          </w:tcPr>
          <w:p w:rsidR="0024567F" w:rsidRPr="0031051E" w:rsidRDefault="0024567F" w:rsidP="00DD58E6">
            <w:pPr>
              <w:shd w:val="clear" w:color="auto" w:fill="FFFFFF"/>
              <w:textAlignment w:val="baseline"/>
            </w:pPr>
            <w:bookmarkStart w:id="0" w:name="n234"/>
            <w:bookmarkEnd w:id="0"/>
            <w:r>
              <w:rPr>
                <w:lang w:eastAsia="uk-UA"/>
              </w:rPr>
              <w:t>Надсилання до Р</w:t>
            </w:r>
            <w:r w:rsidRPr="0031051E">
              <w:rPr>
                <w:lang w:eastAsia="uk-UA"/>
              </w:rPr>
              <w:t>ВК повідомлення про реєстрацію (зняття з реєст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>рації) місця проживання призов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 xml:space="preserve">ників і військовозобов’язаних 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rPr>
                <w:lang w:eastAsia="uk-UA"/>
              </w:rPr>
              <w:t>щ</w:t>
            </w:r>
            <w:r w:rsidRPr="0031051E">
              <w:rPr>
                <w:lang w:eastAsia="uk-UA"/>
              </w:rPr>
              <w:t>омісяця до 5 числа</w:t>
            </w:r>
          </w:p>
        </w:tc>
        <w:tc>
          <w:tcPr>
            <w:tcW w:w="3161" w:type="dxa"/>
          </w:tcPr>
          <w:p w:rsidR="0024567F" w:rsidRPr="0031051E" w:rsidRDefault="0024567F" w:rsidP="00DD58E6">
            <w:pPr>
              <w:shd w:val="clear" w:color="auto" w:fill="FFFFFF"/>
              <w:textAlignment w:val="baseline"/>
            </w:pPr>
            <w:r>
              <w:t>виконавчі комітети міської та сільських рад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3</w:t>
            </w:r>
            <w:r>
              <w:t>0</w:t>
            </w:r>
            <w:r w:rsidRPr="0031051E">
              <w:t>.</w:t>
            </w:r>
          </w:p>
        </w:tc>
        <w:tc>
          <w:tcPr>
            <w:tcW w:w="3755" w:type="dxa"/>
          </w:tcPr>
          <w:p w:rsidR="0024567F" w:rsidRPr="0031051E" w:rsidRDefault="0024567F" w:rsidP="00DD58E6">
            <w:pPr>
              <w:shd w:val="clear" w:color="auto" w:fill="FFFFFF"/>
              <w:textAlignment w:val="baseline"/>
            </w:pPr>
            <w:bookmarkStart w:id="1" w:name="n236"/>
            <w:bookmarkEnd w:id="1"/>
            <w:r w:rsidRPr="0031051E">
              <w:rPr>
                <w:lang w:eastAsia="uk-UA"/>
              </w:rPr>
              <w:t>Повідомлення про місце перебува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>ння зареєстрованих призовників і війс</w:t>
            </w:r>
            <w:r>
              <w:rPr>
                <w:lang w:eastAsia="uk-UA"/>
              </w:rPr>
              <w:t>ьковозобов’язаних на запити Р</w:t>
            </w:r>
            <w:r w:rsidRPr="0031051E">
              <w:rPr>
                <w:lang w:eastAsia="uk-UA"/>
              </w:rPr>
              <w:t>ВК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згідно запитів РВК</w:t>
            </w:r>
          </w:p>
        </w:tc>
        <w:tc>
          <w:tcPr>
            <w:tcW w:w="3161" w:type="dxa"/>
          </w:tcPr>
          <w:p w:rsidR="0024567F" w:rsidRPr="0031051E" w:rsidRDefault="0024567F" w:rsidP="00DD58E6">
            <w:pPr>
              <w:shd w:val="clear" w:color="auto" w:fill="FFFFFF"/>
              <w:textAlignment w:val="baseline"/>
            </w:pPr>
            <w:r>
              <w:t>виконавчі комітети міської та сільських рад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3</w:t>
            </w:r>
            <w:r>
              <w:t>1</w:t>
            </w:r>
            <w:r w:rsidRPr="0031051E">
              <w:t>.</w:t>
            </w:r>
          </w:p>
        </w:tc>
        <w:tc>
          <w:tcPr>
            <w:tcW w:w="3755" w:type="dxa"/>
          </w:tcPr>
          <w:p w:rsidR="0024567F" w:rsidRPr="0031051E" w:rsidRDefault="0024567F" w:rsidP="00DD58E6">
            <w:pPr>
              <w:shd w:val="clear" w:color="auto" w:fill="FFFFFF"/>
              <w:textAlignment w:val="baseline"/>
            </w:pPr>
            <w:r>
              <w:rPr>
                <w:lang w:eastAsia="uk-UA"/>
              </w:rPr>
              <w:t>Надсилання до Р</w:t>
            </w:r>
            <w:r w:rsidRPr="0031051E">
              <w:rPr>
                <w:lang w:eastAsia="uk-UA"/>
              </w:rPr>
              <w:t>ВК або органів місцевого самоврядування, що ведуть військовий облік, пов</w:t>
            </w:r>
            <w:r>
              <w:rPr>
                <w:lang w:eastAsia="uk-UA"/>
              </w:rPr>
              <w:t>і-</w:t>
            </w:r>
            <w:r w:rsidRPr="0031051E">
              <w:rPr>
                <w:lang w:eastAsia="uk-UA"/>
              </w:rPr>
              <w:t>домлення про осіб, які отримали громадянство України і повинні бути взяті на військовий облік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у</w:t>
            </w:r>
            <w:r w:rsidRPr="0031051E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дво</w:t>
            </w:r>
            <w:r w:rsidRPr="0031051E">
              <w:rPr>
                <w:lang w:eastAsia="uk-UA"/>
              </w:rPr>
              <w:t>-</w:t>
            </w:r>
          </w:p>
          <w:p w:rsidR="0024567F" w:rsidRPr="0031051E" w:rsidRDefault="0024567F" w:rsidP="00DD58E6">
            <w:pPr>
              <w:jc w:val="center"/>
            </w:pPr>
            <w:r w:rsidRPr="0031051E">
              <w:rPr>
                <w:lang w:eastAsia="uk-UA"/>
              </w:rPr>
              <w:t>тижневий строк</w:t>
            </w:r>
          </w:p>
        </w:tc>
        <w:tc>
          <w:tcPr>
            <w:tcW w:w="3161" w:type="dxa"/>
          </w:tcPr>
          <w:p w:rsidR="0024567F" w:rsidRPr="0031051E" w:rsidRDefault="0024567F" w:rsidP="00DD58E6">
            <w:pPr>
              <w:shd w:val="clear" w:color="auto" w:fill="FFFFFF"/>
              <w:textAlignment w:val="baseline"/>
            </w:pPr>
            <w:r>
              <w:t>виконавчі комітети міської та сільських рад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3</w:t>
            </w:r>
            <w:r>
              <w:t>2</w:t>
            </w:r>
            <w:r w:rsidRPr="0031051E">
              <w:t>.</w:t>
            </w:r>
          </w:p>
        </w:tc>
        <w:tc>
          <w:tcPr>
            <w:tcW w:w="3755" w:type="dxa"/>
          </w:tcPr>
          <w:p w:rsidR="0024567F" w:rsidRPr="0031051E" w:rsidRDefault="0024567F" w:rsidP="00DD58E6">
            <w:pPr>
              <w:shd w:val="clear" w:color="auto" w:fill="FFFFFF"/>
              <w:textAlignment w:val="baseline"/>
            </w:pPr>
            <w:r w:rsidRPr="0031051E">
              <w:rPr>
                <w:lang w:eastAsia="uk-UA"/>
              </w:rPr>
              <w:t>Здійснення досудових розслідувань стосовно ухилення військовозобо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 xml:space="preserve">в’язаних від військового обліку 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rPr>
                <w:lang w:eastAsia="uk-UA"/>
              </w:rPr>
              <w:t>з</w:t>
            </w:r>
            <w:r w:rsidRPr="0031051E">
              <w:rPr>
                <w:lang w:eastAsia="uk-UA"/>
              </w:rPr>
              <w:t>а звер</w:t>
            </w:r>
            <w:r>
              <w:rPr>
                <w:lang w:eastAsia="uk-UA"/>
              </w:rPr>
              <w:t>-ненням Р</w:t>
            </w:r>
            <w:r w:rsidRPr="0031051E">
              <w:rPr>
                <w:lang w:eastAsia="uk-UA"/>
              </w:rPr>
              <w:t>ВК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відділ</w:t>
            </w:r>
            <w:r w:rsidRPr="0031051E">
              <w:t xml:space="preserve"> ГУНП</w:t>
            </w:r>
            <w:r>
              <w:t xml:space="preserve"> України у Волинській області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>
              <w:t>33.</w:t>
            </w:r>
          </w:p>
        </w:tc>
        <w:tc>
          <w:tcPr>
            <w:tcW w:w="3755" w:type="dxa"/>
          </w:tcPr>
          <w:p w:rsidR="0024567F" w:rsidRPr="0031051E" w:rsidRDefault="0024567F" w:rsidP="00DD58E6">
            <w:pPr>
              <w:shd w:val="clear" w:color="auto" w:fill="FFFFFF"/>
              <w:textAlignment w:val="baseline"/>
            </w:pPr>
            <w:r w:rsidRPr="0031051E">
              <w:rPr>
                <w:lang w:eastAsia="uk-UA"/>
              </w:rPr>
              <w:t xml:space="preserve">Здійснення розшуку, затримання та </w:t>
            </w:r>
            <w:r>
              <w:rPr>
                <w:lang w:eastAsia="uk-UA"/>
              </w:rPr>
              <w:t>доставки до Р</w:t>
            </w:r>
            <w:r w:rsidRPr="0031051E">
              <w:rPr>
                <w:lang w:eastAsia="uk-UA"/>
              </w:rPr>
              <w:t>ВК громадян, які ухиляються від виконання військового обов’язку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rPr>
                <w:lang w:eastAsia="uk-UA"/>
              </w:rPr>
              <w:t>з</w:t>
            </w:r>
            <w:r w:rsidRPr="0031051E">
              <w:rPr>
                <w:lang w:eastAsia="uk-UA"/>
              </w:rPr>
              <w:t>а звер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>ненням органів місцевого самовряду</w:t>
            </w:r>
            <w:r>
              <w:rPr>
                <w:lang w:eastAsia="uk-UA"/>
              </w:rPr>
              <w:t>-вання, Р</w:t>
            </w:r>
            <w:r w:rsidRPr="0031051E">
              <w:rPr>
                <w:lang w:eastAsia="uk-UA"/>
              </w:rPr>
              <w:t>ВК</w:t>
            </w:r>
          </w:p>
        </w:tc>
        <w:tc>
          <w:tcPr>
            <w:tcW w:w="3161" w:type="dxa"/>
          </w:tcPr>
          <w:p w:rsidR="0024567F" w:rsidRPr="0031051E" w:rsidRDefault="0024567F" w:rsidP="00DD58E6">
            <w:pPr>
              <w:shd w:val="clear" w:color="auto" w:fill="FFFFFF"/>
              <w:textAlignment w:val="baseline"/>
            </w:pPr>
            <w:r>
              <w:t>відділ</w:t>
            </w:r>
            <w:r w:rsidRPr="0031051E">
              <w:t xml:space="preserve"> ГУНП</w:t>
            </w:r>
            <w:r>
              <w:t xml:space="preserve"> України у Волинській області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3</w:t>
            </w:r>
            <w:r>
              <w:t>4</w:t>
            </w:r>
            <w:r w:rsidRPr="0031051E">
              <w:t>.</w:t>
            </w:r>
          </w:p>
        </w:tc>
        <w:tc>
          <w:tcPr>
            <w:tcW w:w="3755" w:type="dxa"/>
          </w:tcPr>
          <w:p w:rsidR="0024567F" w:rsidRPr="0031051E" w:rsidRDefault="0024567F" w:rsidP="00DD58E6">
            <w:pPr>
              <w:shd w:val="clear" w:color="auto" w:fill="FFFFFF"/>
              <w:textAlignment w:val="baseline"/>
            </w:pPr>
            <w:r w:rsidRPr="0031051E">
              <w:rPr>
                <w:lang w:eastAsia="uk-UA"/>
              </w:rPr>
              <w:t>Повідомлення після звернення громадян щодо реєстрації актів цивільного стану РВК, в яких перебувають на військовому обліку призовники і військовозобов’язані, про зміну їх прізвища, імені та по батькові, одруження (розлучення), реєстрацію смерті призовників і військовозобов’язаних, вилучення військово-облікових документів, пільгових посвідчень, а також зміну інших даних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rPr>
                <w:lang w:eastAsia="uk-UA"/>
              </w:rPr>
              <w:t>у</w:t>
            </w:r>
            <w:r w:rsidRPr="0031051E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семи</w:t>
            </w:r>
            <w:r w:rsidRPr="0031051E">
              <w:rPr>
                <w:lang w:eastAsia="uk-UA"/>
              </w:rPr>
              <w:t>-денний строк</w:t>
            </w:r>
          </w:p>
        </w:tc>
        <w:tc>
          <w:tcPr>
            <w:tcW w:w="3161" w:type="dxa"/>
          </w:tcPr>
          <w:p w:rsidR="0024567F" w:rsidRPr="0031051E" w:rsidRDefault="0024567F" w:rsidP="006B7516">
            <w:r>
              <w:t>районний відділ</w:t>
            </w:r>
            <w:r w:rsidRPr="0018191E">
              <w:t xml:space="preserve"> державної реєстрації актів цивільного стану головного територіального</w:t>
            </w:r>
            <w:r w:rsidRPr="0018191E">
              <w:rPr>
                <w:b/>
              </w:rPr>
              <w:t xml:space="preserve"> </w:t>
            </w:r>
            <w:r w:rsidRPr="0018191E">
              <w:t>управління   юстиції у Волинській</w:t>
            </w:r>
            <w:r>
              <w:t xml:space="preserve"> о</w:t>
            </w:r>
            <w:r w:rsidRPr="0018191E">
              <w:t>бласті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3</w:t>
            </w:r>
            <w:r>
              <w:t>5</w:t>
            </w:r>
            <w:r w:rsidRPr="0031051E">
              <w:t>.</w:t>
            </w:r>
          </w:p>
        </w:tc>
        <w:tc>
          <w:tcPr>
            <w:tcW w:w="3755" w:type="dxa"/>
          </w:tcPr>
          <w:p w:rsidR="0024567F" w:rsidRPr="0031051E" w:rsidRDefault="0024567F" w:rsidP="00BD6A01">
            <w:r>
              <w:rPr>
                <w:lang w:eastAsia="uk-UA"/>
              </w:rPr>
              <w:t>Повідомлення Р</w:t>
            </w:r>
            <w:r w:rsidRPr="0031051E">
              <w:rPr>
                <w:lang w:eastAsia="uk-UA"/>
              </w:rPr>
              <w:t>ВК про призовників і військовозобо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>в’язаних, стосовно яких повідомлено про підозру у вчинені кримінального правопорушення</w:t>
            </w:r>
          </w:p>
        </w:tc>
        <w:tc>
          <w:tcPr>
            <w:tcW w:w="1199" w:type="dxa"/>
          </w:tcPr>
          <w:p w:rsidR="0024567F" w:rsidRPr="0031051E" w:rsidRDefault="0024567F" w:rsidP="00BD6A01">
            <w:pPr>
              <w:jc w:val="center"/>
            </w:pPr>
            <w:r>
              <w:rPr>
                <w:lang w:eastAsia="uk-UA"/>
              </w:rPr>
              <w:t>у</w:t>
            </w:r>
            <w:r w:rsidRPr="0031051E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семи</w:t>
            </w:r>
            <w:r w:rsidRPr="0031051E">
              <w:rPr>
                <w:lang w:eastAsia="uk-UA"/>
              </w:rPr>
              <w:t>-денний строк</w:t>
            </w:r>
          </w:p>
        </w:tc>
        <w:tc>
          <w:tcPr>
            <w:tcW w:w="3161" w:type="dxa"/>
          </w:tcPr>
          <w:p w:rsidR="0024567F" w:rsidRPr="0031051E" w:rsidRDefault="0024567F" w:rsidP="00BD6A01">
            <w:r w:rsidRPr="0031051E">
              <w:t>відділу ГУНП</w:t>
            </w:r>
            <w:r>
              <w:t xml:space="preserve"> України у Волинській області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3</w:t>
            </w:r>
            <w:r>
              <w:t>6</w:t>
            </w:r>
            <w:r w:rsidRPr="0031051E">
              <w:t>.</w:t>
            </w:r>
          </w:p>
        </w:tc>
        <w:tc>
          <w:tcPr>
            <w:tcW w:w="3755" w:type="dxa"/>
          </w:tcPr>
          <w:p w:rsidR="0024567F" w:rsidRPr="0031051E" w:rsidRDefault="0024567F" w:rsidP="0017283F">
            <w:pPr>
              <w:shd w:val="clear" w:color="auto" w:fill="FFFFFF"/>
              <w:textAlignment w:val="baseline"/>
            </w:pPr>
            <w:r>
              <w:rPr>
                <w:lang w:eastAsia="uk-UA"/>
              </w:rPr>
              <w:t>Повідомлення Р</w:t>
            </w:r>
            <w:r w:rsidRPr="0031051E">
              <w:rPr>
                <w:lang w:eastAsia="uk-UA"/>
              </w:rPr>
              <w:t>ВК про призовників, стосовно яких кримінальні справи розглядаються судами, а також про вироки щодо призовників і військовозобов’я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>заних, які набрали законної сили</w:t>
            </w:r>
          </w:p>
        </w:tc>
        <w:tc>
          <w:tcPr>
            <w:tcW w:w="1199" w:type="dxa"/>
          </w:tcPr>
          <w:p w:rsidR="0024567F" w:rsidRPr="0031051E" w:rsidRDefault="0024567F" w:rsidP="0017283F">
            <w:pPr>
              <w:jc w:val="center"/>
            </w:pPr>
            <w:r>
              <w:rPr>
                <w:lang w:eastAsia="uk-UA"/>
              </w:rPr>
              <w:t>у</w:t>
            </w:r>
            <w:r w:rsidRPr="0031051E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семи</w:t>
            </w:r>
            <w:r w:rsidRPr="0031051E">
              <w:rPr>
                <w:lang w:eastAsia="uk-UA"/>
              </w:rPr>
              <w:t>-денний строк</w:t>
            </w:r>
          </w:p>
        </w:tc>
        <w:tc>
          <w:tcPr>
            <w:tcW w:w="3161" w:type="dxa"/>
          </w:tcPr>
          <w:p w:rsidR="0024567F" w:rsidRPr="0031051E" w:rsidRDefault="0024567F" w:rsidP="006B7516">
            <w:r>
              <w:t xml:space="preserve">районний </w:t>
            </w:r>
            <w:r w:rsidRPr="0031051E">
              <w:t>суд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4E19A6" w:rsidRDefault="0024567F" w:rsidP="00DD58E6">
            <w:pPr>
              <w:jc w:val="center"/>
            </w:pPr>
            <w:r w:rsidRPr="004E19A6">
              <w:t>37.</w:t>
            </w:r>
          </w:p>
        </w:tc>
        <w:tc>
          <w:tcPr>
            <w:tcW w:w="3755" w:type="dxa"/>
          </w:tcPr>
          <w:p w:rsidR="0024567F" w:rsidRPr="004E19A6" w:rsidRDefault="0024567F" w:rsidP="004E19A6">
            <w:r w:rsidRPr="004E19A6">
              <w:rPr>
                <w:lang w:eastAsia="uk-UA"/>
              </w:rPr>
              <w:t>Вилучення та надсилання до відповідних РВК військово-облікових документів призовників і військовозобов’язаних, засуджених до позбавлення волі, обмеження волі або арешту</w:t>
            </w:r>
          </w:p>
        </w:tc>
        <w:tc>
          <w:tcPr>
            <w:tcW w:w="1199" w:type="dxa"/>
          </w:tcPr>
          <w:p w:rsidR="0024567F" w:rsidRPr="004E19A6" w:rsidRDefault="0024567F" w:rsidP="00E93C4D">
            <w:pPr>
              <w:jc w:val="center"/>
            </w:pPr>
            <w:r w:rsidRPr="004E19A6">
              <w:t>постійно</w:t>
            </w:r>
          </w:p>
        </w:tc>
        <w:tc>
          <w:tcPr>
            <w:tcW w:w="3161" w:type="dxa"/>
          </w:tcPr>
          <w:p w:rsidR="0024567F" w:rsidRPr="0031051E" w:rsidRDefault="0024567F" w:rsidP="00E93C4D">
            <w:r>
              <w:t>районний</w:t>
            </w:r>
            <w:r w:rsidRPr="004E19A6">
              <w:t xml:space="preserve"> суд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 w:rsidRPr="0031051E">
              <w:t>3</w:t>
            </w:r>
            <w:r>
              <w:t>8</w:t>
            </w:r>
            <w:r w:rsidRPr="0031051E">
              <w:t>.</w:t>
            </w:r>
          </w:p>
        </w:tc>
        <w:tc>
          <w:tcPr>
            <w:tcW w:w="3755" w:type="dxa"/>
          </w:tcPr>
          <w:p w:rsidR="0024567F" w:rsidRPr="0031051E" w:rsidRDefault="0024567F" w:rsidP="00DD58E6">
            <w:pPr>
              <w:shd w:val="clear" w:color="auto" w:fill="FFFFFF"/>
              <w:textAlignment w:val="baseline"/>
            </w:pPr>
            <w:r>
              <w:rPr>
                <w:lang w:eastAsia="uk-UA"/>
              </w:rPr>
              <w:t>Повідомлення Р</w:t>
            </w:r>
            <w:r w:rsidRPr="0031051E">
              <w:rPr>
                <w:lang w:eastAsia="uk-UA"/>
              </w:rPr>
              <w:t>ВК про призо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>вників і військовозобов’язаних, яких визнано інвалідами</w:t>
            </w:r>
          </w:p>
        </w:tc>
        <w:tc>
          <w:tcPr>
            <w:tcW w:w="1199" w:type="dxa"/>
          </w:tcPr>
          <w:p w:rsidR="0024567F" w:rsidRPr="0031051E" w:rsidRDefault="0024567F" w:rsidP="00A95B53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у</w:t>
            </w:r>
            <w:r w:rsidRPr="0031051E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семи</w:t>
            </w:r>
            <w:r w:rsidRPr="0031051E">
              <w:rPr>
                <w:lang w:eastAsia="uk-UA"/>
              </w:rPr>
              <w:t>-денний строк</w:t>
            </w:r>
          </w:p>
        </w:tc>
        <w:tc>
          <w:tcPr>
            <w:tcW w:w="3161" w:type="dxa"/>
          </w:tcPr>
          <w:p w:rsidR="0024567F" w:rsidRPr="0031051E" w:rsidRDefault="0024567F" w:rsidP="006B7516">
            <w:r>
              <w:rPr>
                <w:lang w:eastAsia="uk-UA"/>
              </w:rPr>
              <w:t>районна медико-соціальна</w:t>
            </w:r>
            <w:r w:rsidRPr="0031051E">
              <w:rPr>
                <w:lang w:eastAsia="uk-UA"/>
              </w:rPr>
              <w:t xml:space="preserve"> експертн</w:t>
            </w:r>
            <w:r>
              <w:rPr>
                <w:lang w:eastAsia="uk-UA"/>
              </w:rPr>
              <w:t>а</w:t>
            </w:r>
            <w:r w:rsidRPr="0031051E">
              <w:rPr>
                <w:lang w:eastAsia="uk-UA"/>
              </w:rPr>
              <w:t xml:space="preserve"> комісі</w:t>
            </w:r>
            <w:r>
              <w:rPr>
                <w:lang w:eastAsia="uk-UA"/>
              </w:rPr>
              <w:t>я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trHeight w:val="74"/>
        </w:trPr>
        <w:tc>
          <w:tcPr>
            <w:tcW w:w="524" w:type="dxa"/>
            <w:gridSpan w:val="2"/>
          </w:tcPr>
          <w:p w:rsidR="0024567F" w:rsidRPr="0031051E" w:rsidRDefault="0024567F" w:rsidP="00DD58E6">
            <w:pPr>
              <w:jc w:val="center"/>
            </w:pPr>
            <w:r>
              <w:t>39</w:t>
            </w:r>
            <w:r w:rsidRPr="0031051E">
              <w:t>.</w:t>
            </w:r>
          </w:p>
        </w:tc>
        <w:tc>
          <w:tcPr>
            <w:tcW w:w="3755" w:type="dxa"/>
          </w:tcPr>
          <w:p w:rsidR="0024567F" w:rsidRPr="0031051E" w:rsidRDefault="0024567F" w:rsidP="00200FBB">
            <w:pPr>
              <w:shd w:val="clear" w:color="auto" w:fill="FFFFFF"/>
              <w:rPr>
                <w:bCs/>
                <w:iCs/>
                <w:spacing w:val="-2"/>
              </w:rPr>
            </w:pPr>
            <w:r w:rsidRPr="0031051E">
              <w:rPr>
                <w:lang w:eastAsia="uk-UA"/>
              </w:rPr>
              <w:t>Під час проведення призову грома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>дян на строкову ві</w:t>
            </w:r>
            <w:r>
              <w:rPr>
                <w:lang w:eastAsia="uk-UA"/>
              </w:rPr>
              <w:t>йськову службу повідомлення Р</w:t>
            </w:r>
            <w:r w:rsidRPr="0031051E">
              <w:rPr>
                <w:lang w:eastAsia="uk-UA"/>
              </w:rPr>
              <w:t>ВК про громадян призовного віку, які перебувають на стаціонарному лікуванні</w:t>
            </w:r>
          </w:p>
        </w:tc>
        <w:tc>
          <w:tcPr>
            <w:tcW w:w="1199" w:type="dxa"/>
          </w:tcPr>
          <w:p w:rsidR="0024567F" w:rsidRPr="0031051E" w:rsidRDefault="0024567F" w:rsidP="00200FBB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у</w:t>
            </w:r>
            <w:r w:rsidRPr="0031051E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три</w:t>
            </w:r>
            <w:r w:rsidRPr="0031051E">
              <w:rPr>
                <w:lang w:eastAsia="uk-UA"/>
              </w:rPr>
              <w:t>-денний строк</w:t>
            </w:r>
          </w:p>
        </w:tc>
        <w:tc>
          <w:tcPr>
            <w:tcW w:w="3161" w:type="dxa"/>
          </w:tcPr>
          <w:p w:rsidR="0024567F" w:rsidRPr="0031051E" w:rsidRDefault="0024567F" w:rsidP="00200FBB">
            <w:pPr>
              <w:rPr>
                <w:highlight w:val="yellow"/>
              </w:rPr>
            </w:pPr>
            <w:r>
              <w:t>центральна районна лікарня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gridBefore w:val="1"/>
          <w:trHeight w:val="74"/>
        </w:trPr>
        <w:tc>
          <w:tcPr>
            <w:tcW w:w="524" w:type="dxa"/>
          </w:tcPr>
          <w:p w:rsidR="0024567F" w:rsidRPr="0031051E" w:rsidRDefault="0024567F" w:rsidP="00DD58E6">
            <w:pPr>
              <w:jc w:val="center"/>
            </w:pPr>
            <w:r w:rsidRPr="0031051E">
              <w:t>4</w:t>
            </w:r>
            <w:r>
              <w:t>0</w:t>
            </w:r>
            <w:r w:rsidRPr="0031051E">
              <w:t>.</w:t>
            </w:r>
          </w:p>
        </w:tc>
        <w:tc>
          <w:tcPr>
            <w:tcW w:w="3755" w:type="dxa"/>
          </w:tcPr>
          <w:p w:rsidR="0024567F" w:rsidRPr="0031051E" w:rsidRDefault="0024567F" w:rsidP="00834899">
            <w:pPr>
              <w:shd w:val="clear" w:color="auto" w:fill="FFFFFF"/>
              <w:rPr>
                <w:bCs/>
                <w:iCs/>
                <w:spacing w:val="-2"/>
              </w:rPr>
            </w:pPr>
            <w:r>
              <w:rPr>
                <w:lang w:eastAsia="uk-UA"/>
              </w:rPr>
              <w:t>Відповідно до розпоряджень Р</w:t>
            </w:r>
            <w:r w:rsidRPr="0031051E">
              <w:rPr>
                <w:lang w:eastAsia="uk-UA"/>
              </w:rPr>
              <w:t>ВК та рішень виконавч</w:t>
            </w:r>
            <w:r>
              <w:rPr>
                <w:lang w:eastAsia="uk-UA"/>
              </w:rPr>
              <w:t xml:space="preserve">их комітетів міської та сільських </w:t>
            </w:r>
            <w:r w:rsidRPr="0031051E">
              <w:rPr>
                <w:lang w:eastAsia="uk-UA"/>
              </w:rPr>
              <w:t xml:space="preserve">рад своєчасне подання необхідних відомостей до зазначених органів про призовників і військовозобов’язаних, </w:t>
            </w:r>
            <w:r>
              <w:rPr>
                <w:lang w:eastAsia="uk-UA"/>
              </w:rPr>
              <w:t>сповіщення їх про виклик до Р</w:t>
            </w:r>
            <w:r w:rsidRPr="0031051E">
              <w:rPr>
                <w:lang w:eastAsia="uk-UA"/>
              </w:rPr>
              <w:t>ВК шляхом вручення повісток та забезпечення прибуття за викликом</w:t>
            </w:r>
          </w:p>
        </w:tc>
        <w:tc>
          <w:tcPr>
            <w:tcW w:w="1199" w:type="dxa"/>
          </w:tcPr>
          <w:p w:rsidR="0024567F" w:rsidRPr="0031051E" w:rsidRDefault="0024567F" w:rsidP="00834899">
            <w:pPr>
              <w:jc w:val="center"/>
            </w:pPr>
            <w:r>
              <w:t>п</w:t>
            </w:r>
            <w:r w:rsidRPr="0031051E">
              <w:t>остійно</w:t>
            </w:r>
          </w:p>
        </w:tc>
        <w:tc>
          <w:tcPr>
            <w:tcW w:w="3161" w:type="dxa"/>
          </w:tcPr>
          <w:p w:rsidR="0024567F" w:rsidRPr="00CD1D47" w:rsidRDefault="0024567F" w:rsidP="00834899">
            <w:pPr>
              <w:rPr>
                <w:highlight w:val="yellow"/>
              </w:rPr>
            </w:pPr>
            <w:r>
              <w:t>в</w:t>
            </w:r>
            <w:r w:rsidRPr="00CD1D47">
              <w:t>иробниче управління житлово-комунального господарства,</w:t>
            </w:r>
            <w:r>
              <w:t xml:space="preserve"> голови ОСББ, власники будинків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gridBefore w:val="1"/>
          <w:trHeight w:val="74"/>
        </w:trPr>
        <w:tc>
          <w:tcPr>
            <w:tcW w:w="9850" w:type="dxa"/>
            <w:gridSpan w:val="5"/>
          </w:tcPr>
          <w:p w:rsidR="0024567F" w:rsidRPr="0031051E" w:rsidRDefault="0024567F" w:rsidP="00DD58E6">
            <w:pPr>
              <w:jc w:val="center"/>
            </w:pPr>
            <w:r w:rsidRPr="0031051E">
              <w:t>ІІІ. Заходи щодо бронювання військовозобов’язаних</w:t>
            </w:r>
          </w:p>
        </w:tc>
      </w:tr>
      <w:tr w:rsidR="0024567F" w:rsidRPr="00453C31" w:rsidTr="00DD58E6">
        <w:trPr>
          <w:gridBefore w:val="1"/>
          <w:trHeight w:val="74"/>
        </w:trPr>
        <w:tc>
          <w:tcPr>
            <w:tcW w:w="524" w:type="dxa"/>
          </w:tcPr>
          <w:p w:rsidR="0024567F" w:rsidRPr="0031051E" w:rsidRDefault="0024567F" w:rsidP="00DD58E6">
            <w:pPr>
              <w:jc w:val="center"/>
            </w:pPr>
            <w:r w:rsidRPr="0031051E">
              <w:t>1.</w:t>
            </w:r>
          </w:p>
        </w:tc>
        <w:tc>
          <w:tcPr>
            <w:tcW w:w="3755" w:type="dxa"/>
          </w:tcPr>
          <w:p w:rsidR="0024567F" w:rsidRPr="0031051E" w:rsidRDefault="0024567F" w:rsidP="0092205F">
            <w:r w:rsidRPr="0031051E">
              <w:rPr>
                <w:lang w:eastAsia="uk-UA"/>
              </w:rPr>
              <w:t>Своєчасне оформлення документів для бронювання військовозобов’я</w:t>
            </w:r>
            <w:r>
              <w:rPr>
                <w:lang w:eastAsia="uk-UA"/>
              </w:rPr>
              <w:t>-</w:t>
            </w:r>
            <w:r w:rsidRPr="0031051E">
              <w:rPr>
                <w:lang w:eastAsia="uk-UA"/>
              </w:rPr>
              <w:t xml:space="preserve">заних за місцевими органами виконавчої влади, іншими державними органами, підприємствами, установами </w:t>
            </w:r>
            <w:r>
              <w:rPr>
                <w:lang w:eastAsia="uk-UA"/>
              </w:rPr>
              <w:t>й</w:t>
            </w:r>
            <w:r w:rsidRPr="0031051E">
              <w:rPr>
                <w:lang w:eastAsia="uk-UA"/>
              </w:rPr>
              <w:t xml:space="preserve"> організаціями на період мобілізації та на воєнний час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у</w:t>
            </w:r>
            <w:r w:rsidRPr="0031051E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десяти</w:t>
            </w:r>
            <w:r w:rsidRPr="0031051E">
              <w:rPr>
                <w:lang w:eastAsia="uk-UA"/>
              </w:rPr>
              <w:t xml:space="preserve">-денний </w:t>
            </w:r>
            <w:r>
              <w:rPr>
                <w:lang w:eastAsia="uk-UA"/>
              </w:rPr>
              <w:t>строк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в</w:t>
            </w:r>
            <w:r w:rsidRPr="0031051E">
              <w:t>ідповідальні за ведення військового обліку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gridBefore w:val="1"/>
          <w:trHeight w:val="74"/>
        </w:trPr>
        <w:tc>
          <w:tcPr>
            <w:tcW w:w="524" w:type="dxa"/>
          </w:tcPr>
          <w:p w:rsidR="0024567F" w:rsidRPr="0031051E" w:rsidRDefault="0024567F" w:rsidP="00DD58E6">
            <w:pPr>
              <w:jc w:val="center"/>
            </w:pPr>
            <w:r w:rsidRPr="0031051E">
              <w:t>2.</w:t>
            </w:r>
          </w:p>
        </w:tc>
        <w:tc>
          <w:tcPr>
            <w:tcW w:w="3755" w:type="dxa"/>
          </w:tcPr>
          <w:p w:rsidR="0024567F" w:rsidRPr="0031051E" w:rsidRDefault="0024567F" w:rsidP="00DD58E6">
            <w:r w:rsidRPr="0031051E">
              <w:t>Повідомлення військового комісаріату, де військовозобов’я</w:t>
            </w:r>
            <w:r>
              <w:t>-</w:t>
            </w:r>
            <w:r w:rsidRPr="0031051E">
              <w:t>зані працівники перебувають на військовому обліку про їх бронювання за посадами і зарахування на спеціальний облік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у</w:t>
            </w:r>
            <w:r w:rsidRPr="0031051E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п’яти</w:t>
            </w:r>
            <w:r w:rsidRPr="0031051E">
              <w:rPr>
                <w:lang w:eastAsia="uk-UA"/>
              </w:rPr>
              <w:t xml:space="preserve">-денний </w:t>
            </w:r>
            <w:r>
              <w:rPr>
                <w:lang w:eastAsia="uk-UA"/>
              </w:rPr>
              <w:t>строк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в</w:t>
            </w:r>
            <w:r w:rsidRPr="0031051E">
              <w:t>ідповідальні за ведення військового обліку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gridBefore w:val="1"/>
          <w:trHeight w:val="74"/>
        </w:trPr>
        <w:tc>
          <w:tcPr>
            <w:tcW w:w="524" w:type="dxa"/>
          </w:tcPr>
          <w:p w:rsidR="0024567F" w:rsidRPr="0031051E" w:rsidRDefault="0024567F" w:rsidP="00DD58E6">
            <w:pPr>
              <w:jc w:val="center"/>
            </w:pPr>
            <w:r w:rsidRPr="0031051E">
              <w:t>3.</w:t>
            </w:r>
          </w:p>
        </w:tc>
        <w:tc>
          <w:tcPr>
            <w:tcW w:w="3755" w:type="dxa"/>
          </w:tcPr>
          <w:p w:rsidR="0024567F" w:rsidRPr="0031051E" w:rsidRDefault="0024567F" w:rsidP="00DD58E6">
            <w:r w:rsidRPr="0031051E">
              <w:t>Інформування військового коміса</w:t>
            </w:r>
            <w:r>
              <w:t>-</w:t>
            </w:r>
            <w:r w:rsidRPr="0031051E">
              <w:t>ріату, про анулювання посвідчень про відстрочку від призову на період мобілізації та на воєнний час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у</w:t>
            </w:r>
            <w:r w:rsidRPr="0031051E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п’яти</w:t>
            </w:r>
            <w:r w:rsidRPr="0031051E">
              <w:rPr>
                <w:lang w:eastAsia="uk-UA"/>
              </w:rPr>
              <w:t xml:space="preserve">-денний </w:t>
            </w:r>
            <w:r>
              <w:rPr>
                <w:lang w:eastAsia="uk-UA"/>
              </w:rPr>
              <w:t>строк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в</w:t>
            </w:r>
            <w:r w:rsidRPr="0031051E">
              <w:t>ідповідальні за ведення військового обліку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gridBefore w:val="1"/>
          <w:trHeight w:val="74"/>
        </w:trPr>
        <w:tc>
          <w:tcPr>
            <w:tcW w:w="524" w:type="dxa"/>
          </w:tcPr>
          <w:p w:rsidR="0024567F" w:rsidRPr="0031051E" w:rsidRDefault="0024567F" w:rsidP="00DD58E6">
            <w:pPr>
              <w:jc w:val="center"/>
            </w:pPr>
            <w:r w:rsidRPr="0031051E">
              <w:t>4.</w:t>
            </w:r>
          </w:p>
        </w:tc>
        <w:tc>
          <w:tcPr>
            <w:tcW w:w="3755" w:type="dxa"/>
          </w:tcPr>
          <w:p w:rsidR="0024567F" w:rsidRPr="0031051E" w:rsidRDefault="0024567F" w:rsidP="00DD58E6">
            <w:pPr>
              <w:shd w:val="clear" w:color="auto" w:fill="FFFFFF"/>
            </w:pPr>
            <w:r w:rsidRPr="0031051E">
              <w:rPr>
                <w:bCs/>
                <w:iCs/>
                <w:spacing w:val="-2"/>
              </w:rPr>
              <w:t>Уточнення переліку органів державної влади, інших державних органів, органів місцевого самовря</w:t>
            </w:r>
            <w:r>
              <w:rPr>
                <w:bCs/>
                <w:iCs/>
                <w:spacing w:val="-2"/>
              </w:rPr>
              <w:t>-</w:t>
            </w:r>
            <w:r w:rsidRPr="0031051E">
              <w:rPr>
                <w:bCs/>
                <w:iCs/>
                <w:spacing w:val="-2"/>
              </w:rPr>
              <w:t>дування, підприємств, установ і організацій, яким встановлено мобілізаційні завдання (замовлення) та доведення його до військового комісаріату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д</w:t>
            </w:r>
            <w:r w:rsidRPr="0031051E">
              <w:t>о 01.0</w:t>
            </w:r>
            <w:r>
              <w:t>7</w:t>
            </w:r>
          </w:p>
        </w:tc>
        <w:tc>
          <w:tcPr>
            <w:tcW w:w="3161" w:type="dxa"/>
          </w:tcPr>
          <w:p w:rsidR="0024567F" w:rsidRDefault="0024567F" w:rsidP="00DD58E6">
            <w:r>
              <w:t>сектор мобілізаційної і оборонної роботи апарату райдержадміністрації</w:t>
            </w:r>
          </w:p>
          <w:p w:rsidR="0024567F" w:rsidRPr="0031051E" w:rsidRDefault="0024567F" w:rsidP="00DD58E6"/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gridBefore w:val="1"/>
          <w:trHeight w:val="74"/>
        </w:trPr>
        <w:tc>
          <w:tcPr>
            <w:tcW w:w="524" w:type="dxa"/>
          </w:tcPr>
          <w:p w:rsidR="0024567F" w:rsidRPr="0031051E" w:rsidRDefault="0024567F" w:rsidP="00DD58E6">
            <w:pPr>
              <w:jc w:val="center"/>
            </w:pPr>
            <w:r w:rsidRPr="0031051E">
              <w:t>5.</w:t>
            </w:r>
          </w:p>
        </w:tc>
        <w:tc>
          <w:tcPr>
            <w:tcW w:w="3755" w:type="dxa"/>
          </w:tcPr>
          <w:p w:rsidR="0024567F" w:rsidRPr="0031051E" w:rsidRDefault="0024567F" w:rsidP="00503EEB">
            <w:r w:rsidRPr="0031051E">
              <w:t>Уточнення плану заміщення війсь</w:t>
            </w:r>
            <w:r>
              <w:t>-</w:t>
            </w:r>
            <w:r w:rsidRPr="0031051E">
              <w:t>ковозобов’язаних працівників, які підлягають призову за мобілізацією</w:t>
            </w:r>
          </w:p>
        </w:tc>
        <w:tc>
          <w:tcPr>
            <w:tcW w:w="1199" w:type="dxa"/>
          </w:tcPr>
          <w:p w:rsidR="0024567F" w:rsidRPr="00235120" w:rsidRDefault="0024567F" w:rsidP="00503EEB">
            <w:pPr>
              <w:jc w:val="center"/>
              <w:rPr>
                <w:lang w:val="en-US"/>
              </w:rPr>
            </w:pPr>
            <w:r w:rsidRPr="0031051E">
              <w:t>25.0</w:t>
            </w:r>
            <w:r>
              <w:rPr>
                <w:lang w:val="en-US"/>
              </w:rPr>
              <w:t>7</w:t>
            </w:r>
          </w:p>
          <w:p w:rsidR="0024567F" w:rsidRPr="0031051E" w:rsidRDefault="0024567F" w:rsidP="00503EEB">
            <w:pPr>
              <w:jc w:val="center"/>
            </w:pPr>
            <w:r w:rsidRPr="0031051E">
              <w:t>25.12</w:t>
            </w:r>
          </w:p>
        </w:tc>
        <w:tc>
          <w:tcPr>
            <w:tcW w:w="3161" w:type="dxa"/>
          </w:tcPr>
          <w:p w:rsidR="0024567F" w:rsidRPr="0031051E" w:rsidRDefault="0024567F" w:rsidP="00503EEB">
            <w:r>
              <w:t>в</w:t>
            </w:r>
            <w:r w:rsidRPr="0031051E">
              <w:t>ідповідальні за ведення військового обліку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gridBefore w:val="1"/>
          <w:trHeight w:val="74"/>
        </w:trPr>
        <w:tc>
          <w:tcPr>
            <w:tcW w:w="9850" w:type="dxa"/>
            <w:gridSpan w:val="5"/>
          </w:tcPr>
          <w:p w:rsidR="0024567F" w:rsidRPr="0031051E" w:rsidRDefault="0024567F" w:rsidP="00DD58E6">
            <w:pPr>
              <w:jc w:val="center"/>
            </w:pPr>
            <w:r w:rsidRPr="0031051E">
              <w:t>І</w:t>
            </w:r>
            <w:r w:rsidRPr="0031051E">
              <w:rPr>
                <w:lang w:val="en-US"/>
              </w:rPr>
              <w:t>V</w:t>
            </w:r>
            <w:r w:rsidRPr="0031051E">
              <w:t>. Звітність з питань військового обліку та бронювання</w:t>
            </w:r>
          </w:p>
        </w:tc>
      </w:tr>
      <w:tr w:rsidR="0024567F" w:rsidRPr="00453C31" w:rsidTr="00DD58E6">
        <w:trPr>
          <w:gridBefore w:val="1"/>
          <w:trHeight w:val="74"/>
        </w:trPr>
        <w:tc>
          <w:tcPr>
            <w:tcW w:w="524" w:type="dxa"/>
          </w:tcPr>
          <w:p w:rsidR="0024567F" w:rsidRPr="0031051E" w:rsidRDefault="0024567F" w:rsidP="00DD58E6">
            <w:pPr>
              <w:jc w:val="center"/>
            </w:pPr>
            <w:r w:rsidRPr="0031051E">
              <w:t>1.</w:t>
            </w:r>
          </w:p>
        </w:tc>
        <w:tc>
          <w:tcPr>
            <w:tcW w:w="3755" w:type="dxa"/>
          </w:tcPr>
          <w:p w:rsidR="0024567F" w:rsidRPr="0031051E" w:rsidRDefault="0024567F" w:rsidP="00DD58E6">
            <w:r w:rsidRPr="0031051E">
              <w:t>Надсилання до військового комісаріату повідомлення про зміну облікових даних призовників і військовозобов’язаних, які змінили місце проживання в межах адміністративно-територіальної одиниці, та військовозобов’язаних, що прибули з мобілізаційними розпорядженнями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щ</w:t>
            </w:r>
            <w:r w:rsidRPr="0031051E">
              <w:t>омісяця до 5 числа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в</w:t>
            </w:r>
            <w:r w:rsidRPr="0031051E">
              <w:t>ідповідальні за ведення військового обліку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gridBefore w:val="1"/>
          <w:trHeight w:val="74"/>
        </w:trPr>
        <w:tc>
          <w:tcPr>
            <w:tcW w:w="524" w:type="dxa"/>
          </w:tcPr>
          <w:p w:rsidR="0024567F" w:rsidRPr="0031051E" w:rsidRDefault="0024567F" w:rsidP="00DD58E6">
            <w:pPr>
              <w:jc w:val="center"/>
            </w:pPr>
            <w:r w:rsidRPr="0031051E">
              <w:t>2.</w:t>
            </w:r>
          </w:p>
        </w:tc>
        <w:tc>
          <w:tcPr>
            <w:tcW w:w="3755" w:type="dxa"/>
          </w:tcPr>
          <w:p w:rsidR="0024567F" w:rsidRPr="0031051E" w:rsidRDefault="0024567F" w:rsidP="00DD58E6">
            <w:r w:rsidRPr="0031051E">
              <w:t>Надання інформації на запити з питань військового обліку та бронювання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п</w:t>
            </w:r>
            <w:r w:rsidRPr="0031051E">
              <w:t>остійно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в</w:t>
            </w:r>
            <w:r w:rsidRPr="0031051E">
              <w:t>ідповідальні за ведення військового обліку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gridBefore w:val="1"/>
          <w:trHeight w:val="74"/>
        </w:trPr>
        <w:tc>
          <w:tcPr>
            <w:tcW w:w="524" w:type="dxa"/>
          </w:tcPr>
          <w:p w:rsidR="0024567F" w:rsidRPr="0031051E" w:rsidRDefault="0024567F" w:rsidP="00DD58E6">
            <w:pPr>
              <w:jc w:val="center"/>
            </w:pPr>
            <w:r w:rsidRPr="0031051E">
              <w:t>3.</w:t>
            </w:r>
          </w:p>
        </w:tc>
        <w:tc>
          <w:tcPr>
            <w:tcW w:w="3755" w:type="dxa"/>
          </w:tcPr>
          <w:p w:rsidR="0024567F" w:rsidRPr="0031051E" w:rsidRDefault="0024567F" w:rsidP="00DD58E6">
            <w:r w:rsidRPr="0031051E">
              <w:t xml:space="preserve">Складання та погодження у військовому комісаріаті </w:t>
            </w:r>
            <w:r>
              <w:t>з</w:t>
            </w:r>
            <w:r w:rsidRPr="0031051E">
              <w:t>віту про чисельність працюючих та війсь</w:t>
            </w:r>
            <w:r>
              <w:t>-</w:t>
            </w:r>
            <w:r w:rsidRPr="0031051E">
              <w:t>ковозобов’язаних, заброньованих згідно з переліками посад та про</w:t>
            </w:r>
            <w:r>
              <w:t>-</w:t>
            </w:r>
            <w:r w:rsidRPr="0031051E">
              <w:t xml:space="preserve">фесій, станом, станом на 1 січня (за формою згідно з додатком 4 до </w:t>
            </w:r>
            <w:r>
              <w:t>п</w:t>
            </w:r>
            <w:r w:rsidRPr="0031051E">
              <w:t>о</w:t>
            </w:r>
            <w:r>
              <w:t>-</w:t>
            </w:r>
            <w:r w:rsidRPr="0031051E">
              <w:t>станови КМУ від 04.02.2015 № 45)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до 25</w:t>
            </w:r>
            <w:r w:rsidRPr="0031051E">
              <w:t>.12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в</w:t>
            </w:r>
            <w:r w:rsidRPr="0031051E">
              <w:t>ідповідальні за ведення військового обліку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gridBefore w:val="1"/>
          <w:trHeight w:val="74"/>
        </w:trPr>
        <w:tc>
          <w:tcPr>
            <w:tcW w:w="524" w:type="dxa"/>
          </w:tcPr>
          <w:p w:rsidR="0024567F" w:rsidRPr="0031051E" w:rsidRDefault="0024567F" w:rsidP="00DD58E6">
            <w:pPr>
              <w:jc w:val="center"/>
            </w:pPr>
            <w:r w:rsidRPr="0031051E">
              <w:t>4.</w:t>
            </w:r>
          </w:p>
        </w:tc>
        <w:tc>
          <w:tcPr>
            <w:tcW w:w="3755" w:type="dxa"/>
          </w:tcPr>
          <w:p w:rsidR="0024567F" w:rsidRPr="0031051E" w:rsidRDefault="0024567F" w:rsidP="00DD58E6">
            <w:r w:rsidRPr="0031051E">
              <w:t xml:space="preserve">Подання до </w:t>
            </w:r>
            <w:r>
              <w:t>райдержадміністрації  з</w:t>
            </w:r>
            <w:r w:rsidRPr="0031051E">
              <w:t>віту про чисельність працюючих та військовозобов’язаних, забро</w:t>
            </w:r>
            <w:r>
              <w:t>-</w:t>
            </w:r>
            <w:r w:rsidRPr="0031051E">
              <w:t xml:space="preserve">ньованих згідно з переліками посад та професій, станом на 1 січня (за формою згідно з додатком 4 до </w:t>
            </w:r>
            <w:r>
              <w:t>п</w:t>
            </w:r>
            <w:r w:rsidRPr="0031051E">
              <w:t xml:space="preserve">останови КМУ від 04.02.2015 № 45) та інформації про стан роботи щодо військового обліку та бронювання військовозобов’язаних </w:t>
            </w:r>
          </w:p>
        </w:tc>
        <w:tc>
          <w:tcPr>
            <w:tcW w:w="1199" w:type="dxa"/>
          </w:tcPr>
          <w:p w:rsidR="0024567F" w:rsidRPr="0031051E" w:rsidRDefault="0024567F" w:rsidP="0092205F">
            <w:pPr>
              <w:jc w:val="center"/>
            </w:pPr>
            <w:r>
              <w:t>до 01</w:t>
            </w:r>
            <w:r w:rsidRPr="0031051E">
              <w:t>.01</w:t>
            </w:r>
            <w:r>
              <w:t>.19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керівники органів державної влади, органів місцевого самоврядування, підприємств, установ і організацій району, відповідальні за ведення військового обліку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gridBefore w:val="1"/>
          <w:trHeight w:val="74"/>
        </w:trPr>
        <w:tc>
          <w:tcPr>
            <w:tcW w:w="524" w:type="dxa"/>
          </w:tcPr>
          <w:p w:rsidR="0024567F" w:rsidRPr="0031051E" w:rsidRDefault="0024567F" w:rsidP="00DD58E6">
            <w:pPr>
              <w:jc w:val="center"/>
            </w:pPr>
            <w:r w:rsidRPr="0031051E">
              <w:t>5.</w:t>
            </w:r>
          </w:p>
        </w:tc>
        <w:tc>
          <w:tcPr>
            <w:tcW w:w="3755" w:type="dxa"/>
          </w:tcPr>
          <w:p w:rsidR="0024567F" w:rsidRPr="0031051E" w:rsidRDefault="0024567F" w:rsidP="0092205F">
            <w:r w:rsidRPr="0031051E">
              <w:rPr>
                <w:lang w:eastAsia="uk-UA"/>
              </w:rPr>
              <w:t>Інформування та внесення пропозиці</w:t>
            </w:r>
            <w:r>
              <w:rPr>
                <w:lang w:eastAsia="uk-UA"/>
              </w:rPr>
              <w:t>й</w:t>
            </w:r>
            <w:r w:rsidRPr="0031051E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обл</w:t>
            </w:r>
            <w:r w:rsidRPr="0031051E">
              <w:rPr>
                <w:lang w:eastAsia="uk-UA"/>
              </w:rPr>
              <w:t>держадміністрації щодо поліпшення стану військового обліку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rPr>
                <w:lang w:eastAsia="uk-UA"/>
              </w:rPr>
              <w:t>д</w:t>
            </w:r>
            <w:r w:rsidRPr="0031051E">
              <w:rPr>
                <w:lang w:eastAsia="uk-UA"/>
              </w:rPr>
              <w:t>о 15.01</w:t>
            </w:r>
            <w:r>
              <w:rPr>
                <w:lang w:eastAsia="uk-UA"/>
              </w:rPr>
              <w:t>.19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районний в</w:t>
            </w:r>
            <w:r w:rsidRPr="0031051E">
              <w:t>ійськовий комісар</w:t>
            </w:r>
            <w:r>
              <w:t>іат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gridBefore w:val="1"/>
          <w:trHeight w:val="74"/>
        </w:trPr>
        <w:tc>
          <w:tcPr>
            <w:tcW w:w="9850" w:type="dxa"/>
            <w:gridSpan w:val="5"/>
          </w:tcPr>
          <w:p w:rsidR="0024567F" w:rsidRPr="0031051E" w:rsidRDefault="0024567F" w:rsidP="00DD58E6">
            <w:pPr>
              <w:jc w:val="center"/>
            </w:pPr>
            <w:r w:rsidRPr="0031051E">
              <w:rPr>
                <w:lang w:val="en-US"/>
              </w:rPr>
              <w:t>V</w:t>
            </w:r>
            <w:r w:rsidRPr="0031051E">
              <w:t>. Виконання інших заходів</w:t>
            </w:r>
          </w:p>
        </w:tc>
      </w:tr>
      <w:tr w:rsidR="0024567F" w:rsidRPr="00453C31" w:rsidTr="00DD58E6">
        <w:trPr>
          <w:gridBefore w:val="1"/>
          <w:trHeight w:val="74"/>
        </w:trPr>
        <w:tc>
          <w:tcPr>
            <w:tcW w:w="524" w:type="dxa"/>
          </w:tcPr>
          <w:p w:rsidR="0024567F" w:rsidRPr="0031051E" w:rsidRDefault="0024567F" w:rsidP="00DD58E6">
            <w:pPr>
              <w:jc w:val="center"/>
            </w:pPr>
            <w:r w:rsidRPr="0031051E">
              <w:t>1.</w:t>
            </w:r>
          </w:p>
        </w:tc>
        <w:tc>
          <w:tcPr>
            <w:tcW w:w="3755" w:type="dxa"/>
          </w:tcPr>
          <w:p w:rsidR="0024567F" w:rsidRPr="0031051E" w:rsidRDefault="0024567F" w:rsidP="00DD58E6">
            <w:r w:rsidRPr="0031051E">
              <w:t>Доведення до органів місцевого самоврядування, підприємств, установ, організацій змін в законодавстві щодо військового обліку, військової служби та бронювання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п</w:t>
            </w:r>
            <w:r w:rsidRPr="0031051E">
              <w:t>ротягом року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сектор мобілізаційної та оборонної роботи апарату райдержадміністрації, районний військовий комісаріат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gridBefore w:val="1"/>
          <w:trHeight w:val="74"/>
        </w:trPr>
        <w:tc>
          <w:tcPr>
            <w:tcW w:w="524" w:type="dxa"/>
          </w:tcPr>
          <w:p w:rsidR="0024567F" w:rsidRPr="0031051E" w:rsidRDefault="0024567F" w:rsidP="00DD58E6">
            <w:pPr>
              <w:jc w:val="center"/>
            </w:pPr>
            <w:r w:rsidRPr="0031051E">
              <w:t>2.</w:t>
            </w:r>
          </w:p>
        </w:tc>
        <w:tc>
          <w:tcPr>
            <w:tcW w:w="3755" w:type="dxa"/>
          </w:tcPr>
          <w:p w:rsidR="0024567F" w:rsidRPr="0031051E" w:rsidRDefault="0024567F" w:rsidP="00DD58E6">
            <w:r w:rsidRPr="0031051E">
              <w:t>Проведення роз’яснювальної роботи з військовозобов’язаними працівниками щодо виконання правил військового обліку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п</w:t>
            </w:r>
            <w:r w:rsidRPr="0031051E">
              <w:t>ротягом року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районний в</w:t>
            </w:r>
            <w:r w:rsidRPr="0031051E">
              <w:t xml:space="preserve">ійськовий комісар, </w:t>
            </w:r>
          </w:p>
          <w:p w:rsidR="0024567F" w:rsidRPr="0031051E" w:rsidRDefault="0024567F" w:rsidP="00DD58E6">
            <w:r>
              <w:t>в</w:t>
            </w:r>
            <w:r w:rsidRPr="0031051E">
              <w:t>ідповідальні за ведення військового обліку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gridBefore w:val="1"/>
          <w:trHeight w:val="74"/>
        </w:trPr>
        <w:tc>
          <w:tcPr>
            <w:tcW w:w="524" w:type="dxa"/>
          </w:tcPr>
          <w:p w:rsidR="0024567F" w:rsidRPr="0031051E" w:rsidRDefault="0024567F" w:rsidP="00DD58E6">
            <w:pPr>
              <w:jc w:val="center"/>
            </w:pPr>
            <w:r w:rsidRPr="0031051E">
              <w:t>3.</w:t>
            </w:r>
          </w:p>
        </w:tc>
        <w:tc>
          <w:tcPr>
            <w:tcW w:w="3755" w:type="dxa"/>
          </w:tcPr>
          <w:p w:rsidR="0024567F" w:rsidRPr="0031051E" w:rsidRDefault="0024567F" w:rsidP="00DD58E6">
            <w:pPr>
              <w:shd w:val="clear" w:color="auto" w:fill="FFFFFF"/>
              <w:textAlignment w:val="baseline"/>
            </w:pPr>
            <w:r w:rsidRPr="0031051E">
              <w:rPr>
                <w:lang w:eastAsia="uk-UA"/>
              </w:rPr>
              <w:t>Виготовлення друкарським способом правил військового обліку і вивішування їх на видному місці у відповідних приміщеннях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д</w:t>
            </w:r>
            <w:r w:rsidRPr="0031051E">
              <w:t>о 01.0</w:t>
            </w:r>
            <w:r>
              <w:t>7.</w:t>
            </w:r>
          </w:p>
        </w:tc>
        <w:tc>
          <w:tcPr>
            <w:tcW w:w="3161" w:type="dxa"/>
          </w:tcPr>
          <w:p w:rsidR="0024567F" w:rsidRPr="0031051E" w:rsidRDefault="0024567F" w:rsidP="004D741A">
            <w:r>
              <w:rPr>
                <w:lang w:eastAsia="uk-UA"/>
              </w:rPr>
              <w:t>к</w:t>
            </w:r>
            <w:r w:rsidRPr="0031051E">
              <w:rPr>
                <w:lang w:eastAsia="uk-UA"/>
              </w:rPr>
              <w:t xml:space="preserve">ерівники державних органів, </w:t>
            </w:r>
            <w:r>
              <w:rPr>
                <w:lang w:eastAsia="uk-UA"/>
              </w:rPr>
              <w:t>органів місцевого самоврядування</w:t>
            </w:r>
            <w:r w:rsidRPr="0031051E">
              <w:rPr>
                <w:lang w:eastAsia="uk-UA"/>
              </w:rPr>
              <w:t>, підприємств, установ та організацій, де ведеться військовий облік призовників і військовозобов’язаних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gridBefore w:val="1"/>
          <w:trHeight w:val="1597"/>
        </w:trPr>
        <w:tc>
          <w:tcPr>
            <w:tcW w:w="524" w:type="dxa"/>
          </w:tcPr>
          <w:p w:rsidR="0024567F" w:rsidRPr="0031051E" w:rsidRDefault="0024567F" w:rsidP="00DD58E6">
            <w:pPr>
              <w:jc w:val="center"/>
            </w:pPr>
            <w:r w:rsidRPr="0031051E">
              <w:t>4.</w:t>
            </w:r>
          </w:p>
        </w:tc>
        <w:tc>
          <w:tcPr>
            <w:tcW w:w="3755" w:type="dxa"/>
          </w:tcPr>
          <w:p w:rsidR="0024567F" w:rsidRPr="0031051E" w:rsidRDefault="0024567F" w:rsidP="00DD58E6">
            <w:r w:rsidRPr="0031051E">
              <w:t>Організація оформлення наочної агітації, інформаційних буклетів з питань військового обліку та бронювання, військового обов’язку та мобілізації, проходження військової служби за контрактом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д</w:t>
            </w:r>
            <w:r w:rsidRPr="0031051E">
              <w:t>о 01.0</w:t>
            </w:r>
            <w:r>
              <w:t>7.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rPr>
                <w:lang w:eastAsia="uk-UA"/>
              </w:rPr>
              <w:t>к</w:t>
            </w:r>
            <w:r w:rsidRPr="0031051E">
              <w:rPr>
                <w:lang w:eastAsia="uk-UA"/>
              </w:rPr>
              <w:t xml:space="preserve">ерівники державних органів, </w:t>
            </w:r>
            <w:r>
              <w:rPr>
                <w:lang w:eastAsia="uk-UA"/>
              </w:rPr>
              <w:t>органів місцевого самоврядування</w:t>
            </w:r>
            <w:r w:rsidRPr="0031051E">
              <w:rPr>
                <w:lang w:eastAsia="uk-UA"/>
              </w:rPr>
              <w:t>, підприємств, установ та організацій, де ведеться військовий облік призовників і військовозобов’язаних</w:t>
            </w:r>
            <w:r>
              <w:t>, в</w:t>
            </w:r>
            <w:r w:rsidRPr="0031051E">
              <w:t>ідповідальні за ведення військового обліку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  <w:tr w:rsidR="0024567F" w:rsidRPr="00453C31" w:rsidTr="00DD58E6">
        <w:trPr>
          <w:gridBefore w:val="1"/>
          <w:trHeight w:val="278"/>
        </w:trPr>
        <w:tc>
          <w:tcPr>
            <w:tcW w:w="524" w:type="dxa"/>
          </w:tcPr>
          <w:p w:rsidR="0024567F" w:rsidRPr="0031051E" w:rsidRDefault="0024567F" w:rsidP="00DD58E6">
            <w:pPr>
              <w:jc w:val="center"/>
            </w:pPr>
            <w:r w:rsidRPr="0031051E">
              <w:t>5.</w:t>
            </w:r>
          </w:p>
        </w:tc>
        <w:tc>
          <w:tcPr>
            <w:tcW w:w="3755" w:type="dxa"/>
          </w:tcPr>
          <w:p w:rsidR="0024567F" w:rsidRPr="0031051E" w:rsidRDefault="0024567F" w:rsidP="00DD58E6">
            <w:r w:rsidRPr="0031051E">
              <w:t>Опрацювання та видання необхідної документації для відповідальних за ведення військового обліку</w:t>
            </w:r>
          </w:p>
        </w:tc>
        <w:tc>
          <w:tcPr>
            <w:tcW w:w="1199" w:type="dxa"/>
          </w:tcPr>
          <w:p w:rsidR="0024567F" w:rsidRPr="0031051E" w:rsidRDefault="0024567F" w:rsidP="00DD58E6">
            <w:pPr>
              <w:jc w:val="center"/>
            </w:pPr>
            <w:r>
              <w:t>д</w:t>
            </w:r>
            <w:r w:rsidRPr="0031051E">
              <w:t>о 01.0</w:t>
            </w:r>
            <w:r>
              <w:t>7.</w:t>
            </w:r>
          </w:p>
        </w:tc>
        <w:tc>
          <w:tcPr>
            <w:tcW w:w="3161" w:type="dxa"/>
          </w:tcPr>
          <w:p w:rsidR="0024567F" w:rsidRPr="0031051E" w:rsidRDefault="0024567F" w:rsidP="00DD58E6">
            <w:r>
              <w:t>сектор мобілізаційної та оборонної роботи апарату райдержадміністрації, районний військовий комісаріат</w:t>
            </w:r>
            <w:r w:rsidRPr="0031051E">
              <w:t>,</w:t>
            </w:r>
            <w:r>
              <w:t xml:space="preserve"> в</w:t>
            </w:r>
            <w:r w:rsidRPr="0031051E">
              <w:t>ідповідальні за ведення військового обліку</w:t>
            </w:r>
          </w:p>
        </w:tc>
        <w:tc>
          <w:tcPr>
            <w:tcW w:w="1211" w:type="dxa"/>
          </w:tcPr>
          <w:p w:rsidR="0024567F" w:rsidRPr="0031051E" w:rsidRDefault="0024567F" w:rsidP="00DD58E6">
            <w:pPr>
              <w:jc w:val="center"/>
            </w:pPr>
          </w:p>
        </w:tc>
      </w:tr>
    </w:tbl>
    <w:p w:rsidR="0024567F" w:rsidRPr="00CE75F5" w:rsidRDefault="0024567F" w:rsidP="00A65445">
      <w:pPr>
        <w:jc w:val="center"/>
        <w:rPr>
          <w:sz w:val="4"/>
          <w:szCs w:val="4"/>
        </w:rPr>
      </w:pPr>
    </w:p>
    <w:p w:rsidR="0024567F" w:rsidRDefault="0024567F" w:rsidP="00C7592E">
      <w:pPr>
        <w:rPr>
          <w:sz w:val="28"/>
          <w:szCs w:val="28"/>
        </w:rPr>
      </w:pPr>
    </w:p>
    <w:p w:rsidR="0024567F" w:rsidRDefault="0024567F">
      <w:pPr>
        <w:rPr>
          <w:sz w:val="28"/>
          <w:szCs w:val="28"/>
        </w:rPr>
      </w:pPr>
    </w:p>
    <w:p w:rsidR="0024567F" w:rsidRDefault="0024567F">
      <w:pPr>
        <w:rPr>
          <w:sz w:val="28"/>
          <w:szCs w:val="28"/>
        </w:rPr>
      </w:pPr>
    </w:p>
    <w:p w:rsidR="0024567F" w:rsidRDefault="0024567F">
      <w:pPr>
        <w:rPr>
          <w:sz w:val="28"/>
          <w:szCs w:val="28"/>
        </w:rPr>
      </w:pPr>
    </w:p>
    <w:p w:rsidR="0024567F" w:rsidRDefault="0024567F">
      <w:pPr>
        <w:rPr>
          <w:sz w:val="28"/>
          <w:szCs w:val="28"/>
        </w:rPr>
      </w:pPr>
    </w:p>
    <w:p w:rsidR="0024567F" w:rsidRDefault="0024567F">
      <w:pPr>
        <w:rPr>
          <w:sz w:val="28"/>
          <w:szCs w:val="28"/>
        </w:rPr>
      </w:pPr>
    </w:p>
    <w:p w:rsidR="0024567F" w:rsidRDefault="0024567F">
      <w:pPr>
        <w:rPr>
          <w:sz w:val="28"/>
          <w:szCs w:val="28"/>
        </w:rPr>
      </w:pPr>
    </w:p>
    <w:p w:rsidR="0024567F" w:rsidRDefault="0024567F">
      <w:pPr>
        <w:rPr>
          <w:sz w:val="28"/>
          <w:szCs w:val="28"/>
        </w:rPr>
      </w:pPr>
    </w:p>
    <w:sectPr w:rsidR="0024567F" w:rsidSect="00C7592E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C514E1"/>
    <w:multiLevelType w:val="hybridMultilevel"/>
    <w:tmpl w:val="B3565D06"/>
    <w:lvl w:ilvl="0" w:tplc="F0463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127D"/>
    <w:rsid w:val="0007411C"/>
    <w:rsid w:val="000A6E46"/>
    <w:rsid w:val="000F3C5B"/>
    <w:rsid w:val="00106BE3"/>
    <w:rsid w:val="0017283F"/>
    <w:rsid w:val="0018180F"/>
    <w:rsid w:val="0018191E"/>
    <w:rsid w:val="001F243F"/>
    <w:rsid w:val="00200FBB"/>
    <w:rsid w:val="00235120"/>
    <w:rsid w:val="0024567F"/>
    <w:rsid w:val="00250BA7"/>
    <w:rsid w:val="0025127D"/>
    <w:rsid w:val="00276451"/>
    <w:rsid w:val="0031051E"/>
    <w:rsid w:val="00342678"/>
    <w:rsid w:val="003A567E"/>
    <w:rsid w:val="003B0892"/>
    <w:rsid w:val="003C56F5"/>
    <w:rsid w:val="00453C31"/>
    <w:rsid w:val="004806FE"/>
    <w:rsid w:val="004D741A"/>
    <w:rsid w:val="004E19A6"/>
    <w:rsid w:val="004E4F11"/>
    <w:rsid w:val="00503EEB"/>
    <w:rsid w:val="005044A6"/>
    <w:rsid w:val="005145A7"/>
    <w:rsid w:val="00577815"/>
    <w:rsid w:val="00584929"/>
    <w:rsid w:val="00593879"/>
    <w:rsid w:val="005D4AAE"/>
    <w:rsid w:val="005E7F7E"/>
    <w:rsid w:val="00605139"/>
    <w:rsid w:val="00610DC4"/>
    <w:rsid w:val="00641FCA"/>
    <w:rsid w:val="00652BB0"/>
    <w:rsid w:val="0065329A"/>
    <w:rsid w:val="00665E5F"/>
    <w:rsid w:val="006709EF"/>
    <w:rsid w:val="00691BB3"/>
    <w:rsid w:val="006B3A20"/>
    <w:rsid w:val="006B7516"/>
    <w:rsid w:val="007126A5"/>
    <w:rsid w:val="007612DD"/>
    <w:rsid w:val="00834899"/>
    <w:rsid w:val="00864A78"/>
    <w:rsid w:val="00877CBC"/>
    <w:rsid w:val="008C2FAF"/>
    <w:rsid w:val="008D2C11"/>
    <w:rsid w:val="008E1E71"/>
    <w:rsid w:val="0091560E"/>
    <w:rsid w:val="0092205F"/>
    <w:rsid w:val="009B1A0C"/>
    <w:rsid w:val="009F1A36"/>
    <w:rsid w:val="00A01E86"/>
    <w:rsid w:val="00A21FC6"/>
    <w:rsid w:val="00A65445"/>
    <w:rsid w:val="00A90328"/>
    <w:rsid w:val="00A95B53"/>
    <w:rsid w:val="00B419C9"/>
    <w:rsid w:val="00BD6A01"/>
    <w:rsid w:val="00C44061"/>
    <w:rsid w:val="00C50830"/>
    <w:rsid w:val="00C60335"/>
    <w:rsid w:val="00C7592E"/>
    <w:rsid w:val="00CD1D47"/>
    <w:rsid w:val="00CE75F5"/>
    <w:rsid w:val="00D11E14"/>
    <w:rsid w:val="00D16C01"/>
    <w:rsid w:val="00D339D0"/>
    <w:rsid w:val="00DD0C54"/>
    <w:rsid w:val="00DD58E6"/>
    <w:rsid w:val="00E22393"/>
    <w:rsid w:val="00E30FB8"/>
    <w:rsid w:val="00E91014"/>
    <w:rsid w:val="00E93C4D"/>
    <w:rsid w:val="00F35A40"/>
    <w:rsid w:val="00F63951"/>
    <w:rsid w:val="00FD5FE6"/>
    <w:rsid w:val="00FF1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27D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16C01"/>
    <w:pPr>
      <w:keepNext/>
      <w:jc w:val="center"/>
      <w:outlineLvl w:val="0"/>
    </w:pPr>
    <w:rPr>
      <w:sz w:val="28"/>
      <w:szCs w:val="28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16C0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16C0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16C0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16C01"/>
    <w:rPr>
      <w:rFonts w:ascii="Arial" w:hAnsi="Arial" w:cs="Arial"/>
      <w:b/>
      <w:bCs/>
      <w:i/>
      <w:iCs/>
      <w:sz w:val="28"/>
      <w:szCs w:val="28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16C01"/>
    <w:rPr>
      <w:rFonts w:ascii="Arial" w:hAnsi="Arial" w:cs="Arial"/>
      <w:b/>
      <w:bCs/>
      <w:sz w:val="26"/>
      <w:szCs w:val="26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D16C01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D16C01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16C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16C01"/>
    <w:rPr>
      <w:rFonts w:ascii="Tahoma" w:hAnsi="Tahoma" w:cs="Tahoma"/>
      <w:sz w:val="16"/>
      <w:szCs w:val="16"/>
      <w:lang w:val="uk-UA" w:eastAsia="ru-RU"/>
    </w:rPr>
  </w:style>
  <w:style w:type="paragraph" w:styleId="PlainText">
    <w:name w:val="Plain Text"/>
    <w:basedOn w:val="Normal"/>
    <w:link w:val="PlainTextChar"/>
    <w:uiPriority w:val="99"/>
    <w:rsid w:val="00C7592E"/>
    <w:rPr>
      <w:rFonts w:ascii="Courier New" w:eastAsia="Calibri" w:hAnsi="Courier New"/>
      <w:sz w:val="20"/>
      <w:szCs w:val="20"/>
      <w:lang w:val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C7592E"/>
    <w:rPr>
      <w:rFonts w:ascii="Courier New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42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10</Pages>
  <Words>3091</Words>
  <Characters>17622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user</cp:lastModifiedBy>
  <cp:revision>2</cp:revision>
  <cp:lastPrinted>2018-06-12T05:27:00Z</cp:lastPrinted>
  <dcterms:created xsi:type="dcterms:W3CDTF">2018-06-13T07:58:00Z</dcterms:created>
  <dcterms:modified xsi:type="dcterms:W3CDTF">2018-06-13T07:58:00Z</dcterms:modified>
</cp:coreProperties>
</file>