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605" w:rsidRPr="000F20E0" w:rsidRDefault="000C2605" w:rsidP="006F0F46">
      <w:pPr>
        <w:jc w:val="center"/>
        <w:rPr>
          <w:snapToGrid w:val="0"/>
          <w:spacing w:val="8"/>
          <w:sz w:val="24"/>
        </w:rPr>
      </w:pPr>
      <w:r w:rsidRPr="00564BA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0C2605" w:rsidRPr="000F20E0" w:rsidRDefault="000C2605" w:rsidP="002A4A36">
      <w:pPr>
        <w:spacing w:line="360" w:lineRule="auto"/>
        <w:rPr>
          <w:spacing w:val="8"/>
          <w:sz w:val="12"/>
          <w:szCs w:val="20"/>
        </w:rPr>
      </w:pPr>
    </w:p>
    <w:p w:rsidR="000C2605" w:rsidRPr="000F20E0" w:rsidRDefault="000C2605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0C2605" w:rsidRPr="000F20E0" w:rsidRDefault="000C2605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0C2605" w:rsidRPr="000F20E0" w:rsidRDefault="000C2605" w:rsidP="002A4A36">
      <w:pPr>
        <w:jc w:val="center"/>
        <w:rPr>
          <w:b/>
          <w:sz w:val="16"/>
          <w:szCs w:val="16"/>
        </w:rPr>
      </w:pPr>
    </w:p>
    <w:p w:rsidR="000C2605" w:rsidRPr="000F20E0" w:rsidRDefault="000C2605" w:rsidP="002A4A36">
      <w:pPr>
        <w:jc w:val="center"/>
        <w:rPr>
          <w:b/>
          <w:sz w:val="16"/>
          <w:szCs w:val="16"/>
        </w:rPr>
      </w:pPr>
    </w:p>
    <w:p w:rsidR="000C2605" w:rsidRPr="00F21BF0" w:rsidRDefault="000C2605" w:rsidP="002A4A36">
      <w:pPr>
        <w:pStyle w:val="Heading1"/>
        <w:rPr>
          <w:szCs w:val="32"/>
          <w:lang w:val="uk-UA"/>
        </w:rPr>
      </w:pPr>
      <w:r w:rsidRPr="000F20E0">
        <w:rPr>
          <w:lang w:val="uk-UA"/>
        </w:rPr>
        <w:t xml:space="preserve">                                          </w:t>
      </w:r>
      <w:r w:rsidRPr="00F21BF0">
        <w:rPr>
          <w:szCs w:val="32"/>
          <w:lang w:val="uk-UA"/>
        </w:rPr>
        <w:t>РОЗПОРЯДЖЕННЯ</w:t>
      </w:r>
    </w:p>
    <w:p w:rsidR="000C2605" w:rsidRDefault="000C2605" w:rsidP="00217437">
      <w:pPr>
        <w:pStyle w:val="NormalWeb"/>
        <w:spacing w:before="0" w:beforeAutospacing="0" w:after="0" w:afterAutospacing="0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0C2605" w:rsidTr="00217437">
        <w:trPr>
          <w:tblCellSpacing w:w="0" w:type="dxa"/>
        </w:trPr>
        <w:tc>
          <w:tcPr>
            <w:tcW w:w="3240" w:type="dxa"/>
            <w:vAlign w:val="center"/>
          </w:tcPr>
          <w:p w:rsidR="000C2605" w:rsidRDefault="000C2605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08 червня 2018 року</w:t>
            </w:r>
          </w:p>
        </w:tc>
        <w:tc>
          <w:tcPr>
            <w:tcW w:w="3420" w:type="dxa"/>
            <w:vAlign w:val="center"/>
          </w:tcPr>
          <w:p w:rsidR="000C2605" w:rsidRDefault="000C2605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0C2605" w:rsidRDefault="000C2605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166</w:t>
            </w:r>
          </w:p>
        </w:tc>
      </w:tr>
    </w:tbl>
    <w:p w:rsidR="000C2605" w:rsidRPr="000F20E0" w:rsidRDefault="000C2605" w:rsidP="002A4A36">
      <w:pPr>
        <w:pStyle w:val="Title"/>
        <w:jc w:val="left"/>
      </w:pPr>
    </w:p>
    <w:p w:rsidR="000C2605" w:rsidRPr="000F20E0" w:rsidRDefault="000C2605" w:rsidP="00B06364">
      <w:pPr>
        <w:jc w:val="center"/>
      </w:pPr>
      <w:r w:rsidRPr="000F20E0">
        <w:t>Про затвердження технічної документації із</w:t>
      </w:r>
    </w:p>
    <w:p w:rsidR="000C2605" w:rsidRPr="000F20E0" w:rsidRDefault="000C2605" w:rsidP="00B06364">
      <w:pPr>
        <w:jc w:val="center"/>
      </w:pPr>
      <w:r w:rsidRPr="000F20E0">
        <w:t>землеустрою щодо встановлення меж земельних</w:t>
      </w:r>
    </w:p>
    <w:p w:rsidR="000C2605" w:rsidRPr="000F20E0" w:rsidRDefault="000C2605" w:rsidP="00B06364">
      <w:pPr>
        <w:jc w:val="center"/>
      </w:pPr>
      <w:r w:rsidRPr="000F20E0">
        <w:t>ділянок частки (паю) колишньо</w:t>
      </w:r>
      <w:r>
        <w:t>ї</w:t>
      </w:r>
      <w:r w:rsidRPr="000F20E0">
        <w:t xml:space="preserve"> </w:t>
      </w:r>
      <w:r>
        <w:t>агрофірми</w:t>
      </w:r>
      <w:r>
        <w:rPr>
          <w:szCs w:val="28"/>
        </w:rPr>
        <w:t xml:space="preserve"> «Залісся»</w:t>
      </w:r>
    </w:p>
    <w:p w:rsidR="000C2605" w:rsidRPr="002F48D8" w:rsidRDefault="000C2605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0C2605" w:rsidRPr="000F20E0" w:rsidRDefault="000C2605" w:rsidP="00E41E7E"/>
    <w:p w:rsidR="000C2605" w:rsidRDefault="000C2605" w:rsidP="00D246D9">
      <w:pPr>
        <w:ind w:firstLine="708"/>
        <w:jc w:val="both"/>
      </w:pPr>
      <w:r>
        <w:t>Відповідно до статей 17, 81 Земельного кодексу України, статей  3, 5, 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0C2605" w:rsidRDefault="000C2605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земельної ділянки частки (паю) </w:t>
      </w:r>
      <w:r>
        <w:t>колишньої агрофірми</w:t>
      </w:r>
      <w:r>
        <w:rPr>
          <w:szCs w:val="28"/>
        </w:rPr>
        <w:t xml:space="preserve"> «Залісся» в натурі (на місцевості) </w:t>
      </w:r>
      <w:r>
        <w:t>власнику сертифіката на право на земельну частку (пай) громадянину Карпуку Івану Юхимовичу.</w:t>
      </w:r>
    </w:p>
    <w:p w:rsidR="000C2605" w:rsidRDefault="000C2605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земельну ділянку за межами населених пунктів на території Заліської сільської ради в розмірі частки (паю) </w:t>
      </w:r>
      <w:r>
        <w:t>колишньої агрофірми</w:t>
      </w:r>
      <w:r>
        <w:rPr>
          <w:szCs w:val="28"/>
        </w:rPr>
        <w:t xml:space="preserve"> «Залісся» </w:t>
      </w:r>
      <w:r>
        <w:t>громадянину:</w:t>
      </w:r>
    </w:p>
    <w:p w:rsidR="000C2605" w:rsidRDefault="000C2605" w:rsidP="009051EE">
      <w:pPr>
        <w:ind w:firstLine="708"/>
        <w:jc w:val="both"/>
        <w:rPr>
          <w:szCs w:val="28"/>
        </w:rPr>
      </w:pPr>
      <w:r>
        <w:t>- Карпуку Івану Юхимовичу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>колишньої агрофірми</w:t>
      </w:r>
      <w:r>
        <w:rPr>
          <w:szCs w:val="28"/>
        </w:rPr>
        <w:t xml:space="preserve"> «Залісся», кадастровий номер зареєстрованої земельної ділянки: 0721483700:04:000:0093 площею </w:t>
      </w:r>
      <w:smartTag w:uri="urn:schemas-microsoft-com:office:smarttags" w:element="metricconverter">
        <w:smartTagPr>
          <w:attr w:name="ProductID" w:val="0,2621 га"/>
        </w:smartTagPr>
        <w:r>
          <w:rPr>
            <w:szCs w:val="28"/>
          </w:rPr>
          <w:t>0,2621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0C2605" w:rsidRDefault="000C2605" w:rsidP="009051EE">
      <w:pPr>
        <w:ind w:firstLine="708"/>
        <w:jc w:val="both"/>
      </w:pPr>
      <w:r>
        <w:t xml:space="preserve">3. Громадянину Карпуку Івану Юхимовичу право приватної власності на вищевказану земельну ділянку зареєструвати у встановленому законом  порядку. </w:t>
      </w:r>
    </w:p>
    <w:p w:rsidR="000C2605" w:rsidRDefault="000C2605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Заліській сільській раді внести відповідні зміни в земельно - облікові документи.</w:t>
      </w:r>
    </w:p>
    <w:p w:rsidR="000C2605" w:rsidRDefault="000C2605" w:rsidP="009051EE">
      <w:pPr>
        <w:jc w:val="both"/>
        <w:rPr>
          <w:sz w:val="24"/>
          <w:szCs w:val="20"/>
        </w:rPr>
      </w:pPr>
    </w:p>
    <w:p w:rsidR="000C2605" w:rsidRDefault="000C2605" w:rsidP="009051EE">
      <w:pPr>
        <w:jc w:val="both"/>
        <w:rPr>
          <w:sz w:val="24"/>
          <w:szCs w:val="20"/>
        </w:rPr>
      </w:pPr>
    </w:p>
    <w:p w:rsidR="000C2605" w:rsidRPr="00704D2F" w:rsidRDefault="000C2605" w:rsidP="00542D94">
      <w:pPr>
        <w:jc w:val="both"/>
        <w:rPr>
          <w:b/>
          <w:szCs w:val="28"/>
        </w:rPr>
      </w:pPr>
      <w:r>
        <w:rPr>
          <w:szCs w:val="28"/>
        </w:rPr>
        <w:t xml:space="preserve">Перший заступник голови                                                              </w:t>
      </w:r>
      <w:r w:rsidRPr="005D2E9B">
        <w:rPr>
          <w:b/>
          <w:szCs w:val="28"/>
        </w:rPr>
        <w:t xml:space="preserve"> О.МИХАЛІК</w:t>
      </w:r>
    </w:p>
    <w:p w:rsidR="000C2605" w:rsidRDefault="000C2605" w:rsidP="00542D94">
      <w:pPr>
        <w:jc w:val="both"/>
        <w:rPr>
          <w:sz w:val="22"/>
          <w:szCs w:val="22"/>
        </w:rPr>
      </w:pPr>
    </w:p>
    <w:p w:rsidR="000C2605" w:rsidRDefault="000C2605" w:rsidP="004A65F8">
      <w:pPr>
        <w:jc w:val="both"/>
        <w:rPr>
          <w:sz w:val="24"/>
        </w:rPr>
      </w:pPr>
      <w:r>
        <w:rPr>
          <w:sz w:val="24"/>
        </w:rPr>
        <w:t>Нікітчук  23068</w:t>
      </w:r>
    </w:p>
    <w:p w:rsidR="000C2605" w:rsidRDefault="000C2605" w:rsidP="004A65F8">
      <w:pPr>
        <w:jc w:val="both"/>
        <w:rPr>
          <w:sz w:val="24"/>
        </w:rPr>
      </w:pPr>
    </w:p>
    <w:p w:rsidR="000C2605" w:rsidRDefault="000C2605" w:rsidP="004A65F8">
      <w:pPr>
        <w:jc w:val="both"/>
        <w:rPr>
          <w:sz w:val="24"/>
        </w:rPr>
      </w:pPr>
    </w:p>
    <w:p w:rsidR="000C2605" w:rsidRDefault="000C2605" w:rsidP="004A65F8">
      <w:pPr>
        <w:jc w:val="both"/>
        <w:rPr>
          <w:sz w:val="24"/>
        </w:rPr>
      </w:pPr>
    </w:p>
    <w:p w:rsidR="000C2605" w:rsidRDefault="000C2605" w:rsidP="004A65F8">
      <w:pPr>
        <w:jc w:val="both"/>
        <w:rPr>
          <w:sz w:val="24"/>
        </w:rPr>
      </w:pPr>
    </w:p>
    <w:p w:rsidR="000C2605" w:rsidRDefault="000C2605" w:rsidP="00032B42">
      <w:pPr>
        <w:rPr>
          <w:sz w:val="24"/>
        </w:rPr>
      </w:pPr>
    </w:p>
    <w:p w:rsidR="000C2605" w:rsidRDefault="000C2605" w:rsidP="00032B42">
      <w:pPr>
        <w:rPr>
          <w:sz w:val="24"/>
        </w:rPr>
      </w:pPr>
    </w:p>
    <w:p w:rsidR="000C2605" w:rsidRDefault="000C2605" w:rsidP="00032B42">
      <w:pPr>
        <w:rPr>
          <w:i/>
          <w:szCs w:val="28"/>
        </w:rPr>
      </w:pPr>
    </w:p>
    <w:sectPr w:rsidR="000C2605" w:rsidSect="00546348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605" w:rsidRDefault="000C2605" w:rsidP="00BC7EBE">
      <w:r>
        <w:separator/>
      </w:r>
    </w:p>
  </w:endnote>
  <w:endnote w:type="continuationSeparator" w:id="0">
    <w:p w:rsidR="000C2605" w:rsidRDefault="000C2605" w:rsidP="00BC7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605" w:rsidRDefault="000C2605" w:rsidP="00BC7EBE">
      <w:r>
        <w:separator/>
      </w:r>
    </w:p>
  </w:footnote>
  <w:footnote w:type="continuationSeparator" w:id="0">
    <w:p w:rsidR="000C2605" w:rsidRDefault="000C2605" w:rsidP="00BC7E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03354"/>
    <w:rsid w:val="0001515D"/>
    <w:rsid w:val="00025113"/>
    <w:rsid w:val="000304A6"/>
    <w:rsid w:val="00032B42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B43CC"/>
    <w:rsid w:val="000C1E26"/>
    <w:rsid w:val="000C2605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753"/>
    <w:rsid w:val="00166819"/>
    <w:rsid w:val="00167FB5"/>
    <w:rsid w:val="001756BB"/>
    <w:rsid w:val="00180E2C"/>
    <w:rsid w:val="00190F37"/>
    <w:rsid w:val="001B0C91"/>
    <w:rsid w:val="001B558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17437"/>
    <w:rsid w:val="002236E9"/>
    <w:rsid w:val="00223BF0"/>
    <w:rsid w:val="0023070F"/>
    <w:rsid w:val="00230A79"/>
    <w:rsid w:val="00232B96"/>
    <w:rsid w:val="00245178"/>
    <w:rsid w:val="00257B75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978AE"/>
    <w:rsid w:val="002A4A36"/>
    <w:rsid w:val="002B3BA2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5ED7"/>
    <w:rsid w:val="00316DCB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2D0B"/>
    <w:rsid w:val="00373C55"/>
    <w:rsid w:val="00376FB1"/>
    <w:rsid w:val="00390D98"/>
    <w:rsid w:val="003942DD"/>
    <w:rsid w:val="003D1234"/>
    <w:rsid w:val="003D1657"/>
    <w:rsid w:val="003E4775"/>
    <w:rsid w:val="003F10ED"/>
    <w:rsid w:val="003F214F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759EE"/>
    <w:rsid w:val="00482EA8"/>
    <w:rsid w:val="00490142"/>
    <w:rsid w:val="004A6491"/>
    <w:rsid w:val="004A65F8"/>
    <w:rsid w:val="004A740C"/>
    <w:rsid w:val="004B520C"/>
    <w:rsid w:val="004B6906"/>
    <w:rsid w:val="004B6B70"/>
    <w:rsid w:val="004C0266"/>
    <w:rsid w:val="004C541D"/>
    <w:rsid w:val="004C5452"/>
    <w:rsid w:val="004C72F4"/>
    <w:rsid w:val="004D0023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311EA"/>
    <w:rsid w:val="00542D94"/>
    <w:rsid w:val="00544AF3"/>
    <w:rsid w:val="00546348"/>
    <w:rsid w:val="0055145A"/>
    <w:rsid w:val="00560569"/>
    <w:rsid w:val="0056231D"/>
    <w:rsid w:val="00564BAE"/>
    <w:rsid w:val="005671AE"/>
    <w:rsid w:val="00586B7C"/>
    <w:rsid w:val="005879DC"/>
    <w:rsid w:val="00587C46"/>
    <w:rsid w:val="00590BC7"/>
    <w:rsid w:val="0059796C"/>
    <w:rsid w:val="00597D1C"/>
    <w:rsid w:val="005A7369"/>
    <w:rsid w:val="005B020A"/>
    <w:rsid w:val="005B5CD5"/>
    <w:rsid w:val="005D0F64"/>
    <w:rsid w:val="005D29DE"/>
    <w:rsid w:val="005D2E9B"/>
    <w:rsid w:val="005E6553"/>
    <w:rsid w:val="005F4DC7"/>
    <w:rsid w:val="00604DCB"/>
    <w:rsid w:val="00621F01"/>
    <w:rsid w:val="00627C5A"/>
    <w:rsid w:val="00650F23"/>
    <w:rsid w:val="006518C8"/>
    <w:rsid w:val="00663602"/>
    <w:rsid w:val="00685DD5"/>
    <w:rsid w:val="00686CD4"/>
    <w:rsid w:val="006879AF"/>
    <w:rsid w:val="00690CE3"/>
    <w:rsid w:val="00694791"/>
    <w:rsid w:val="006A1680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D2F"/>
    <w:rsid w:val="00713CE2"/>
    <w:rsid w:val="00720642"/>
    <w:rsid w:val="007267C3"/>
    <w:rsid w:val="00730269"/>
    <w:rsid w:val="00735B36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85093"/>
    <w:rsid w:val="00793DC4"/>
    <w:rsid w:val="007952F8"/>
    <w:rsid w:val="007A7264"/>
    <w:rsid w:val="007A7BA2"/>
    <w:rsid w:val="007B4B66"/>
    <w:rsid w:val="007B7A27"/>
    <w:rsid w:val="007B7D44"/>
    <w:rsid w:val="007C73A0"/>
    <w:rsid w:val="007D240E"/>
    <w:rsid w:val="007D6637"/>
    <w:rsid w:val="007E4590"/>
    <w:rsid w:val="007E47FC"/>
    <w:rsid w:val="007E73EF"/>
    <w:rsid w:val="007F21E4"/>
    <w:rsid w:val="00813B86"/>
    <w:rsid w:val="00815DDC"/>
    <w:rsid w:val="0081663F"/>
    <w:rsid w:val="00817546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871BD"/>
    <w:rsid w:val="008A359F"/>
    <w:rsid w:val="008B2134"/>
    <w:rsid w:val="008C2A5D"/>
    <w:rsid w:val="008D109E"/>
    <w:rsid w:val="008D49C3"/>
    <w:rsid w:val="008D5B5A"/>
    <w:rsid w:val="008D7C1F"/>
    <w:rsid w:val="008D7E82"/>
    <w:rsid w:val="008E6625"/>
    <w:rsid w:val="008E7B3C"/>
    <w:rsid w:val="008F1123"/>
    <w:rsid w:val="008F7692"/>
    <w:rsid w:val="009023AB"/>
    <w:rsid w:val="009051EE"/>
    <w:rsid w:val="0090684C"/>
    <w:rsid w:val="00906C79"/>
    <w:rsid w:val="009108E0"/>
    <w:rsid w:val="00914AAA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477E"/>
    <w:rsid w:val="009E4071"/>
    <w:rsid w:val="009F5F92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117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C7EBE"/>
    <w:rsid w:val="00BD28C8"/>
    <w:rsid w:val="00BD30B7"/>
    <w:rsid w:val="00BD4B55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B5075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60FED"/>
    <w:rsid w:val="00D64C96"/>
    <w:rsid w:val="00D9141B"/>
    <w:rsid w:val="00DA1C05"/>
    <w:rsid w:val="00DA586B"/>
    <w:rsid w:val="00DA61A1"/>
    <w:rsid w:val="00DB2D2B"/>
    <w:rsid w:val="00DB43EA"/>
    <w:rsid w:val="00DC0CDE"/>
    <w:rsid w:val="00DC141E"/>
    <w:rsid w:val="00DC1B9F"/>
    <w:rsid w:val="00DD0E04"/>
    <w:rsid w:val="00DD2676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4341F"/>
    <w:rsid w:val="00E63B0F"/>
    <w:rsid w:val="00E653D0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2AE9"/>
    <w:rsid w:val="00EF4997"/>
    <w:rsid w:val="00F04CE2"/>
    <w:rsid w:val="00F079CC"/>
    <w:rsid w:val="00F109FD"/>
    <w:rsid w:val="00F13B2A"/>
    <w:rsid w:val="00F16D9D"/>
    <w:rsid w:val="00F211A1"/>
    <w:rsid w:val="00F21BF0"/>
    <w:rsid w:val="00F24A98"/>
    <w:rsid w:val="00F36B46"/>
    <w:rsid w:val="00F371E6"/>
    <w:rsid w:val="00F46F0C"/>
    <w:rsid w:val="00F627F2"/>
    <w:rsid w:val="00F7517F"/>
    <w:rsid w:val="00FA1F38"/>
    <w:rsid w:val="00FA70ED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1E4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1E4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1E4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1E4C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D81E4C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81E4C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  <w:style w:type="paragraph" w:styleId="Header">
    <w:name w:val="header"/>
    <w:basedOn w:val="Normal"/>
    <w:link w:val="Head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7EB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7EB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5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260</Words>
  <Characters>1488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2018-06-08T07:00:00Z</cp:lastPrinted>
  <dcterms:created xsi:type="dcterms:W3CDTF">2018-06-12T11:30:00Z</dcterms:created>
  <dcterms:modified xsi:type="dcterms:W3CDTF">2018-06-12T11:30:00Z</dcterms:modified>
</cp:coreProperties>
</file>