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5B" w:rsidRDefault="009F215B" w:rsidP="000F2729">
      <w:pPr>
        <w:jc w:val="center"/>
        <w:rPr>
          <w:snapToGrid w:val="0"/>
          <w:spacing w:val="8"/>
          <w:sz w:val="24"/>
        </w:rPr>
      </w:pPr>
      <w:r w:rsidRPr="00F45D5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9F215B" w:rsidRDefault="009F215B" w:rsidP="000F2729">
      <w:pPr>
        <w:spacing w:line="360" w:lineRule="auto"/>
        <w:rPr>
          <w:spacing w:val="8"/>
          <w:sz w:val="12"/>
          <w:szCs w:val="20"/>
        </w:rPr>
      </w:pPr>
    </w:p>
    <w:p w:rsidR="009F215B" w:rsidRDefault="009F215B" w:rsidP="000F2729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9F215B" w:rsidRDefault="009F215B" w:rsidP="000F2729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9F215B" w:rsidRDefault="009F215B" w:rsidP="000F2729">
      <w:pPr>
        <w:jc w:val="center"/>
        <w:rPr>
          <w:b/>
          <w:sz w:val="16"/>
          <w:szCs w:val="16"/>
        </w:rPr>
      </w:pPr>
    </w:p>
    <w:p w:rsidR="009F215B" w:rsidRDefault="009F215B" w:rsidP="000F2729">
      <w:pPr>
        <w:jc w:val="center"/>
        <w:rPr>
          <w:b/>
          <w:sz w:val="16"/>
          <w:szCs w:val="16"/>
        </w:rPr>
      </w:pPr>
    </w:p>
    <w:p w:rsidR="009F215B" w:rsidRPr="000F2729" w:rsidRDefault="009F215B" w:rsidP="000F2729">
      <w:pPr>
        <w:pStyle w:val="Heading1"/>
        <w:rPr>
          <w:sz w:val="32"/>
          <w:szCs w:val="32"/>
        </w:rPr>
      </w:pPr>
      <w:r w:rsidRPr="000F2729">
        <w:rPr>
          <w:sz w:val="32"/>
          <w:szCs w:val="32"/>
        </w:rPr>
        <w:t>РОЗПОРЯДЖЕННЯ</w:t>
      </w:r>
    </w:p>
    <w:p w:rsidR="009F215B" w:rsidRPr="000F2729" w:rsidRDefault="009F215B" w:rsidP="000F2729">
      <w:pPr>
        <w:pStyle w:val="Title"/>
        <w:jc w:val="left"/>
        <w:rPr>
          <w:sz w:val="32"/>
          <w:szCs w:val="32"/>
        </w:rPr>
      </w:pPr>
    </w:p>
    <w:p w:rsidR="009F215B" w:rsidRDefault="009F215B" w:rsidP="000F2729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9F215B" w:rsidTr="000F2729">
        <w:trPr>
          <w:tblCellSpacing w:w="0" w:type="dxa"/>
        </w:trPr>
        <w:tc>
          <w:tcPr>
            <w:tcW w:w="3240" w:type="dxa"/>
            <w:vAlign w:val="center"/>
          </w:tcPr>
          <w:p w:rsidR="009F215B" w:rsidRPr="00151EC4" w:rsidRDefault="009F215B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 травня 2018 року</w:t>
            </w:r>
          </w:p>
        </w:tc>
        <w:tc>
          <w:tcPr>
            <w:tcW w:w="3420" w:type="dxa"/>
            <w:vAlign w:val="center"/>
          </w:tcPr>
          <w:p w:rsidR="009F215B" w:rsidRDefault="009F215B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9F215B" w:rsidRPr="00151EC4" w:rsidRDefault="009F215B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141</w:t>
            </w:r>
          </w:p>
        </w:tc>
      </w:tr>
    </w:tbl>
    <w:p w:rsidR="009F215B" w:rsidRDefault="009F215B" w:rsidP="000F2729">
      <w:pPr>
        <w:pStyle w:val="NormalWeb"/>
        <w:spacing w:before="0" w:beforeAutospacing="0" w:after="0" w:afterAutospacing="0"/>
        <w:rPr>
          <w:lang w:val="uk-UA"/>
        </w:rPr>
      </w:pPr>
    </w:p>
    <w:p w:rsidR="009F215B" w:rsidRPr="00A05026" w:rsidRDefault="009F215B" w:rsidP="00163BDD">
      <w:pPr>
        <w:jc w:val="both"/>
      </w:pPr>
    </w:p>
    <w:p w:rsidR="009F215B" w:rsidRPr="00A05026" w:rsidRDefault="009F215B" w:rsidP="00A05026">
      <w:pPr>
        <w:jc w:val="center"/>
      </w:pPr>
    </w:p>
    <w:p w:rsidR="009F215B" w:rsidRPr="00A05026" w:rsidRDefault="009F215B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Злотнику С.І.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9F215B" w:rsidRPr="00A05026" w:rsidRDefault="009F215B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9F215B" w:rsidRDefault="009F215B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9F215B" w:rsidRPr="00A05026" w:rsidRDefault="009F215B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ім.Щорса  </w:t>
      </w:r>
      <w:r w:rsidRPr="00A05026">
        <w:rPr>
          <w:szCs w:val="28"/>
        </w:rPr>
        <w:t>в натурі (на  місцевості)</w:t>
      </w:r>
    </w:p>
    <w:p w:rsidR="009F215B" w:rsidRPr="00A05026" w:rsidRDefault="009F215B" w:rsidP="001B6D24"/>
    <w:p w:rsidR="009F215B" w:rsidRPr="00A05026" w:rsidRDefault="009F215B" w:rsidP="001B6D24">
      <w:r>
        <w:t xml:space="preserve"> </w:t>
      </w:r>
    </w:p>
    <w:p w:rsidR="009F215B" w:rsidRPr="00A05026" w:rsidRDefault="009F215B" w:rsidP="00A05026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9F215B" w:rsidRPr="00A05026" w:rsidRDefault="009F215B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</w:t>
      </w:r>
      <w:r>
        <w:t xml:space="preserve"> </w:t>
      </w:r>
      <w:r w:rsidRPr="00A05026">
        <w:t>встановлення</w:t>
      </w:r>
      <w:r>
        <w:t xml:space="preserve"> </w:t>
      </w:r>
      <w:r w:rsidRPr="00A05026">
        <w:t xml:space="preserve"> меж </w:t>
      </w:r>
      <w:r>
        <w:t xml:space="preserve"> </w:t>
      </w:r>
      <w:r w:rsidRPr="00A05026">
        <w:t>земельних</w:t>
      </w:r>
      <w:r>
        <w:t xml:space="preserve"> </w:t>
      </w:r>
      <w:r w:rsidRPr="00A05026">
        <w:t xml:space="preserve"> ділянок</w:t>
      </w:r>
      <w:r>
        <w:t xml:space="preserve"> </w:t>
      </w:r>
      <w:r w:rsidRPr="00A05026">
        <w:t xml:space="preserve"> частки</w:t>
      </w:r>
      <w:r>
        <w:t xml:space="preserve"> </w:t>
      </w:r>
      <w:r w:rsidRPr="00A05026">
        <w:t xml:space="preserve"> (паю) </w:t>
      </w:r>
      <w:r>
        <w:t xml:space="preserve">  </w:t>
      </w:r>
      <w:r>
        <w:rPr>
          <w:szCs w:val="28"/>
        </w:rPr>
        <w:t xml:space="preserve">колишнього   КСП ім. Щорса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9F215B" w:rsidRPr="00A05026" w:rsidRDefault="009F215B" w:rsidP="00A05026">
      <w:pPr>
        <w:ind w:firstLine="708"/>
        <w:jc w:val="both"/>
      </w:pPr>
      <w:r w:rsidRPr="00A05026">
        <w:t xml:space="preserve">- </w:t>
      </w:r>
      <w:r>
        <w:t>Злотнику Сергію  Івановичу, власнику сертифіката</w:t>
      </w:r>
      <w:r w:rsidRPr="00A05026">
        <w:t xml:space="preserve"> на право на земельну частку (пай) серії ВЛ №</w:t>
      </w:r>
      <w:r>
        <w:t xml:space="preserve"> 0208972.</w:t>
      </w:r>
    </w:p>
    <w:p w:rsidR="009F215B" w:rsidRPr="00A05026" w:rsidRDefault="009F215B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9F215B" w:rsidRPr="00A05026" w:rsidRDefault="009F215B" w:rsidP="001B6D24"/>
    <w:p w:rsidR="009F215B" w:rsidRPr="00A05026" w:rsidRDefault="009F215B" w:rsidP="001B6D24"/>
    <w:p w:rsidR="009F215B" w:rsidRPr="00A05026" w:rsidRDefault="009F215B" w:rsidP="001B6D24"/>
    <w:p w:rsidR="009F215B" w:rsidRPr="00A05026" w:rsidRDefault="009F215B" w:rsidP="001B6D24"/>
    <w:p w:rsidR="009F215B" w:rsidRPr="00A05026" w:rsidRDefault="009F215B" w:rsidP="001B6D24"/>
    <w:p w:rsidR="009F215B" w:rsidRDefault="009F215B" w:rsidP="001B6D24">
      <w:pPr>
        <w:rPr>
          <w:b/>
        </w:rPr>
      </w:pPr>
      <w:r>
        <w:t xml:space="preserve">Голова                                                                                            </w:t>
      </w:r>
      <w:r w:rsidRPr="00EC63E2">
        <w:rPr>
          <w:b/>
        </w:rPr>
        <w:t xml:space="preserve"> В.ДУНАЙЧУК</w:t>
      </w:r>
    </w:p>
    <w:p w:rsidR="009F215B" w:rsidRPr="00400AFD" w:rsidRDefault="009F215B" w:rsidP="001B6D24">
      <w:pPr>
        <w:rPr>
          <w:sz w:val="24"/>
        </w:rPr>
      </w:pPr>
    </w:p>
    <w:p w:rsidR="009F215B" w:rsidRPr="000F2729" w:rsidRDefault="009F215B" w:rsidP="001B6D24">
      <w:pPr>
        <w:rPr>
          <w:sz w:val="24"/>
        </w:rPr>
      </w:pPr>
      <w:r w:rsidRPr="000F2729">
        <w:rPr>
          <w:sz w:val="24"/>
        </w:rPr>
        <w:t>Мартинюк 23068</w:t>
      </w:r>
    </w:p>
    <w:p w:rsidR="009F215B" w:rsidRPr="00A05026" w:rsidRDefault="009F215B" w:rsidP="001B6D24"/>
    <w:p w:rsidR="009F215B" w:rsidRDefault="009F215B" w:rsidP="001B6D24"/>
    <w:p w:rsidR="009F215B" w:rsidRDefault="009F215B" w:rsidP="001B6D24"/>
    <w:sectPr w:rsidR="009F215B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15B" w:rsidRDefault="009F215B" w:rsidP="00D113DB">
      <w:r>
        <w:separator/>
      </w:r>
    </w:p>
  </w:endnote>
  <w:endnote w:type="continuationSeparator" w:id="0">
    <w:p w:rsidR="009F215B" w:rsidRDefault="009F215B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15B" w:rsidRDefault="009F215B" w:rsidP="00D113DB">
      <w:r>
        <w:separator/>
      </w:r>
    </w:p>
  </w:footnote>
  <w:footnote w:type="continuationSeparator" w:id="0">
    <w:p w:rsidR="009F215B" w:rsidRDefault="009F215B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729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1EC4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5E81"/>
    <w:rsid w:val="0022746F"/>
    <w:rsid w:val="002412D9"/>
    <w:rsid w:val="00241B85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74B6F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2828"/>
    <w:rsid w:val="00603F15"/>
    <w:rsid w:val="00610E68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2421B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26ED7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215B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3321"/>
    <w:rsid w:val="00B83396"/>
    <w:rsid w:val="00B869A6"/>
    <w:rsid w:val="00B92097"/>
    <w:rsid w:val="00BA3FA0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9503F"/>
    <w:rsid w:val="00DB4219"/>
    <w:rsid w:val="00DD6E4A"/>
    <w:rsid w:val="00DF48EB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6E39"/>
    <w:rsid w:val="00EC1C50"/>
    <w:rsid w:val="00EC63E2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0C8F"/>
    <w:rsid w:val="00F45D53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A648F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2729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729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2729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0F272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C0CAB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4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185</Words>
  <Characters>1059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2018-05-10T08:23:00Z</cp:lastPrinted>
  <dcterms:created xsi:type="dcterms:W3CDTF">2018-05-21T07:31:00Z</dcterms:created>
  <dcterms:modified xsi:type="dcterms:W3CDTF">2018-05-21T07:31:00Z</dcterms:modified>
</cp:coreProperties>
</file>