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B0" w:rsidRDefault="003031B0" w:rsidP="009F42FB">
      <w:pPr>
        <w:jc w:val="center"/>
        <w:rPr>
          <w:snapToGrid w:val="0"/>
          <w:spacing w:val="8"/>
          <w:lang w:val="uk-UA"/>
        </w:rPr>
      </w:pPr>
      <w:r w:rsidRPr="005E336B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3031B0" w:rsidRDefault="003031B0" w:rsidP="009F42FB">
      <w:pPr>
        <w:jc w:val="center"/>
        <w:rPr>
          <w:snapToGrid w:val="0"/>
          <w:spacing w:val="8"/>
          <w:lang w:val="uk-UA"/>
        </w:rPr>
      </w:pPr>
    </w:p>
    <w:p w:rsidR="003031B0" w:rsidRDefault="003031B0" w:rsidP="009F42FB">
      <w:pPr>
        <w:pStyle w:val="Heading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КАМІНЬ-КАШИРСЬКА  РАЙОННА ДЕРЖАВНА АДМІНІСТРАЦІЯ</w:t>
      </w:r>
    </w:p>
    <w:p w:rsidR="003031B0" w:rsidRDefault="003031B0" w:rsidP="009F42FB">
      <w:pPr>
        <w:pStyle w:val="Heading3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3031B0" w:rsidRDefault="003031B0" w:rsidP="009F42FB">
      <w:pPr>
        <w:jc w:val="center"/>
        <w:rPr>
          <w:sz w:val="28"/>
          <w:szCs w:val="28"/>
          <w:lang w:val="uk-UA"/>
        </w:rPr>
      </w:pPr>
    </w:p>
    <w:p w:rsidR="003031B0" w:rsidRDefault="003031B0" w:rsidP="009F42FB">
      <w:pPr>
        <w:pStyle w:val="Heading1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РОЗПОРЯДЖЕННЯ</w:t>
      </w:r>
    </w:p>
    <w:p w:rsidR="003031B0" w:rsidRDefault="003031B0" w:rsidP="009F42FB">
      <w:pPr>
        <w:jc w:val="center"/>
        <w:rPr>
          <w:lang w:val="uk-UA"/>
        </w:rPr>
      </w:pPr>
    </w:p>
    <w:p w:rsidR="003031B0" w:rsidRDefault="003031B0" w:rsidP="009F42FB">
      <w:pPr>
        <w:pStyle w:val="Title"/>
        <w:jc w:val="left"/>
      </w:pPr>
      <w:r>
        <w:t xml:space="preserve">23 квітня 2018 року              </w:t>
      </w:r>
      <w:r>
        <w:rPr>
          <w:szCs w:val="28"/>
        </w:rPr>
        <w:t>м.Камінь-Каширський</w:t>
      </w:r>
      <w:r>
        <w:tab/>
      </w:r>
      <w:r>
        <w:tab/>
      </w:r>
      <w:r>
        <w:tab/>
        <w:t xml:space="preserve">           № 121</w:t>
      </w:r>
    </w:p>
    <w:p w:rsidR="003031B0" w:rsidRDefault="003031B0" w:rsidP="009F42FB">
      <w:pPr>
        <w:jc w:val="center"/>
        <w:rPr>
          <w:sz w:val="28"/>
          <w:szCs w:val="28"/>
          <w:lang w:val="uk-UA"/>
        </w:rPr>
      </w:pPr>
    </w:p>
    <w:p w:rsidR="003031B0" w:rsidRPr="009C33E2" w:rsidRDefault="003031B0" w:rsidP="009F42FB">
      <w:pPr>
        <w:jc w:val="center"/>
        <w:rPr>
          <w:sz w:val="28"/>
          <w:szCs w:val="28"/>
          <w:lang w:val="uk-UA"/>
        </w:rPr>
      </w:pPr>
      <w:r w:rsidRPr="009C33E2">
        <w:rPr>
          <w:sz w:val="28"/>
          <w:szCs w:val="28"/>
          <w:lang w:val="uk-UA"/>
        </w:rPr>
        <w:t xml:space="preserve">Про участь у проведенні «Єдиного всеукраїнського </w:t>
      </w:r>
    </w:p>
    <w:p w:rsidR="003031B0" w:rsidRDefault="003031B0" w:rsidP="009F42FB">
      <w:pPr>
        <w:jc w:val="center"/>
        <w:rPr>
          <w:sz w:val="28"/>
          <w:szCs w:val="28"/>
          <w:lang w:val="uk-UA"/>
        </w:rPr>
      </w:pPr>
      <w:r w:rsidRPr="009C33E2">
        <w:rPr>
          <w:sz w:val="28"/>
          <w:szCs w:val="28"/>
          <w:lang w:val="uk-UA"/>
        </w:rPr>
        <w:t>стрілецького дня»</w:t>
      </w:r>
      <w:r>
        <w:rPr>
          <w:sz w:val="28"/>
          <w:szCs w:val="28"/>
          <w:lang w:val="uk-UA"/>
        </w:rPr>
        <w:t xml:space="preserve"> </w:t>
      </w:r>
      <w:r w:rsidRPr="009C33E2">
        <w:rPr>
          <w:sz w:val="28"/>
          <w:szCs w:val="28"/>
          <w:lang w:val="uk-UA"/>
        </w:rPr>
        <w:t>військовозобов'язани</w:t>
      </w:r>
      <w:r>
        <w:rPr>
          <w:sz w:val="28"/>
          <w:szCs w:val="28"/>
          <w:lang w:val="uk-UA"/>
        </w:rPr>
        <w:t>ми  роти охорони Камінь-Каширського районного військового комісаріату</w:t>
      </w:r>
    </w:p>
    <w:p w:rsidR="003031B0" w:rsidRDefault="003031B0" w:rsidP="00D642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031B0" w:rsidRDefault="003031B0" w:rsidP="00C81FBB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пунктів 6, 13, 27 Закону України «Про місцеві державні адміністрації», Законів України «Про військовий обов’язок і військову службу», «Про оборону України», «Про мобілізаційну підготовку  та мобілізацію», листа військового комісара Камінь-Каширського районного військового комісаріату від 16.04.2018р. № 611,  з метою участі у проведенні «</w:t>
      </w:r>
      <w:r w:rsidRPr="009C33E2">
        <w:rPr>
          <w:sz w:val="28"/>
          <w:szCs w:val="28"/>
          <w:lang w:val="uk-UA"/>
        </w:rPr>
        <w:t>Єдиного всеукраїнського стрілецького дня»</w:t>
      </w:r>
      <w:r>
        <w:rPr>
          <w:sz w:val="28"/>
          <w:szCs w:val="28"/>
          <w:lang w:val="uk-UA"/>
        </w:rPr>
        <w:t xml:space="preserve"> </w:t>
      </w:r>
      <w:r w:rsidRPr="009C33E2">
        <w:rPr>
          <w:sz w:val="28"/>
          <w:szCs w:val="28"/>
          <w:lang w:val="uk-UA"/>
        </w:rPr>
        <w:t>військовозобов'язани</w:t>
      </w:r>
      <w:r>
        <w:rPr>
          <w:sz w:val="28"/>
          <w:szCs w:val="28"/>
          <w:lang w:val="uk-UA"/>
        </w:rPr>
        <w:t>ми роти охорони Камінь-Каширського районного військового комісаріату:</w:t>
      </w:r>
    </w:p>
    <w:p w:rsidR="003031B0" w:rsidRDefault="003031B0" w:rsidP="00D6424A">
      <w:pPr>
        <w:pStyle w:val="ListParagraph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Камінь-Каширському районному військовому комісаріату (С.Є.Швачко) провести оповіщення і збір військовозобов'язаних роти охорони Камінь-Каширського районного військового комісаріату з метою участі у проведенні «</w:t>
      </w:r>
      <w:r w:rsidRPr="009C33E2">
        <w:rPr>
          <w:sz w:val="28"/>
          <w:szCs w:val="28"/>
          <w:lang w:val="uk-UA"/>
        </w:rPr>
        <w:t>Єдиного всеукраїнського стрілецького дня»</w:t>
      </w:r>
      <w:r>
        <w:rPr>
          <w:sz w:val="28"/>
          <w:szCs w:val="28"/>
          <w:lang w:val="uk-UA"/>
        </w:rPr>
        <w:t>.</w:t>
      </w:r>
    </w:p>
    <w:p w:rsidR="003031B0" w:rsidRDefault="003031B0" w:rsidP="00D6424A">
      <w:pPr>
        <w:pStyle w:val="ListParagraph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Головам міської та сільських рад, керівникам підприємств, установ і організацій району провести оповіщення військовозобов'язаних відповідно до вручених районним військовим комісаріатом повісток та забезпечити їх явку 26.04.2018р. на 6.00 годину в Камінь-Каширський райвійськкомат.</w:t>
      </w:r>
    </w:p>
    <w:p w:rsidR="003031B0" w:rsidRDefault="003031B0" w:rsidP="00D6424A">
      <w:pPr>
        <w:pStyle w:val="ListParagraph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у справах молоді та спорту райдержадміністрації (Какалюк Н.П.) надати фінансову допомогу районному військовому комісаріату в оплаті транспортних послуг для перевезення особового складу роти охорони у кількості 27 чоловік до місця проведення «</w:t>
      </w:r>
      <w:r w:rsidRPr="009C33E2">
        <w:rPr>
          <w:sz w:val="28"/>
          <w:szCs w:val="28"/>
          <w:lang w:val="uk-UA"/>
        </w:rPr>
        <w:t>Єдиного всеукраїнського стрілецького дня»</w:t>
      </w:r>
      <w:r>
        <w:rPr>
          <w:sz w:val="28"/>
          <w:szCs w:val="28"/>
          <w:lang w:val="uk-UA"/>
        </w:rPr>
        <w:t xml:space="preserve"> на полігон військової частини А </w:t>
      </w:r>
      <w:smartTag w:uri="urn:schemas-microsoft-com:office:smarttags" w:element="metricconverter">
        <w:smartTagPr>
          <w:attr w:name="ProductID" w:val="1008 м"/>
        </w:smartTagPr>
        <w:r>
          <w:rPr>
            <w:sz w:val="28"/>
            <w:szCs w:val="28"/>
            <w:lang w:val="uk-UA"/>
          </w:rPr>
          <w:t>1008 м</w:t>
        </w:r>
      </w:smartTag>
      <w:r>
        <w:rPr>
          <w:sz w:val="28"/>
          <w:szCs w:val="28"/>
          <w:lang w:val="uk-UA"/>
        </w:rPr>
        <w:t>.Володимир-Волинський та у зворотному напрямку</w:t>
      </w:r>
      <w:r w:rsidRPr="00C81F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квітня 2018 року.</w:t>
      </w:r>
    </w:p>
    <w:p w:rsidR="003031B0" w:rsidRPr="003E2068" w:rsidRDefault="003031B0" w:rsidP="00D6424A">
      <w:pPr>
        <w:pStyle w:val="ListParagraph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лікарю центральної районної лікарні Потягайло Л.А. забезпечити медичний супровід учасників «</w:t>
      </w:r>
      <w:r w:rsidRPr="009C33E2">
        <w:rPr>
          <w:sz w:val="28"/>
          <w:szCs w:val="28"/>
          <w:lang w:val="uk-UA"/>
        </w:rPr>
        <w:t xml:space="preserve">Єдиного всеукраїнського </w:t>
      </w:r>
      <w:r w:rsidRPr="003E2068">
        <w:rPr>
          <w:sz w:val="28"/>
          <w:szCs w:val="28"/>
          <w:lang w:val="uk-UA"/>
        </w:rPr>
        <w:t>стрілецького дня» Камінь-Каширський району.</w:t>
      </w:r>
    </w:p>
    <w:p w:rsidR="003031B0" w:rsidRDefault="003031B0" w:rsidP="00D6424A">
      <w:pPr>
        <w:pStyle w:val="ListParagraph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Начальнику відділу поліції Головного управління Національної поліції України у Волинській області Чиху В.І. забезпечити охорону громадського порядку в місці збору учасників «</w:t>
      </w:r>
      <w:r w:rsidRPr="009C33E2">
        <w:rPr>
          <w:sz w:val="28"/>
          <w:szCs w:val="28"/>
          <w:lang w:val="uk-UA"/>
        </w:rPr>
        <w:t>Єдиного всеукраїнського стрілецького дня»</w:t>
      </w:r>
      <w:r>
        <w:rPr>
          <w:sz w:val="28"/>
          <w:szCs w:val="28"/>
          <w:lang w:val="uk-UA"/>
        </w:rPr>
        <w:t xml:space="preserve"> та супровід автотранспорту до місця проведення «</w:t>
      </w:r>
      <w:r w:rsidRPr="009C33E2">
        <w:rPr>
          <w:sz w:val="28"/>
          <w:szCs w:val="28"/>
          <w:lang w:val="uk-UA"/>
        </w:rPr>
        <w:t>Єдиного всеукраїнського стрілецького дня»</w:t>
      </w:r>
      <w:r>
        <w:rPr>
          <w:sz w:val="28"/>
          <w:szCs w:val="28"/>
          <w:lang w:val="uk-UA"/>
        </w:rPr>
        <w:t xml:space="preserve"> та у зворотному напрямку.</w:t>
      </w:r>
    </w:p>
    <w:p w:rsidR="003031B0" w:rsidRDefault="003031B0" w:rsidP="00031B8F">
      <w:pPr>
        <w:jc w:val="both"/>
        <w:rPr>
          <w:sz w:val="28"/>
          <w:szCs w:val="28"/>
          <w:lang w:val="uk-UA"/>
        </w:rPr>
      </w:pPr>
    </w:p>
    <w:p w:rsidR="003031B0" w:rsidRDefault="003031B0" w:rsidP="00031B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31B8F">
        <w:rPr>
          <w:b/>
          <w:sz w:val="28"/>
          <w:szCs w:val="28"/>
          <w:lang w:val="uk-UA"/>
        </w:rPr>
        <w:t>В.ДУНАЙЧУК</w:t>
      </w:r>
    </w:p>
    <w:p w:rsidR="003031B0" w:rsidRDefault="003031B0" w:rsidP="00031B8F">
      <w:pPr>
        <w:jc w:val="both"/>
        <w:rPr>
          <w:sz w:val="28"/>
          <w:szCs w:val="28"/>
          <w:lang w:val="uk-UA"/>
        </w:rPr>
      </w:pPr>
    </w:p>
    <w:p w:rsidR="003031B0" w:rsidRDefault="003031B0" w:rsidP="00031B8F">
      <w:pPr>
        <w:jc w:val="both"/>
        <w:rPr>
          <w:lang w:val="uk-UA"/>
        </w:rPr>
      </w:pPr>
      <w:r>
        <w:rPr>
          <w:lang w:val="uk-UA"/>
        </w:rPr>
        <w:t>Денік 23332</w:t>
      </w:r>
    </w:p>
    <w:p w:rsidR="003031B0" w:rsidRDefault="003031B0" w:rsidP="00713ABF">
      <w:pPr>
        <w:jc w:val="both"/>
        <w:rPr>
          <w:i/>
          <w:sz w:val="28"/>
          <w:szCs w:val="28"/>
          <w:lang w:val="uk-UA"/>
        </w:rPr>
      </w:pPr>
      <w:r>
        <w:rPr>
          <w:lang w:val="uk-UA"/>
        </w:rPr>
        <w:t>Швачко 50160</w:t>
      </w:r>
    </w:p>
    <w:sectPr w:rsidR="003031B0" w:rsidSect="00031B8F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52FFE"/>
    <w:multiLevelType w:val="hybridMultilevel"/>
    <w:tmpl w:val="A8AA0054"/>
    <w:lvl w:ilvl="0" w:tplc="4DCC0D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3B501C66"/>
    <w:multiLevelType w:val="hybridMultilevel"/>
    <w:tmpl w:val="2BCED292"/>
    <w:lvl w:ilvl="0" w:tplc="703ADB2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2FB"/>
    <w:rsid w:val="00031B8F"/>
    <w:rsid w:val="00061B44"/>
    <w:rsid w:val="000A6670"/>
    <w:rsid w:val="0010696B"/>
    <w:rsid w:val="0011163D"/>
    <w:rsid w:val="001F7BA1"/>
    <w:rsid w:val="00274E15"/>
    <w:rsid w:val="003031B0"/>
    <w:rsid w:val="003E2068"/>
    <w:rsid w:val="0045771A"/>
    <w:rsid w:val="004C70C5"/>
    <w:rsid w:val="00504098"/>
    <w:rsid w:val="00546494"/>
    <w:rsid w:val="00584929"/>
    <w:rsid w:val="005E336B"/>
    <w:rsid w:val="005F3367"/>
    <w:rsid w:val="00713ABF"/>
    <w:rsid w:val="00747D77"/>
    <w:rsid w:val="0075471C"/>
    <w:rsid w:val="00917A41"/>
    <w:rsid w:val="0092135A"/>
    <w:rsid w:val="00964BC6"/>
    <w:rsid w:val="00994708"/>
    <w:rsid w:val="009C33E2"/>
    <w:rsid w:val="009F2F8A"/>
    <w:rsid w:val="009F42FB"/>
    <w:rsid w:val="00B51044"/>
    <w:rsid w:val="00B51AAA"/>
    <w:rsid w:val="00BD7740"/>
    <w:rsid w:val="00C04D12"/>
    <w:rsid w:val="00C53104"/>
    <w:rsid w:val="00C81FBB"/>
    <w:rsid w:val="00D6424A"/>
    <w:rsid w:val="00D93301"/>
    <w:rsid w:val="00DB2EE8"/>
    <w:rsid w:val="00FD36F0"/>
    <w:rsid w:val="00FF4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2F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42FB"/>
    <w:pPr>
      <w:keepNext/>
      <w:tabs>
        <w:tab w:val="left" w:pos="4962"/>
      </w:tabs>
      <w:jc w:val="center"/>
      <w:outlineLvl w:val="0"/>
    </w:pPr>
    <w:rPr>
      <w:sz w:val="40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42FB"/>
    <w:pPr>
      <w:keepNext/>
      <w:tabs>
        <w:tab w:val="left" w:pos="4962"/>
      </w:tabs>
      <w:jc w:val="center"/>
      <w:outlineLvl w:val="1"/>
    </w:pPr>
    <w:rPr>
      <w:b/>
      <w:bCs/>
      <w:sz w:val="6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42FB"/>
    <w:pPr>
      <w:keepNext/>
      <w:jc w:val="center"/>
      <w:outlineLvl w:val="2"/>
    </w:pPr>
    <w:rPr>
      <w:b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04D1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42F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F42F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F42FB"/>
    <w:rPr>
      <w:rFonts w:ascii="Times New Roman" w:hAnsi="Times New Roman" w:cs="Times New Roman"/>
      <w:b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04D12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9F42FB"/>
    <w:pPr>
      <w:jc w:val="center"/>
    </w:pPr>
    <w:rPr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9F42FB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F42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42FB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D6424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C04D12"/>
    <w:rPr>
      <w:rFonts w:ascii="Courier New" w:eastAsia="Calibri" w:hAnsi="Courier New"/>
      <w:sz w:val="20"/>
      <w:szCs w:val="20"/>
      <w:lang w:val="uk-UA" w:eastAsia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04D12"/>
    <w:rPr>
      <w:rFonts w:ascii="Courier New" w:hAnsi="Courier New" w:cs="Times New Roman"/>
      <w:sz w:val="20"/>
      <w:szCs w:val="20"/>
      <w:lang w:val="uk-UA" w:eastAsia="uk-UA"/>
    </w:rPr>
  </w:style>
  <w:style w:type="paragraph" w:styleId="BodyTextIndent">
    <w:name w:val="Body Text Indent"/>
    <w:basedOn w:val="Normal"/>
    <w:link w:val="BodyTextIndentChar"/>
    <w:uiPriority w:val="99"/>
    <w:semiHidden/>
    <w:rsid w:val="00C04D12"/>
    <w:pPr>
      <w:spacing w:after="120"/>
      <w:ind w:left="283"/>
    </w:pPr>
    <w:rPr>
      <w:sz w:val="20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04D12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C04D12"/>
    <w:pPr>
      <w:spacing w:after="120" w:line="480" w:lineRule="auto"/>
    </w:pPr>
    <w:rPr>
      <w:sz w:val="20"/>
      <w:szCs w:val="20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04D12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342</Words>
  <Characters>1951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user</cp:lastModifiedBy>
  <cp:revision>2</cp:revision>
  <cp:lastPrinted>2018-04-23T12:20:00Z</cp:lastPrinted>
  <dcterms:created xsi:type="dcterms:W3CDTF">2018-04-25T06:06:00Z</dcterms:created>
  <dcterms:modified xsi:type="dcterms:W3CDTF">2018-04-25T06:06:00Z</dcterms:modified>
</cp:coreProperties>
</file>