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3C" w:rsidRPr="00A05026" w:rsidRDefault="0020683C" w:rsidP="00F13711">
      <w:pPr>
        <w:jc w:val="center"/>
        <w:rPr>
          <w:snapToGrid w:val="0"/>
          <w:spacing w:val="8"/>
          <w:sz w:val="24"/>
        </w:rPr>
      </w:pPr>
      <w:r w:rsidRPr="00306F2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20683C" w:rsidRPr="00A05026" w:rsidRDefault="0020683C" w:rsidP="004C50C6">
      <w:pPr>
        <w:jc w:val="center"/>
        <w:rPr>
          <w:snapToGrid w:val="0"/>
          <w:spacing w:val="8"/>
          <w:sz w:val="24"/>
        </w:rPr>
      </w:pPr>
    </w:p>
    <w:p w:rsidR="0020683C" w:rsidRPr="00A05026" w:rsidRDefault="0020683C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20683C" w:rsidRPr="00A05026" w:rsidRDefault="0020683C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20683C" w:rsidRPr="00A05026" w:rsidRDefault="0020683C" w:rsidP="004C50C6">
      <w:pPr>
        <w:jc w:val="center"/>
        <w:rPr>
          <w:b/>
          <w:sz w:val="16"/>
          <w:szCs w:val="16"/>
        </w:rPr>
      </w:pPr>
    </w:p>
    <w:p w:rsidR="0020683C" w:rsidRPr="00A05026" w:rsidRDefault="0020683C" w:rsidP="004C50C6">
      <w:pPr>
        <w:jc w:val="center"/>
        <w:rPr>
          <w:b/>
          <w:sz w:val="16"/>
          <w:szCs w:val="16"/>
        </w:rPr>
      </w:pPr>
    </w:p>
    <w:p w:rsidR="0020683C" w:rsidRPr="001A5133" w:rsidRDefault="0020683C" w:rsidP="004C50C6">
      <w:pPr>
        <w:pStyle w:val="Heading1"/>
        <w:rPr>
          <w:sz w:val="32"/>
          <w:szCs w:val="32"/>
        </w:rPr>
      </w:pPr>
      <w:r w:rsidRPr="001A5133">
        <w:rPr>
          <w:sz w:val="32"/>
          <w:szCs w:val="32"/>
        </w:rPr>
        <w:t>РОЗПОРЯДЖЕННЯ</w:t>
      </w:r>
    </w:p>
    <w:p w:rsidR="0020683C" w:rsidRPr="00A05026" w:rsidRDefault="0020683C" w:rsidP="004C50C6">
      <w:pPr>
        <w:pStyle w:val="Title"/>
        <w:jc w:val="left"/>
        <w:rPr>
          <w:sz w:val="20"/>
          <w:szCs w:val="20"/>
        </w:rPr>
      </w:pPr>
    </w:p>
    <w:p w:rsidR="0020683C" w:rsidRPr="00A05026" w:rsidRDefault="0020683C" w:rsidP="004C50C6">
      <w:pPr>
        <w:pStyle w:val="Title"/>
        <w:jc w:val="left"/>
        <w:rPr>
          <w:sz w:val="20"/>
          <w:szCs w:val="20"/>
        </w:rPr>
      </w:pPr>
    </w:p>
    <w:p w:rsidR="0020683C" w:rsidRPr="00A05026" w:rsidRDefault="0020683C" w:rsidP="004C50C6">
      <w:pPr>
        <w:pStyle w:val="Title"/>
        <w:jc w:val="left"/>
      </w:pPr>
      <w:r>
        <w:rPr>
          <w:szCs w:val="28"/>
        </w:rPr>
        <w:t xml:space="preserve">13 квітня 2018 року              </w:t>
      </w:r>
      <w:r w:rsidRPr="00A05026">
        <w:t>м.</w:t>
      </w:r>
      <w:r>
        <w:t xml:space="preserve"> Камінь - Каширський</w:t>
      </w:r>
      <w:r>
        <w:tab/>
      </w:r>
      <w:r>
        <w:tab/>
      </w:r>
      <w:r>
        <w:tab/>
        <w:t xml:space="preserve">            №</w:t>
      </w:r>
      <w:bookmarkStart w:id="0" w:name="_GoBack"/>
      <w:bookmarkEnd w:id="0"/>
      <w:r>
        <w:t xml:space="preserve"> 110</w:t>
      </w:r>
    </w:p>
    <w:p w:rsidR="0020683C" w:rsidRPr="00A05026" w:rsidRDefault="0020683C" w:rsidP="00163BDD">
      <w:pPr>
        <w:jc w:val="both"/>
      </w:pPr>
    </w:p>
    <w:p w:rsidR="0020683C" w:rsidRPr="00A05026" w:rsidRDefault="0020683C" w:rsidP="00A05026">
      <w:pPr>
        <w:jc w:val="center"/>
      </w:pPr>
    </w:p>
    <w:p w:rsidR="0020683C" w:rsidRPr="00A05026" w:rsidRDefault="0020683C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Андрусю В.І.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20683C" w:rsidRPr="00A05026" w:rsidRDefault="0020683C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20683C" w:rsidRDefault="0020683C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20683C" w:rsidRPr="00A05026" w:rsidRDefault="0020683C" w:rsidP="00EF63C7">
      <w:pPr>
        <w:jc w:val="center"/>
        <w:rPr>
          <w:szCs w:val="28"/>
        </w:rPr>
      </w:pPr>
      <w:r>
        <w:rPr>
          <w:szCs w:val="28"/>
        </w:rPr>
        <w:t xml:space="preserve">КСП ім. Шевченка </w:t>
      </w:r>
      <w:r w:rsidRPr="00A05026">
        <w:rPr>
          <w:szCs w:val="28"/>
        </w:rPr>
        <w:t>в натурі (на  місцевості)</w:t>
      </w:r>
    </w:p>
    <w:p w:rsidR="0020683C" w:rsidRPr="00A05026" w:rsidRDefault="0020683C" w:rsidP="001B6D24"/>
    <w:p w:rsidR="0020683C" w:rsidRPr="00A05026" w:rsidRDefault="0020683C" w:rsidP="001B6D24"/>
    <w:p w:rsidR="0020683C" w:rsidRPr="00EF63C7" w:rsidRDefault="0020683C" w:rsidP="00EF63C7">
      <w:pPr>
        <w:jc w:val="both"/>
        <w:rPr>
          <w:szCs w:val="28"/>
        </w:rPr>
      </w:pPr>
      <w:r>
        <w:t xml:space="preserve">       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20683C" w:rsidRPr="00A05026" w:rsidRDefault="0020683C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</w:t>
      </w:r>
      <w:r>
        <w:t>ення меж земельних ділянок часток (паїв</w:t>
      </w:r>
      <w:r w:rsidRPr="00A05026">
        <w:t xml:space="preserve">) </w:t>
      </w:r>
      <w:r>
        <w:rPr>
          <w:szCs w:val="28"/>
        </w:rPr>
        <w:t xml:space="preserve">колишнього КСП ім. Шевченка </w:t>
      </w:r>
      <w:r w:rsidRPr="00A05026">
        <w:t>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Качинської </w:t>
      </w:r>
      <w:r w:rsidRPr="00A05026">
        <w:t>сільської ради</w:t>
      </w:r>
      <w:r>
        <w:t xml:space="preserve"> громадянину</w:t>
      </w:r>
      <w:r w:rsidRPr="00A05026">
        <w:t>:</w:t>
      </w:r>
    </w:p>
    <w:p w:rsidR="0020683C" w:rsidRPr="00A05026" w:rsidRDefault="0020683C" w:rsidP="00A05026">
      <w:pPr>
        <w:ind w:firstLine="708"/>
        <w:jc w:val="both"/>
      </w:pPr>
      <w:r w:rsidRPr="00A05026">
        <w:t xml:space="preserve">- </w:t>
      </w:r>
      <w:r>
        <w:t>Андрусю Віктору Івановичу, власнику сертифікатів</w:t>
      </w:r>
      <w:r w:rsidRPr="00A05026">
        <w:t xml:space="preserve"> на право на </w:t>
      </w:r>
      <w:r>
        <w:t>земельні частки (паї) серії РН</w:t>
      </w:r>
      <w:r w:rsidRPr="00A05026">
        <w:t xml:space="preserve"> № </w:t>
      </w:r>
      <w:r>
        <w:t>071773, ВЛ № 025991.</w:t>
      </w:r>
    </w:p>
    <w:p w:rsidR="0020683C" w:rsidRPr="00A05026" w:rsidRDefault="0020683C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20683C" w:rsidRPr="00A05026" w:rsidRDefault="0020683C" w:rsidP="001B6D24"/>
    <w:p w:rsidR="0020683C" w:rsidRPr="00A05026" w:rsidRDefault="0020683C" w:rsidP="001B6D24"/>
    <w:p w:rsidR="0020683C" w:rsidRPr="00A05026" w:rsidRDefault="0020683C" w:rsidP="001B6D24"/>
    <w:p w:rsidR="0020683C" w:rsidRPr="00A05026" w:rsidRDefault="0020683C" w:rsidP="001B6D24"/>
    <w:p w:rsidR="0020683C" w:rsidRPr="00A05026" w:rsidRDefault="0020683C" w:rsidP="001B6D24"/>
    <w:p w:rsidR="0020683C" w:rsidRPr="00A05026" w:rsidRDefault="0020683C" w:rsidP="001B6D24">
      <w:r>
        <w:t xml:space="preserve">Голова                                                                                           </w:t>
      </w:r>
      <w:r w:rsidRPr="00D330E7">
        <w:rPr>
          <w:b/>
        </w:rPr>
        <w:t xml:space="preserve"> В.ДУНАЙЧУК</w:t>
      </w:r>
    </w:p>
    <w:p w:rsidR="0020683C" w:rsidRPr="00A05026" w:rsidRDefault="0020683C" w:rsidP="001B6D24"/>
    <w:p w:rsidR="0020683C" w:rsidRPr="00400AFD" w:rsidRDefault="0020683C" w:rsidP="001B6D24">
      <w:pPr>
        <w:rPr>
          <w:sz w:val="24"/>
        </w:rPr>
      </w:pPr>
      <w:r>
        <w:rPr>
          <w:sz w:val="24"/>
        </w:rPr>
        <w:t xml:space="preserve">Мартинюк </w:t>
      </w:r>
      <w:r w:rsidRPr="00400AFD">
        <w:rPr>
          <w:sz w:val="24"/>
        </w:rPr>
        <w:t xml:space="preserve"> 23068</w:t>
      </w:r>
    </w:p>
    <w:p w:rsidR="0020683C" w:rsidRPr="00A05026" w:rsidRDefault="0020683C" w:rsidP="001B6D24"/>
    <w:p w:rsidR="0020683C" w:rsidRPr="00A05026" w:rsidRDefault="0020683C" w:rsidP="001B6D24"/>
    <w:p w:rsidR="0020683C" w:rsidRPr="00A05026" w:rsidRDefault="0020683C" w:rsidP="001B6D24"/>
    <w:p w:rsidR="0020683C" w:rsidRPr="00A05026" w:rsidRDefault="0020683C" w:rsidP="001B6D24"/>
    <w:p w:rsidR="0020683C" w:rsidRPr="00A05026" w:rsidRDefault="0020683C" w:rsidP="001B6D24"/>
    <w:p w:rsidR="0020683C" w:rsidRDefault="0020683C" w:rsidP="001B6D24">
      <w:pPr>
        <w:rPr>
          <w:i/>
          <w:szCs w:val="28"/>
        </w:rPr>
      </w:pPr>
    </w:p>
    <w:p w:rsidR="0020683C" w:rsidRDefault="0020683C" w:rsidP="001B6D24">
      <w:pPr>
        <w:rPr>
          <w:i/>
          <w:szCs w:val="28"/>
        </w:rPr>
      </w:pPr>
    </w:p>
    <w:p w:rsidR="0020683C" w:rsidRDefault="0020683C" w:rsidP="001B6D24">
      <w:pPr>
        <w:rPr>
          <w:i/>
          <w:szCs w:val="28"/>
        </w:rPr>
      </w:pPr>
    </w:p>
    <w:p w:rsidR="0020683C" w:rsidRDefault="0020683C" w:rsidP="00460206">
      <w:pPr>
        <w:ind w:right="61"/>
        <w:rPr>
          <w:b/>
          <w:color w:val="FF0000"/>
          <w:sz w:val="24"/>
        </w:rPr>
      </w:pPr>
    </w:p>
    <w:sectPr w:rsidR="0020683C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3C" w:rsidRDefault="0020683C" w:rsidP="00D113DB">
      <w:r>
        <w:separator/>
      </w:r>
    </w:p>
  </w:endnote>
  <w:endnote w:type="continuationSeparator" w:id="0">
    <w:p w:rsidR="0020683C" w:rsidRDefault="0020683C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3C" w:rsidRDefault="0020683C" w:rsidP="00D113DB">
      <w:r>
        <w:separator/>
      </w:r>
    </w:p>
  </w:footnote>
  <w:footnote w:type="continuationSeparator" w:id="0">
    <w:p w:rsidR="0020683C" w:rsidRDefault="0020683C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2816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81F42"/>
    <w:rsid w:val="00094177"/>
    <w:rsid w:val="0009683A"/>
    <w:rsid w:val="000A4A8C"/>
    <w:rsid w:val="000A66CA"/>
    <w:rsid w:val="000B33A3"/>
    <w:rsid w:val="000D0568"/>
    <w:rsid w:val="000E1495"/>
    <w:rsid w:val="000F293B"/>
    <w:rsid w:val="000F41EE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65AA"/>
    <w:rsid w:val="00150DCE"/>
    <w:rsid w:val="00163BDD"/>
    <w:rsid w:val="001754A2"/>
    <w:rsid w:val="00176697"/>
    <w:rsid w:val="00183E3E"/>
    <w:rsid w:val="00197F79"/>
    <w:rsid w:val="001A2FF2"/>
    <w:rsid w:val="001A47AE"/>
    <w:rsid w:val="001A5133"/>
    <w:rsid w:val="001A55A3"/>
    <w:rsid w:val="001A7883"/>
    <w:rsid w:val="001B27D9"/>
    <w:rsid w:val="001B6D24"/>
    <w:rsid w:val="001D1B08"/>
    <w:rsid w:val="001D2AA0"/>
    <w:rsid w:val="001E514E"/>
    <w:rsid w:val="001F55AA"/>
    <w:rsid w:val="001F6014"/>
    <w:rsid w:val="00203A9A"/>
    <w:rsid w:val="00206814"/>
    <w:rsid w:val="0020683C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09D"/>
    <w:rsid w:val="002A4B0D"/>
    <w:rsid w:val="002A4BC3"/>
    <w:rsid w:val="002A5849"/>
    <w:rsid w:val="002C33F5"/>
    <w:rsid w:val="002C4595"/>
    <w:rsid w:val="002D22BC"/>
    <w:rsid w:val="002D37BC"/>
    <w:rsid w:val="002D6AEB"/>
    <w:rsid w:val="002E0180"/>
    <w:rsid w:val="002E3BA1"/>
    <w:rsid w:val="002F0344"/>
    <w:rsid w:val="002F3CF1"/>
    <w:rsid w:val="00302869"/>
    <w:rsid w:val="00306F2E"/>
    <w:rsid w:val="00307436"/>
    <w:rsid w:val="00314FF4"/>
    <w:rsid w:val="00317988"/>
    <w:rsid w:val="0032639B"/>
    <w:rsid w:val="003343B5"/>
    <w:rsid w:val="00361B5B"/>
    <w:rsid w:val="00361F44"/>
    <w:rsid w:val="0037135C"/>
    <w:rsid w:val="0038223E"/>
    <w:rsid w:val="003869D8"/>
    <w:rsid w:val="003A0D83"/>
    <w:rsid w:val="003A4737"/>
    <w:rsid w:val="003A607E"/>
    <w:rsid w:val="003B1A50"/>
    <w:rsid w:val="003B7EA3"/>
    <w:rsid w:val="003E5F1F"/>
    <w:rsid w:val="003E7F26"/>
    <w:rsid w:val="003F5C28"/>
    <w:rsid w:val="003F60D4"/>
    <w:rsid w:val="00400AFD"/>
    <w:rsid w:val="00404023"/>
    <w:rsid w:val="00410F37"/>
    <w:rsid w:val="0041361B"/>
    <w:rsid w:val="004251D3"/>
    <w:rsid w:val="00425FAC"/>
    <w:rsid w:val="004312D4"/>
    <w:rsid w:val="0043580F"/>
    <w:rsid w:val="00456C12"/>
    <w:rsid w:val="00460206"/>
    <w:rsid w:val="004720B5"/>
    <w:rsid w:val="00490A24"/>
    <w:rsid w:val="004A00FE"/>
    <w:rsid w:val="004A6BFA"/>
    <w:rsid w:val="004A772A"/>
    <w:rsid w:val="004B0BF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9464D"/>
    <w:rsid w:val="006A33E9"/>
    <w:rsid w:val="006D7147"/>
    <w:rsid w:val="006E051D"/>
    <w:rsid w:val="006E13B0"/>
    <w:rsid w:val="006E6BA6"/>
    <w:rsid w:val="007029B2"/>
    <w:rsid w:val="007037A2"/>
    <w:rsid w:val="00710E51"/>
    <w:rsid w:val="00713443"/>
    <w:rsid w:val="0071646B"/>
    <w:rsid w:val="0072117A"/>
    <w:rsid w:val="0072381A"/>
    <w:rsid w:val="00731212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1C7E"/>
    <w:rsid w:val="007F3E87"/>
    <w:rsid w:val="0080560D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D59C1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81522"/>
    <w:rsid w:val="009A2F92"/>
    <w:rsid w:val="009A6570"/>
    <w:rsid w:val="009B1F99"/>
    <w:rsid w:val="009C35F0"/>
    <w:rsid w:val="009F04B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7A8E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48DA"/>
    <w:rsid w:val="00B67295"/>
    <w:rsid w:val="00B73321"/>
    <w:rsid w:val="00B83396"/>
    <w:rsid w:val="00B84DAF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2CB0"/>
    <w:rsid w:val="00D143FB"/>
    <w:rsid w:val="00D25A39"/>
    <w:rsid w:val="00D30C09"/>
    <w:rsid w:val="00D3224E"/>
    <w:rsid w:val="00D330E7"/>
    <w:rsid w:val="00D41EE0"/>
    <w:rsid w:val="00D510A8"/>
    <w:rsid w:val="00D5423B"/>
    <w:rsid w:val="00D54294"/>
    <w:rsid w:val="00D63DB7"/>
    <w:rsid w:val="00D90E3F"/>
    <w:rsid w:val="00DB4219"/>
    <w:rsid w:val="00DD6E4A"/>
    <w:rsid w:val="00DF04EC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72018"/>
    <w:rsid w:val="00E833AD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EF63C7"/>
    <w:rsid w:val="00F062A2"/>
    <w:rsid w:val="00F11F5E"/>
    <w:rsid w:val="00F1208B"/>
    <w:rsid w:val="00F13711"/>
    <w:rsid w:val="00F41ED7"/>
    <w:rsid w:val="00F519C4"/>
    <w:rsid w:val="00F56C52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2368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6C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A513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6C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236C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236C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6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191</Words>
  <Characters>1089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2018-04-13T06:10:00Z</cp:lastPrinted>
  <dcterms:created xsi:type="dcterms:W3CDTF">2018-04-18T11:57:00Z</dcterms:created>
  <dcterms:modified xsi:type="dcterms:W3CDTF">2018-04-18T11:57:00Z</dcterms:modified>
</cp:coreProperties>
</file>