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4E" w:rsidRDefault="0060524E" w:rsidP="004C50C6">
      <w:pPr>
        <w:jc w:val="center"/>
        <w:rPr>
          <w:snapToGrid w:val="0"/>
          <w:spacing w:val="8"/>
          <w:sz w:val="24"/>
        </w:rPr>
      </w:pPr>
      <w:r w:rsidRPr="00DF3B6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0524E" w:rsidRDefault="0060524E" w:rsidP="004C50C6">
      <w:pPr>
        <w:jc w:val="center"/>
        <w:rPr>
          <w:snapToGrid w:val="0"/>
          <w:spacing w:val="8"/>
          <w:sz w:val="24"/>
        </w:rPr>
      </w:pPr>
    </w:p>
    <w:p w:rsidR="0060524E" w:rsidRPr="006A4DE2" w:rsidRDefault="0060524E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0524E" w:rsidRPr="006A4DE2" w:rsidRDefault="0060524E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0524E" w:rsidRDefault="0060524E" w:rsidP="004C50C6">
      <w:pPr>
        <w:jc w:val="center"/>
        <w:rPr>
          <w:b/>
          <w:sz w:val="16"/>
          <w:szCs w:val="16"/>
        </w:rPr>
      </w:pPr>
    </w:p>
    <w:p w:rsidR="0060524E" w:rsidRPr="00C565F1" w:rsidRDefault="0060524E" w:rsidP="004C50C6">
      <w:pPr>
        <w:jc w:val="center"/>
        <w:rPr>
          <w:b/>
          <w:sz w:val="16"/>
          <w:szCs w:val="16"/>
        </w:rPr>
      </w:pPr>
    </w:p>
    <w:p w:rsidR="0060524E" w:rsidRPr="00315EE2" w:rsidRDefault="0060524E" w:rsidP="004C50C6">
      <w:pPr>
        <w:pStyle w:val="Heading1"/>
        <w:rPr>
          <w:sz w:val="32"/>
          <w:szCs w:val="32"/>
        </w:rPr>
      </w:pPr>
      <w:r w:rsidRPr="00315EE2">
        <w:rPr>
          <w:sz w:val="32"/>
          <w:szCs w:val="32"/>
        </w:rPr>
        <w:t>РОЗПОРЯДЖЕННЯ</w:t>
      </w:r>
    </w:p>
    <w:p w:rsidR="0060524E" w:rsidRDefault="0060524E" w:rsidP="004C50C6">
      <w:pPr>
        <w:pStyle w:val="Title"/>
        <w:jc w:val="left"/>
        <w:rPr>
          <w:sz w:val="20"/>
          <w:szCs w:val="20"/>
        </w:rPr>
      </w:pPr>
    </w:p>
    <w:p w:rsidR="0060524E" w:rsidRDefault="0060524E" w:rsidP="004C50C6">
      <w:pPr>
        <w:pStyle w:val="Title"/>
        <w:jc w:val="left"/>
        <w:rPr>
          <w:sz w:val="20"/>
          <w:szCs w:val="20"/>
        </w:rPr>
      </w:pPr>
    </w:p>
    <w:p w:rsidR="0060524E" w:rsidRDefault="0060524E" w:rsidP="006A5C98">
      <w:pPr>
        <w:pStyle w:val="Title"/>
        <w:jc w:val="left"/>
      </w:pPr>
      <w:r>
        <w:rPr>
          <w:szCs w:val="28"/>
        </w:rPr>
        <w:t xml:space="preserve">13 квітня 2018 року               </w:t>
      </w:r>
      <w:r>
        <w:t>м. Камінь-Каширський</w:t>
      </w:r>
      <w:r>
        <w:tab/>
      </w:r>
      <w:r>
        <w:tab/>
        <w:t xml:space="preserve">                    </w:t>
      </w:r>
      <w:r>
        <w:tab/>
        <w:t xml:space="preserve">    № 109</w:t>
      </w:r>
    </w:p>
    <w:p w:rsidR="0060524E" w:rsidRDefault="0060524E" w:rsidP="00163BDD">
      <w:pPr>
        <w:jc w:val="both"/>
      </w:pPr>
    </w:p>
    <w:p w:rsidR="0060524E" w:rsidRPr="00575828" w:rsidRDefault="0060524E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60524E" w:rsidRPr="00575828" w:rsidRDefault="0060524E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60524E" w:rsidRDefault="0060524E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 (паїв) колишнього</w:t>
      </w:r>
    </w:p>
    <w:p w:rsidR="0060524E" w:rsidRDefault="0060524E" w:rsidP="006C72BD">
      <w:pPr>
        <w:jc w:val="center"/>
        <w:rPr>
          <w:szCs w:val="28"/>
        </w:rPr>
      </w:pPr>
      <w:r>
        <w:rPr>
          <w:szCs w:val="28"/>
        </w:rPr>
        <w:t xml:space="preserve">КСП «Нуйнівське» в натурі (на </w:t>
      </w:r>
      <w:r w:rsidRPr="00575828">
        <w:rPr>
          <w:szCs w:val="28"/>
        </w:rPr>
        <w:t>місцевості)</w:t>
      </w:r>
    </w:p>
    <w:p w:rsidR="0060524E" w:rsidRPr="00575828" w:rsidRDefault="0060524E" w:rsidP="006C72BD">
      <w:pPr>
        <w:jc w:val="center"/>
        <w:rPr>
          <w:szCs w:val="28"/>
        </w:rPr>
      </w:pPr>
    </w:p>
    <w:p w:rsidR="0060524E" w:rsidRPr="00AC4C9D" w:rsidRDefault="0060524E" w:rsidP="001B6D24">
      <w:pPr>
        <w:rPr>
          <w:lang w:val="ru-RU"/>
        </w:rPr>
      </w:pPr>
    </w:p>
    <w:p w:rsidR="0060524E" w:rsidRDefault="0060524E" w:rsidP="006C72BD">
      <w:pPr>
        <w:ind w:firstLine="708"/>
        <w:jc w:val="both"/>
      </w:pPr>
      <w:r>
        <w:t>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60524E" w:rsidRDefault="0060524E" w:rsidP="00315EE2">
      <w:pPr>
        <w:jc w:val="both"/>
        <w:rPr>
          <w:szCs w:val="28"/>
        </w:rPr>
      </w:pPr>
      <w:r>
        <w:tab/>
        <w:t xml:space="preserve">1. Надати дозвіл  на розроблення технічної документації із землеустрою щодо   встановлення   меж   земельних   ділянок   часток   (паїв)    </w:t>
      </w:r>
      <w:r>
        <w:rPr>
          <w:szCs w:val="28"/>
        </w:rPr>
        <w:t>колишнього</w:t>
      </w:r>
    </w:p>
    <w:p w:rsidR="0060524E" w:rsidRDefault="0060524E" w:rsidP="00315EE2">
      <w:pPr>
        <w:tabs>
          <w:tab w:val="left" w:pos="567"/>
        </w:tabs>
        <w:jc w:val="both"/>
      </w:pPr>
      <w:r>
        <w:rPr>
          <w:szCs w:val="28"/>
        </w:rPr>
        <w:t>КСП «Нуйнівське»</w:t>
      </w:r>
      <w:r>
        <w:t xml:space="preserve"> в натурі (на місцевості) за межами населеного пункту на території  Нуйнівської сільської ради громадянам:</w:t>
      </w:r>
    </w:p>
    <w:p w:rsidR="0060524E" w:rsidRDefault="0060524E" w:rsidP="009F3763">
      <w:pPr>
        <w:tabs>
          <w:tab w:val="left" w:pos="567"/>
        </w:tabs>
        <w:jc w:val="both"/>
      </w:pPr>
      <w:r>
        <w:tab/>
        <w:t>- Ткачуку Анатолію Миколайовичу,</w:t>
      </w:r>
      <w:r>
        <w:rPr>
          <w:lang w:val="ru-RU"/>
        </w:rPr>
        <w:t xml:space="preserve"> </w:t>
      </w:r>
      <w:r>
        <w:t xml:space="preserve"> власнику сертифікатів на право  на 1/2  земельних  часток (паїв) серії ВЛ № 0264274, ВЛ № 0264273;</w:t>
      </w:r>
    </w:p>
    <w:p w:rsidR="0060524E" w:rsidRDefault="0060524E" w:rsidP="00291F55">
      <w:pPr>
        <w:tabs>
          <w:tab w:val="left" w:pos="567"/>
        </w:tabs>
        <w:jc w:val="both"/>
      </w:pPr>
      <w:r>
        <w:tab/>
        <w:t>- Ткачук Надії Миколаївні,  власнику сертифікатів на право  на 1/2  земельних  часток (паїв) серії ВЛ № 0264273, ВЛ № 0264274.</w:t>
      </w:r>
    </w:p>
    <w:p w:rsidR="0060524E" w:rsidRDefault="0060524E" w:rsidP="00291F55">
      <w:pPr>
        <w:tabs>
          <w:tab w:val="left" w:pos="567"/>
        </w:tabs>
        <w:jc w:val="both"/>
      </w:pPr>
      <w:r>
        <w:t xml:space="preserve">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60524E" w:rsidRDefault="0060524E" w:rsidP="001B6D24"/>
    <w:p w:rsidR="0060524E" w:rsidRDefault="0060524E" w:rsidP="001B6D24"/>
    <w:p w:rsidR="0060524E" w:rsidRDefault="0060524E" w:rsidP="001B6D24"/>
    <w:p w:rsidR="0060524E" w:rsidRDefault="0060524E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60524E" w:rsidRPr="00315EE2" w:rsidRDefault="0060524E" w:rsidP="00AC33BB">
      <w:pPr>
        <w:rPr>
          <w:szCs w:val="28"/>
        </w:rPr>
      </w:pPr>
    </w:p>
    <w:p w:rsidR="0060524E" w:rsidRPr="00315EE2" w:rsidRDefault="0060524E" w:rsidP="00CE6792">
      <w:pPr>
        <w:jc w:val="both"/>
        <w:rPr>
          <w:szCs w:val="28"/>
        </w:rPr>
      </w:pPr>
      <w:r w:rsidRPr="00315EE2">
        <w:rPr>
          <w:szCs w:val="28"/>
        </w:rPr>
        <w:t>Мартинюк  23068</w:t>
      </w: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CE6792">
      <w:pPr>
        <w:jc w:val="both"/>
        <w:rPr>
          <w:sz w:val="24"/>
        </w:rPr>
      </w:pPr>
    </w:p>
    <w:p w:rsidR="0060524E" w:rsidRDefault="0060524E" w:rsidP="007029B2">
      <w:pPr>
        <w:rPr>
          <w:sz w:val="22"/>
          <w:szCs w:val="22"/>
        </w:rPr>
      </w:pPr>
      <w:r>
        <w:rPr>
          <w:b/>
          <w:szCs w:val="28"/>
        </w:rPr>
        <w:t xml:space="preserve">                                                         </w:t>
      </w:r>
    </w:p>
    <w:p w:rsidR="0060524E" w:rsidRDefault="0060524E" w:rsidP="00C96E2E">
      <w:pPr>
        <w:ind w:firstLine="426"/>
        <w:rPr>
          <w:szCs w:val="28"/>
        </w:rPr>
      </w:pPr>
    </w:p>
    <w:p w:rsidR="0060524E" w:rsidRPr="004511F1" w:rsidRDefault="0060524E" w:rsidP="00C96E2E">
      <w:pPr>
        <w:ind w:firstLine="426"/>
        <w:rPr>
          <w:sz w:val="22"/>
          <w:szCs w:val="22"/>
        </w:rPr>
      </w:pPr>
    </w:p>
    <w:sectPr w:rsidR="0060524E" w:rsidRPr="004511F1" w:rsidSect="00D40541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24E" w:rsidRDefault="0060524E" w:rsidP="00D113DB">
      <w:r>
        <w:separator/>
      </w:r>
    </w:p>
  </w:endnote>
  <w:endnote w:type="continuationSeparator" w:id="0">
    <w:p w:rsidR="0060524E" w:rsidRDefault="0060524E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24E" w:rsidRDefault="0060524E" w:rsidP="00D113DB">
      <w:r>
        <w:separator/>
      </w:r>
    </w:p>
  </w:footnote>
  <w:footnote w:type="continuationSeparator" w:id="0">
    <w:p w:rsidR="0060524E" w:rsidRDefault="0060524E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1326C"/>
    <w:rsid w:val="00021F00"/>
    <w:rsid w:val="00026AE3"/>
    <w:rsid w:val="00031CFB"/>
    <w:rsid w:val="000379D3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5770"/>
    <w:rsid w:val="00116FC1"/>
    <w:rsid w:val="001233C6"/>
    <w:rsid w:val="00126C58"/>
    <w:rsid w:val="001400C1"/>
    <w:rsid w:val="0014174A"/>
    <w:rsid w:val="001604AB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91F5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5EE2"/>
    <w:rsid w:val="00317988"/>
    <w:rsid w:val="0032639B"/>
    <w:rsid w:val="00361B5B"/>
    <w:rsid w:val="003647CE"/>
    <w:rsid w:val="003712AE"/>
    <w:rsid w:val="00380B28"/>
    <w:rsid w:val="003869D8"/>
    <w:rsid w:val="003A0D83"/>
    <w:rsid w:val="003A4737"/>
    <w:rsid w:val="003B3ACB"/>
    <w:rsid w:val="003C67B2"/>
    <w:rsid w:val="003E7F26"/>
    <w:rsid w:val="003F60D4"/>
    <w:rsid w:val="00404023"/>
    <w:rsid w:val="00410F37"/>
    <w:rsid w:val="00414467"/>
    <w:rsid w:val="00417C1E"/>
    <w:rsid w:val="004312D4"/>
    <w:rsid w:val="00436B33"/>
    <w:rsid w:val="00443E4B"/>
    <w:rsid w:val="004511F1"/>
    <w:rsid w:val="00456C12"/>
    <w:rsid w:val="00467050"/>
    <w:rsid w:val="004720B5"/>
    <w:rsid w:val="004A00FE"/>
    <w:rsid w:val="004A6BFA"/>
    <w:rsid w:val="004A772A"/>
    <w:rsid w:val="004B00C5"/>
    <w:rsid w:val="004C50C6"/>
    <w:rsid w:val="005019DB"/>
    <w:rsid w:val="00506500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5F2AD7"/>
    <w:rsid w:val="0060524E"/>
    <w:rsid w:val="00611F60"/>
    <w:rsid w:val="00614568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4DE2"/>
    <w:rsid w:val="006A5C98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C568B"/>
    <w:rsid w:val="008F77B9"/>
    <w:rsid w:val="00910FF2"/>
    <w:rsid w:val="00916043"/>
    <w:rsid w:val="0092747E"/>
    <w:rsid w:val="00937C7C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3973"/>
    <w:rsid w:val="00AC46C1"/>
    <w:rsid w:val="00AC4C9D"/>
    <w:rsid w:val="00AD4317"/>
    <w:rsid w:val="00B044C7"/>
    <w:rsid w:val="00B142CC"/>
    <w:rsid w:val="00B169B5"/>
    <w:rsid w:val="00B346FF"/>
    <w:rsid w:val="00B43590"/>
    <w:rsid w:val="00B535A8"/>
    <w:rsid w:val="00B6441F"/>
    <w:rsid w:val="00B83396"/>
    <w:rsid w:val="00B92097"/>
    <w:rsid w:val="00BA5BB5"/>
    <w:rsid w:val="00BB200E"/>
    <w:rsid w:val="00BB2A2B"/>
    <w:rsid w:val="00BC32C6"/>
    <w:rsid w:val="00BC7F7B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6E2E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40541"/>
    <w:rsid w:val="00D510A8"/>
    <w:rsid w:val="00D5423B"/>
    <w:rsid w:val="00D87DA2"/>
    <w:rsid w:val="00D90E3F"/>
    <w:rsid w:val="00D96462"/>
    <w:rsid w:val="00DB4219"/>
    <w:rsid w:val="00DD0438"/>
    <w:rsid w:val="00DD4D17"/>
    <w:rsid w:val="00DD5492"/>
    <w:rsid w:val="00DD6E4A"/>
    <w:rsid w:val="00DF3B64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3DAD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D1C3A"/>
    <w:rsid w:val="00EE2998"/>
    <w:rsid w:val="00EE3B0D"/>
    <w:rsid w:val="00EE3D96"/>
    <w:rsid w:val="00EF0A5F"/>
    <w:rsid w:val="00F062A2"/>
    <w:rsid w:val="00F0641A"/>
    <w:rsid w:val="00F1208B"/>
    <w:rsid w:val="00F260DF"/>
    <w:rsid w:val="00F519C4"/>
    <w:rsid w:val="00F64FC8"/>
    <w:rsid w:val="00F75AD7"/>
    <w:rsid w:val="00F83938"/>
    <w:rsid w:val="00F83EE9"/>
    <w:rsid w:val="00F93275"/>
    <w:rsid w:val="00FA4A4C"/>
    <w:rsid w:val="00FA53BF"/>
    <w:rsid w:val="00FB3242"/>
    <w:rsid w:val="00FB5848"/>
    <w:rsid w:val="00FB5ED7"/>
    <w:rsid w:val="00FC67FF"/>
    <w:rsid w:val="00FF5589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64E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64E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A64E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56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223</Words>
  <Characters>1275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2018-04-13T06:25:00Z</cp:lastPrinted>
  <dcterms:created xsi:type="dcterms:W3CDTF">2018-04-18T11:50:00Z</dcterms:created>
  <dcterms:modified xsi:type="dcterms:W3CDTF">2018-04-18T11:50:00Z</dcterms:modified>
</cp:coreProperties>
</file>