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073" w:rsidRPr="000F20E0" w:rsidRDefault="00054073" w:rsidP="006F0F46">
      <w:pPr>
        <w:jc w:val="center"/>
        <w:rPr>
          <w:snapToGrid w:val="0"/>
          <w:spacing w:val="8"/>
          <w:sz w:val="24"/>
        </w:rPr>
      </w:pPr>
      <w:r w:rsidRPr="00070AA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054073" w:rsidRPr="000F20E0" w:rsidRDefault="00054073" w:rsidP="002A4A36">
      <w:pPr>
        <w:spacing w:line="360" w:lineRule="auto"/>
        <w:rPr>
          <w:spacing w:val="8"/>
          <w:sz w:val="12"/>
          <w:szCs w:val="20"/>
        </w:rPr>
      </w:pPr>
    </w:p>
    <w:p w:rsidR="00054073" w:rsidRPr="000F20E0" w:rsidRDefault="00054073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054073" w:rsidRPr="000F20E0" w:rsidRDefault="00054073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054073" w:rsidRPr="000F20E0" w:rsidRDefault="00054073" w:rsidP="002A4A36">
      <w:pPr>
        <w:jc w:val="center"/>
        <w:rPr>
          <w:b/>
          <w:sz w:val="16"/>
          <w:szCs w:val="16"/>
        </w:rPr>
      </w:pPr>
    </w:p>
    <w:p w:rsidR="00054073" w:rsidRPr="000F20E0" w:rsidRDefault="00054073" w:rsidP="002A4A36">
      <w:pPr>
        <w:jc w:val="center"/>
        <w:rPr>
          <w:b/>
          <w:sz w:val="16"/>
          <w:szCs w:val="16"/>
        </w:rPr>
      </w:pPr>
    </w:p>
    <w:p w:rsidR="00054073" w:rsidRPr="000F20E0" w:rsidRDefault="00054073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054073" w:rsidRPr="000F20E0" w:rsidRDefault="00054073" w:rsidP="00BE11DE">
      <w:pPr>
        <w:pStyle w:val="Title"/>
        <w:jc w:val="left"/>
        <w:rPr>
          <w:sz w:val="20"/>
          <w:szCs w:val="20"/>
        </w:rPr>
      </w:pPr>
    </w:p>
    <w:p w:rsidR="00054073" w:rsidRPr="000F20E0" w:rsidRDefault="00054073" w:rsidP="00BE11DE">
      <w:pPr>
        <w:pStyle w:val="Title"/>
        <w:jc w:val="left"/>
      </w:pPr>
      <w:r>
        <w:rPr>
          <w:szCs w:val="28"/>
        </w:rPr>
        <w:t xml:space="preserve">11 квітня 2018 року                </w:t>
      </w:r>
      <w:r w:rsidRPr="000F20E0">
        <w:t xml:space="preserve">м. </w:t>
      </w:r>
      <w:r>
        <w:t>Камінь-Каширський</w:t>
      </w:r>
      <w:r>
        <w:tab/>
      </w:r>
      <w:r>
        <w:tab/>
        <w:t xml:space="preserve">          </w:t>
      </w:r>
      <w:r>
        <w:tab/>
        <w:t xml:space="preserve">            № 107</w:t>
      </w:r>
    </w:p>
    <w:p w:rsidR="00054073" w:rsidRPr="000F20E0" w:rsidRDefault="00054073" w:rsidP="002A4A36">
      <w:pPr>
        <w:pStyle w:val="Title"/>
        <w:jc w:val="left"/>
      </w:pPr>
    </w:p>
    <w:p w:rsidR="00054073" w:rsidRPr="000F20E0" w:rsidRDefault="00054073" w:rsidP="00B06364">
      <w:pPr>
        <w:jc w:val="center"/>
      </w:pPr>
      <w:r w:rsidRPr="000F20E0">
        <w:t>Про затвердження технічної документації із</w:t>
      </w:r>
    </w:p>
    <w:p w:rsidR="00054073" w:rsidRPr="000F20E0" w:rsidRDefault="00054073" w:rsidP="00B06364">
      <w:pPr>
        <w:jc w:val="center"/>
      </w:pPr>
      <w:r w:rsidRPr="000F20E0">
        <w:t>землеустрою щодо встановлення меж земельних</w:t>
      </w:r>
    </w:p>
    <w:p w:rsidR="00054073" w:rsidRPr="000F20E0" w:rsidRDefault="00054073" w:rsidP="00B06364">
      <w:pPr>
        <w:jc w:val="center"/>
      </w:pPr>
      <w:r w:rsidRPr="000F20E0">
        <w:t xml:space="preserve">ділянок частки (паю) колишнього </w:t>
      </w:r>
      <w:r>
        <w:t>КСП «Сошичненське»</w:t>
      </w:r>
    </w:p>
    <w:p w:rsidR="00054073" w:rsidRPr="002F48D8" w:rsidRDefault="00054073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054073" w:rsidRPr="000F20E0" w:rsidRDefault="00054073" w:rsidP="00E41E7E"/>
    <w:p w:rsidR="00054073" w:rsidRDefault="00054073" w:rsidP="00D246D9">
      <w:pPr>
        <w:ind w:firstLine="708"/>
        <w:jc w:val="both"/>
      </w:pPr>
      <w:r>
        <w:t>Відповідно до статей 17, 81 Земельного кодексу України, статей  3, 5,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054073" w:rsidRDefault="00054073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колишнього КСП  «Сошичненське» </w:t>
      </w:r>
      <w:r>
        <w:rPr>
          <w:szCs w:val="28"/>
        </w:rPr>
        <w:t xml:space="preserve">в натурі (на місцевості) </w:t>
      </w:r>
      <w:r>
        <w:t>власнику сертифіката на право на земельну частку (пай) громадянину  Волосюку Василю Івановичу.</w:t>
      </w:r>
    </w:p>
    <w:p w:rsidR="00054073" w:rsidRDefault="00054073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Сошичненської сільської ради в розмірі частки (паю) </w:t>
      </w:r>
      <w:r>
        <w:t>колишнього КСП  «Сошичненське» громадянину:</w:t>
      </w:r>
    </w:p>
    <w:p w:rsidR="00054073" w:rsidRDefault="00054073" w:rsidP="00347BD8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Волосюку Василю Івановичу для ведення особистого селянського господарства, кадастрові номери зареєстрованих земельних ділянок: 0721486901:06:000:0030 площею </w:t>
      </w:r>
      <w:smartTag w:uri="urn:schemas-microsoft-com:office:smarttags" w:element="metricconverter">
        <w:smartTagPr>
          <w:attr w:name="ProductID" w:val="0,5463 га"/>
        </w:smartTagPr>
        <w:r>
          <w:rPr>
            <w:szCs w:val="28"/>
          </w:rPr>
          <w:t>0,5463 га</w:t>
        </w:r>
      </w:smartTag>
      <w:r>
        <w:rPr>
          <w:szCs w:val="28"/>
        </w:rPr>
        <w:t xml:space="preserve">, 0721486901:06:000:0031 площею </w:t>
      </w:r>
      <w:smartTag w:uri="urn:schemas-microsoft-com:office:smarttags" w:element="metricconverter">
        <w:smartTagPr>
          <w:attr w:name="ProductID" w:val="0,2132 га"/>
        </w:smartTagPr>
        <w:r>
          <w:rPr>
            <w:szCs w:val="28"/>
          </w:rPr>
          <w:t>0,2132 га</w:t>
        </w:r>
      </w:smartTag>
      <w:r>
        <w:rPr>
          <w:szCs w:val="28"/>
        </w:rPr>
        <w:t xml:space="preserve">, 0721486900:01:000:0326 площею </w:t>
      </w:r>
      <w:smartTag w:uri="urn:schemas-microsoft-com:office:smarttags" w:element="metricconverter">
        <w:smartTagPr>
          <w:attr w:name="ProductID" w:val="0,1668 га"/>
        </w:smartTagPr>
        <w:r>
          <w:rPr>
            <w:szCs w:val="28"/>
          </w:rPr>
          <w:t>0,1668 га</w:t>
        </w:r>
      </w:smartTag>
      <w:r>
        <w:rPr>
          <w:szCs w:val="28"/>
        </w:rPr>
        <w:t xml:space="preserve">, 0721486901:06:000:0029 площею </w:t>
      </w:r>
      <w:smartTag w:uri="urn:schemas-microsoft-com:office:smarttags" w:element="metricconverter">
        <w:smartTagPr>
          <w:attr w:name="ProductID" w:val="0,2684 га"/>
        </w:smartTagPr>
        <w:r>
          <w:rPr>
            <w:szCs w:val="28"/>
          </w:rPr>
          <w:t>0,2684 га</w:t>
        </w:r>
      </w:smartTag>
      <w:r>
        <w:rPr>
          <w:szCs w:val="28"/>
        </w:rPr>
        <w:t xml:space="preserve"> право на які посвідчено сертифікатами на право на земельну частку (пай).</w:t>
      </w:r>
    </w:p>
    <w:p w:rsidR="00054073" w:rsidRDefault="00054073" w:rsidP="009051EE">
      <w:pPr>
        <w:ind w:firstLine="708"/>
        <w:jc w:val="both"/>
      </w:pPr>
      <w:r>
        <w:t xml:space="preserve">3. Громадянину Волосюку Василю Івановичу право приватної власності на вищевказані земельні ділянки зареєструвати у встановленому законом  порядку. </w:t>
      </w:r>
    </w:p>
    <w:p w:rsidR="00054073" w:rsidRDefault="00054073" w:rsidP="009051EE">
      <w:pPr>
        <w:ind w:firstLine="708"/>
        <w:jc w:val="both"/>
      </w:pPr>
      <w:r>
        <w:t>4. Сошичненській сільській раді внести відповідні зміни в земельно-облікові документи.</w:t>
      </w:r>
    </w:p>
    <w:p w:rsidR="00054073" w:rsidRDefault="00054073" w:rsidP="009051EE">
      <w:pPr>
        <w:jc w:val="both"/>
        <w:rPr>
          <w:sz w:val="24"/>
          <w:szCs w:val="20"/>
        </w:rPr>
      </w:pPr>
    </w:p>
    <w:p w:rsidR="00054073" w:rsidRPr="00B06364" w:rsidRDefault="00054073" w:rsidP="00C67406">
      <w:pPr>
        <w:tabs>
          <w:tab w:val="left" w:pos="851"/>
        </w:tabs>
        <w:jc w:val="both"/>
        <w:rPr>
          <w:sz w:val="24"/>
          <w:szCs w:val="20"/>
        </w:rPr>
      </w:pPr>
    </w:p>
    <w:p w:rsidR="00054073" w:rsidRDefault="00054073" w:rsidP="00542D94">
      <w:pPr>
        <w:jc w:val="both"/>
        <w:rPr>
          <w:b/>
        </w:rPr>
      </w:pPr>
      <w:r>
        <w:t xml:space="preserve">Голова                                                               </w:t>
      </w:r>
      <w:r>
        <w:rPr>
          <w:b/>
        </w:rPr>
        <w:t xml:space="preserve">                              В.ДУНАЙЧУК</w:t>
      </w:r>
    </w:p>
    <w:p w:rsidR="00054073" w:rsidRDefault="00054073" w:rsidP="00542D94">
      <w:pPr>
        <w:jc w:val="both"/>
        <w:rPr>
          <w:sz w:val="22"/>
          <w:szCs w:val="22"/>
        </w:rPr>
      </w:pPr>
    </w:p>
    <w:p w:rsidR="00054073" w:rsidRDefault="00054073" w:rsidP="009F1BF4">
      <w:pPr>
        <w:jc w:val="both"/>
        <w:rPr>
          <w:sz w:val="24"/>
        </w:rPr>
      </w:pPr>
      <w:r>
        <w:rPr>
          <w:sz w:val="24"/>
        </w:rPr>
        <w:t>Мартинюк  23068</w:t>
      </w:r>
    </w:p>
    <w:p w:rsidR="00054073" w:rsidRDefault="00054073" w:rsidP="009F1BF4">
      <w:pPr>
        <w:jc w:val="both"/>
        <w:rPr>
          <w:sz w:val="24"/>
        </w:rPr>
      </w:pPr>
    </w:p>
    <w:p w:rsidR="00054073" w:rsidRDefault="00054073" w:rsidP="009F1BF4">
      <w:pPr>
        <w:jc w:val="both"/>
        <w:rPr>
          <w:sz w:val="24"/>
        </w:rPr>
      </w:pPr>
    </w:p>
    <w:p w:rsidR="00054073" w:rsidRDefault="00054073" w:rsidP="009F1BF4">
      <w:pPr>
        <w:jc w:val="both"/>
        <w:rPr>
          <w:sz w:val="24"/>
        </w:rPr>
      </w:pPr>
    </w:p>
    <w:p w:rsidR="00054073" w:rsidRDefault="00054073" w:rsidP="009F1BF4">
      <w:pPr>
        <w:jc w:val="both"/>
        <w:rPr>
          <w:sz w:val="24"/>
        </w:rPr>
      </w:pPr>
    </w:p>
    <w:p w:rsidR="00054073" w:rsidRDefault="00054073" w:rsidP="009F1BF4">
      <w:pPr>
        <w:jc w:val="both"/>
        <w:rPr>
          <w:sz w:val="24"/>
        </w:rPr>
      </w:pPr>
    </w:p>
    <w:p w:rsidR="00054073" w:rsidRDefault="00054073" w:rsidP="009F1BF4">
      <w:pPr>
        <w:jc w:val="both"/>
        <w:rPr>
          <w:sz w:val="24"/>
        </w:rPr>
      </w:pPr>
    </w:p>
    <w:p w:rsidR="00054073" w:rsidRDefault="00054073" w:rsidP="00AC46E1"/>
    <w:sectPr w:rsidR="00054073" w:rsidSect="005A0FBA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54073"/>
    <w:rsid w:val="00065308"/>
    <w:rsid w:val="000700A8"/>
    <w:rsid w:val="00070AA4"/>
    <w:rsid w:val="0008339E"/>
    <w:rsid w:val="00085400"/>
    <w:rsid w:val="000A73EA"/>
    <w:rsid w:val="000B16C7"/>
    <w:rsid w:val="000B3C80"/>
    <w:rsid w:val="000C1E26"/>
    <w:rsid w:val="000C6138"/>
    <w:rsid w:val="000D09C3"/>
    <w:rsid w:val="000D1129"/>
    <w:rsid w:val="000D74EE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5CE0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A4A36"/>
    <w:rsid w:val="002B3BA2"/>
    <w:rsid w:val="002B6FAC"/>
    <w:rsid w:val="002C7EF8"/>
    <w:rsid w:val="002D46D2"/>
    <w:rsid w:val="002D4D33"/>
    <w:rsid w:val="002E1E51"/>
    <w:rsid w:val="002E6D57"/>
    <w:rsid w:val="002F48D8"/>
    <w:rsid w:val="002F6E86"/>
    <w:rsid w:val="002F7443"/>
    <w:rsid w:val="002F7BD8"/>
    <w:rsid w:val="0030625B"/>
    <w:rsid w:val="00312E35"/>
    <w:rsid w:val="003147EB"/>
    <w:rsid w:val="00316DCB"/>
    <w:rsid w:val="00334365"/>
    <w:rsid w:val="00334748"/>
    <w:rsid w:val="00342A07"/>
    <w:rsid w:val="00342B99"/>
    <w:rsid w:val="00347BD8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26BBE"/>
    <w:rsid w:val="00434760"/>
    <w:rsid w:val="00434B61"/>
    <w:rsid w:val="004371D2"/>
    <w:rsid w:val="00443AD5"/>
    <w:rsid w:val="00446019"/>
    <w:rsid w:val="004503DF"/>
    <w:rsid w:val="00452759"/>
    <w:rsid w:val="00471229"/>
    <w:rsid w:val="00482EA8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5145A"/>
    <w:rsid w:val="00555F82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A0FBA"/>
    <w:rsid w:val="005B020A"/>
    <w:rsid w:val="005B33AE"/>
    <w:rsid w:val="005B5CD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71638"/>
    <w:rsid w:val="00685DD5"/>
    <w:rsid w:val="00686CD4"/>
    <w:rsid w:val="006879AF"/>
    <w:rsid w:val="00690CE3"/>
    <w:rsid w:val="006A492D"/>
    <w:rsid w:val="006A4DE2"/>
    <w:rsid w:val="006B611C"/>
    <w:rsid w:val="006B6C56"/>
    <w:rsid w:val="006C2538"/>
    <w:rsid w:val="006C4606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13A6"/>
    <w:rsid w:val="00793DC4"/>
    <w:rsid w:val="007952F8"/>
    <w:rsid w:val="007A38C2"/>
    <w:rsid w:val="007A7264"/>
    <w:rsid w:val="007A7BA2"/>
    <w:rsid w:val="007B7A27"/>
    <w:rsid w:val="007C73A0"/>
    <w:rsid w:val="007D240E"/>
    <w:rsid w:val="007D6637"/>
    <w:rsid w:val="007E4590"/>
    <w:rsid w:val="007E47FC"/>
    <w:rsid w:val="007E73EF"/>
    <w:rsid w:val="007F21E4"/>
    <w:rsid w:val="00815DDC"/>
    <w:rsid w:val="00816059"/>
    <w:rsid w:val="0081663F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13F8"/>
    <w:rsid w:val="00994889"/>
    <w:rsid w:val="00996A29"/>
    <w:rsid w:val="00996DE8"/>
    <w:rsid w:val="00996E8B"/>
    <w:rsid w:val="009A65CD"/>
    <w:rsid w:val="009C0799"/>
    <w:rsid w:val="009C3AAC"/>
    <w:rsid w:val="009C477E"/>
    <w:rsid w:val="009E4071"/>
    <w:rsid w:val="009F1BF4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B00E19"/>
    <w:rsid w:val="00B01A14"/>
    <w:rsid w:val="00B05126"/>
    <w:rsid w:val="00B06364"/>
    <w:rsid w:val="00B11BE5"/>
    <w:rsid w:val="00B14484"/>
    <w:rsid w:val="00B1768E"/>
    <w:rsid w:val="00B20792"/>
    <w:rsid w:val="00B21231"/>
    <w:rsid w:val="00B24881"/>
    <w:rsid w:val="00B249E7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4B55"/>
    <w:rsid w:val="00BD7B0D"/>
    <w:rsid w:val="00BE0B28"/>
    <w:rsid w:val="00BE11DE"/>
    <w:rsid w:val="00BF7E21"/>
    <w:rsid w:val="00C007C2"/>
    <w:rsid w:val="00C14367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67406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60FED"/>
    <w:rsid w:val="00D624DC"/>
    <w:rsid w:val="00D64C96"/>
    <w:rsid w:val="00D87ED2"/>
    <w:rsid w:val="00D9141B"/>
    <w:rsid w:val="00DA1C05"/>
    <w:rsid w:val="00DA586B"/>
    <w:rsid w:val="00DA61A1"/>
    <w:rsid w:val="00DB2D2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9FD"/>
    <w:rsid w:val="00F211A1"/>
    <w:rsid w:val="00F24A98"/>
    <w:rsid w:val="00F36B46"/>
    <w:rsid w:val="00F371E6"/>
    <w:rsid w:val="00F4402F"/>
    <w:rsid w:val="00F443A9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2F0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2F0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2F0B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2F0B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4F2F0B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F2F0B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83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278</Words>
  <Characters>1590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2018-04-13T06:35:00Z</cp:lastPrinted>
  <dcterms:created xsi:type="dcterms:W3CDTF">2018-04-18T08:50:00Z</dcterms:created>
  <dcterms:modified xsi:type="dcterms:W3CDTF">2018-04-18T08:50:00Z</dcterms:modified>
</cp:coreProperties>
</file>