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A9" w:rsidRDefault="00AF7CA9" w:rsidP="006F0F46">
      <w:pPr>
        <w:jc w:val="center"/>
        <w:rPr>
          <w:snapToGrid w:val="0"/>
          <w:spacing w:val="8"/>
          <w:sz w:val="24"/>
        </w:rPr>
      </w:pPr>
      <w:r w:rsidRPr="00B640C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F7CA9" w:rsidRDefault="00AF7CA9" w:rsidP="002A4A36">
      <w:pPr>
        <w:spacing w:line="360" w:lineRule="auto"/>
        <w:rPr>
          <w:spacing w:val="8"/>
          <w:sz w:val="12"/>
          <w:szCs w:val="20"/>
        </w:rPr>
      </w:pPr>
    </w:p>
    <w:p w:rsidR="00AF7CA9" w:rsidRPr="006A4DE2" w:rsidRDefault="00AF7CA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F7CA9" w:rsidRPr="006A4DE2" w:rsidRDefault="00AF7CA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F7CA9" w:rsidRDefault="00AF7CA9" w:rsidP="002A4A36">
      <w:pPr>
        <w:jc w:val="center"/>
        <w:rPr>
          <w:b/>
          <w:sz w:val="16"/>
          <w:szCs w:val="16"/>
        </w:rPr>
      </w:pPr>
    </w:p>
    <w:p w:rsidR="00AF7CA9" w:rsidRDefault="00AF7CA9" w:rsidP="002A4A36">
      <w:pPr>
        <w:jc w:val="center"/>
        <w:rPr>
          <w:b/>
          <w:sz w:val="16"/>
          <w:szCs w:val="16"/>
        </w:rPr>
      </w:pPr>
    </w:p>
    <w:p w:rsidR="00AF7CA9" w:rsidRDefault="00AF7CA9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F7CA9" w:rsidRDefault="00AF7CA9" w:rsidP="00BE11DE">
      <w:pPr>
        <w:pStyle w:val="Title"/>
        <w:jc w:val="left"/>
        <w:rPr>
          <w:sz w:val="20"/>
          <w:szCs w:val="20"/>
        </w:rPr>
      </w:pPr>
    </w:p>
    <w:p w:rsidR="00AF7CA9" w:rsidRDefault="00AF7CA9" w:rsidP="00BE11DE">
      <w:pPr>
        <w:pStyle w:val="Title"/>
        <w:jc w:val="left"/>
        <w:rPr>
          <w:sz w:val="20"/>
          <w:szCs w:val="20"/>
        </w:rPr>
      </w:pPr>
    </w:p>
    <w:p w:rsidR="00AF7CA9" w:rsidRDefault="00AF7CA9" w:rsidP="00BE11DE">
      <w:pPr>
        <w:pStyle w:val="Title"/>
        <w:jc w:val="left"/>
      </w:pPr>
      <w:r>
        <w:rPr>
          <w:szCs w:val="28"/>
        </w:rPr>
        <w:t xml:space="preserve">22 березня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№  77</w:t>
      </w:r>
    </w:p>
    <w:p w:rsidR="00AF7CA9" w:rsidRDefault="00AF7CA9" w:rsidP="002A4A36">
      <w:pPr>
        <w:pStyle w:val="Title"/>
        <w:jc w:val="left"/>
      </w:pPr>
    </w:p>
    <w:p w:rsidR="00AF7CA9" w:rsidRDefault="00AF7CA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F7CA9" w:rsidRDefault="00AF7CA9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F7CA9" w:rsidRPr="00FF0543" w:rsidRDefault="00AF7CA9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Карасинське</w:t>
      </w:r>
      <w:r>
        <w:rPr>
          <w:szCs w:val="28"/>
        </w:rPr>
        <w:t>”</w:t>
      </w:r>
    </w:p>
    <w:p w:rsidR="00AF7CA9" w:rsidRDefault="00AF7CA9" w:rsidP="00841418">
      <w:pPr>
        <w:jc w:val="center"/>
      </w:pPr>
      <w:r>
        <w:t>в натурі (на  місцевості)</w:t>
      </w:r>
    </w:p>
    <w:p w:rsidR="00AF7CA9" w:rsidRDefault="00AF7CA9" w:rsidP="00E41E7E"/>
    <w:p w:rsidR="00AF7CA9" w:rsidRDefault="00AF7CA9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„Карасинське”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F7CA9" w:rsidRDefault="00AF7CA9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 xml:space="preserve">КСП „Карасинське”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Швораку В.І.,   Швораку В.С., </w:t>
      </w:r>
    </w:p>
    <w:p w:rsidR="00AF7CA9" w:rsidRPr="00E234EA" w:rsidRDefault="00AF7CA9" w:rsidP="00C07A27">
      <w:pPr>
        <w:jc w:val="both"/>
        <w:rPr>
          <w:szCs w:val="28"/>
        </w:rPr>
      </w:pPr>
      <w:r>
        <w:rPr>
          <w:szCs w:val="28"/>
        </w:rPr>
        <w:t xml:space="preserve">Шворак Г.В., Сущу А.Т.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AF7CA9" w:rsidRDefault="00AF7CA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„Карасинське” </w:t>
      </w:r>
      <w:r w:rsidRPr="008D6223">
        <w:t>громадянам:</w:t>
      </w:r>
    </w:p>
    <w:p w:rsidR="00AF7CA9" w:rsidRDefault="00AF7CA9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Швораку Володимиру Івановичу для ведення особистого селянського господарства, кадастрові номери зареєстрованих земельних ділянок: 0721484300:02:000:1059 площею </w:t>
      </w:r>
      <w:smartTag w:uri="urn:schemas-microsoft-com:office:smarttags" w:element="metricconverter">
        <w:smartTagPr>
          <w:attr w:name="ProductID" w:val="0,2370 га"/>
        </w:smartTagPr>
        <w:r>
          <w:rPr>
            <w:szCs w:val="28"/>
          </w:rPr>
          <w:t>0,2370 га</w:t>
        </w:r>
      </w:smartTag>
      <w:r>
        <w:rPr>
          <w:szCs w:val="28"/>
        </w:rPr>
        <w:t xml:space="preserve">, 0721484300:01:000:0477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, 0721484300:02:000:1058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F7CA9" w:rsidRDefault="00AF7CA9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Швораку Василю Степановичу для ведення особистого селянського господарства, кадастрові номери зареєстрованих земельних ділянок: 0721484300:02:000:1061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0721484300:01:000:0479 площею </w:t>
      </w:r>
      <w:smartTag w:uri="urn:schemas-microsoft-com:office:smarttags" w:element="metricconverter">
        <w:smartTagPr>
          <w:attr w:name="ProductID" w:val="0,4230 га"/>
        </w:smartTagPr>
        <w:r>
          <w:rPr>
            <w:szCs w:val="28"/>
          </w:rPr>
          <w:t>0,4230 га</w:t>
        </w:r>
      </w:smartTag>
      <w:r>
        <w:rPr>
          <w:szCs w:val="28"/>
        </w:rPr>
        <w:t xml:space="preserve">, 0721484300:01:000:0478 площею </w:t>
      </w:r>
      <w:smartTag w:uri="urn:schemas-microsoft-com:office:smarttags" w:element="metricconverter">
        <w:smartTagPr>
          <w:attr w:name="ProductID" w:val="0,6655 га"/>
        </w:smartTagPr>
        <w:r>
          <w:rPr>
            <w:szCs w:val="28"/>
          </w:rPr>
          <w:t>0,6655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AF7CA9" w:rsidRDefault="00AF7CA9" w:rsidP="0079752D">
      <w:pPr>
        <w:ind w:firstLine="708"/>
        <w:jc w:val="both"/>
        <w:rPr>
          <w:szCs w:val="28"/>
        </w:rPr>
      </w:pPr>
      <w:r>
        <w:rPr>
          <w:szCs w:val="28"/>
        </w:rPr>
        <w:t xml:space="preserve">- Шворак Ганні Василівні для ведення особистого селянського господарства, кадастрові номери зареєстрованих земельних ділянок: 0721484300:01:000:0437 площею </w:t>
      </w:r>
      <w:smartTag w:uri="urn:schemas-microsoft-com:office:smarttags" w:element="metricconverter">
        <w:smartTagPr>
          <w:attr w:name="ProductID" w:val="0,6578 га"/>
        </w:smartTagPr>
        <w:r>
          <w:rPr>
            <w:szCs w:val="28"/>
          </w:rPr>
          <w:t>0,6578 га</w:t>
        </w:r>
      </w:smartTag>
      <w:r>
        <w:rPr>
          <w:szCs w:val="28"/>
        </w:rPr>
        <w:t xml:space="preserve">, 0721484300:02:000:0292 площею </w:t>
      </w:r>
      <w:smartTag w:uri="urn:schemas-microsoft-com:office:smarttags" w:element="metricconverter">
        <w:smartTagPr>
          <w:attr w:name="ProductID" w:val="0,2370 га"/>
        </w:smartTagPr>
        <w:r>
          <w:rPr>
            <w:szCs w:val="28"/>
          </w:rPr>
          <w:t>0,2370 га</w:t>
        </w:r>
      </w:smartTag>
      <w:r>
        <w:rPr>
          <w:szCs w:val="28"/>
        </w:rPr>
        <w:t xml:space="preserve">, 0721484300:01:000:0255 площею </w:t>
      </w:r>
      <w:smartTag w:uri="urn:schemas-microsoft-com:office:smarttags" w:element="metricconverter">
        <w:smartTagPr>
          <w:attr w:name="ProductID" w:val="0,4015 га"/>
        </w:smartTagPr>
        <w:r>
          <w:rPr>
            <w:szCs w:val="28"/>
          </w:rPr>
          <w:t>0,4015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AF7CA9" w:rsidRDefault="00AF7CA9" w:rsidP="0079752D">
      <w:pPr>
        <w:ind w:firstLine="708"/>
        <w:jc w:val="both"/>
        <w:rPr>
          <w:szCs w:val="28"/>
        </w:rPr>
      </w:pPr>
    </w:p>
    <w:p w:rsidR="00AF7CA9" w:rsidRDefault="00AF7CA9" w:rsidP="009A1AFB">
      <w:pPr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AF7CA9" w:rsidRDefault="00AF7CA9" w:rsidP="005A6C80">
      <w:pPr>
        <w:ind w:firstLine="708"/>
        <w:jc w:val="both"/>
        <w:rPr>
          <w:szCs w:val="28"/>
        </w:rPr>
      </w:pPr>
      <w:r>
        <w:rPr>
          <w:szCs w:val="28"/>
        </w:rPr>
        <w:t xml:space="preserve">- Сущу Анатолію Терентійовичу для ведення особистого селянського господарства, кадастровий номер зареєстрованої земельної ділянки: 0721484300:02:000:1064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AF7CA9" w:rsidRDefault="00AF7CA9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Швораку Володимиру Івановичу, Швораку Василю Степановичу, Шворак Ганні Василівні, Сущу Анатолію Терентійовичу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F7CA9" w:rsidRDefault="00AF7CA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Відділу Держгеокадастру у Камінь-Каширському районі та Карасинській сільській раді внести відповідні зміни в земельно-облікові документи.</w:t>
      </w:r>
    </w:p>
    <w:p w:rsidR="00AF7CA9" w:rsidRDefault="00AF7CA9" w:rsidP="00166819">
      <w:pPr>
        <w:jc w:val="both"/>
        <w:rPr>
          <w:sz w:val="24"/>
          <w:szCs w:val="20"/>
        </w:rPr>
      </w:pPr>
    </w:p>
    <w:p w:rsidR="00AF7CA9" w:rsidRDefault="00AF7CA9" w:rsidP="00166819">
      <w:pPr>
        <w:jc w:val="both"/>
        <w:rPr>
          <w:sz w:val="24"/>
          <w:szCs w:val="20"/>
        </w:rPr>
      </w:pPr>
    </w:p>
    <w:p w:rsidR="00AF7CA9" w:rsidRDefault="00AF7CA9" w:rsidP="00166819">
      <w:pPr>
        <w:jc w:val="both"/>
        <w:rPr>
          <w:sz w:val="24"/>
          <w:szCs w:val="20"/>
        </w:rPr>
      </w:pPr>
    </w:p>
    <w:p w:rsidR="00AF7CA9" w:rsidRDefault="00AF7CA9" w:rsidP="00166819">
      <w:pPr>
        <w:jc w:val="both"/>
        <w:rPr>
          <w:sz w:val="24"/>
          <w:szCs w:val="20"/>
        </w:rPr>
      </w:pPr>
    </w:p>
    <w:p w:rsidR="00AF7CA9" w:rsidRDefault="00AF7CA9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AF7CA9" w:rsidRPr="004A378E" w:rsidRDefault="00AF7CA9" w:rsidP="00166819">
      <w:pPr>
        <w:jc w:val="both"/>
        <w:rPr>
          <w:sz w:val="24"/>
          <w:lang w:val="ru-RU"/>
        </w:rPr>
      </w:pPr>
    </w:p>
    <w:p w:rsidR="00AF7CA9" w:rsidRDefault="00AF7CA9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Pr="004A378E" w:rsidRDefault="00AF7CA9" w:rsidP="00166819">
      <w:pPr>
        <w:jc w:val="both"/>
        <w:rPr>
          <w:sz w:val="24"/>
          <w:lang w:val="ru-RU"/>
        </w:rPr>
      </w:pPr>
    </w:p>
    <w:p w:rsidR="00AF7CA9" w:rsidRPr="004A378E" w:rsidRDefault="00AF7CA9" w:rsidP="00166819">
      <w:pPr>
        <w:jc w:val="both"/>
        <w:rPr>
          <w:sz w:val="24"/>
          <w:lang w:val="ru-RU"/>
        </w:rPr>
      </w:pPr>
    </w:p>
    <w:p w:rsidR="00AF7CA9" w:rsidRPr="004A378E" w:rsidRDefault="00AF7CA9" w:rsidP="00166819">
      <w:pPr>
        <w:jc w:val="both"/>
        <w:rPr>
          <w:sz w:val="24"/>
          <w:lang w:val="ru-RU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Pr="00F57CED" w:rsidRDefault="00AF7CA9" w:rsidP="00166819">
      <w:pPr>
        <w:jc w:val="both"/>
        <w:rPr>
          <w:sz w:val="24"/>
          <w:lang w:val="ru-RU"/>
        </w:rPr>
      </w:pPr>
    </w:p>
    <w:p w:rsidR="00AF7CA9" w:rsidRPr="00F57CED" w:rsidRDefault="00AF7CA9" w:rsidP="00166819">
      <w:pPr>
        <w:jc w:val="both"/>
        <w:rPr>
          <w:sz w:val="24"/>
          <w:lang w:val="ru-RU"/>
        </w:rPr>
      </w:pPr>
    </w:p>
    <w:p w:rsidR="00AF7CA9" w:rsidRPr="00F57CED" w:rsidRDefault="00AF7CA9" w:rsidP="00166819">
      <w:pPr>
        <w:jc w:val="both"/>
        <w:rPr>
          <w:sz w:val="24"/>
          <w:lang w:val="ru-RU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166819">
      <w:pPr>
        <w:jc w:val="both"/>
        <w:rPr>
          <w:sz w:val="24"/>
        </w:rPr>
      </w:pPr>
    </w:p>
    <w:p w:rsidR="00AF7CA9" w:rsidRDefault="00AF7CA9" w:rsidP="00941066">
      <w:pPr>
        <w:rPr>
          <w:sz w:val="24"/>
        </w:rPr>
      </w:pPr>
    </w:p>
    <w:sectPr w:rsidR="00AF7CA9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CA9" w:rsidRDefault="00AF7CA9" w:rsidP="004A378E">
      <w:r>
        <w:separator/>
      </w:r>
    </w:p>
  </w:endnote>
  <w:endnote w:type="continuationSeparator" w:id="0">
    <w:p w:rsidR="00AF7CA9" w:rsidRDefault="00AF7CA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CA9" w:rsidRDefault="00AF7CA9" w:rsidP="004A378E">
      <w:r>
        <w:separator/>
      </w:r>
    </w:p>
  </w:footnote>
  <w:footnote w:type="continuationSeparator" w:id="0">
    <w:p w:rsidR="00AF7CA9" w:rsidRDefault="00AF7CA9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5D35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5C22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0E19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A7818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1AF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AF7CA9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454F1"/>
    <w:rsid w:val="00B506C0"/>
    <w:rsid w:val="00B560CE"/>
    <w:rsid w:val="00B56CD3"/>
    <w:rsid w:val="00B57697"/>
    <w:rsid w:val="00B6139C"/>
    <w:rsid w:val="00B61D49"/>
    <w:rsid w:val="00B640C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7D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C85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3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1987</Words>
  <Characters>1133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2017-03-22T08:17:00Z</cp:lastPrinted>
  <dcterms:created xsi:type="dcterms:W3CDTF">2017-03-23T13:37:00Z</dcterms:created>
  <dcterms:modified xsi:type="dcterms:W3CDTF">2017-04-03T12:51:00Z</dcterms:modified>
</cp:coreProperties>
</file>