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CE" w:rsidRDefault="00AB1FCE" w:rsidP="006F0F46">
      <w:pPr>
        <w:jc w:val="center"/>
        <w:rPr>
          <w:snapToGrid w:val="0"/>
          <w:spacing w:val="8"/>
          <w:sz w:val="24"/>
        </w:rPr>
      </w:pPr>
      <w:r w:rsidRPr="00280A5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AB1FCE" w:rsidRDefault="00AB1FCE" w:rsidP="002A4A36">
      <w:pPr>
        <w:spacing w:line="360" w:lineRule="auto"/>
        <w:rPr>
          <w:spacing w:val="8"/>
          <w:sz w:val="12"/>
          <w:szCs w:val="20"/>
        </w:rPr>
      </w:pPr>
    </w:p>
    <w:p w:rsidR="00AB1FCE" w:rsidRPr="006A4DE2" w:rsidRDefault="00AB1FCE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B1FCE" w:rsidRPr="006A4DE2" w:rsidRDefault="00AB1FCE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B1FCE" w:rsidRDefault="00AB1FCE" w:rsidP="002A4A36">
      <w:pPr>
        <w:jc w:val="center"/>
        <w:rPr>
          <w:b/>
          <w:sz w:val="16"/>
          <w:szCs w:val="16"/>
        </w:rPr>
      </w:pPr>
    </w:p>
    <w:p w:rsidR="00AB1FCE" w:rsidRPr="00C565F1" w:rsidRDefault="00AB1FCE" w:rsidP="002A4A36">
      <w:pPr>
        <w:jc w:val="center"/>
        <w:rPr>
          <w:b/>
          <w:sz w:val="16"/>
          <w:szCs w:val="16"/>
        </w:rPr>
      </w:pPr>
    </w:p>
    <w:p w:rsidR="00AB1FCE" w:rsidRDefault="00AB1FCE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B1FCE" w:rsidRDefault="00AB1FCE" w:rsidP="00BE11DE">
      <w:pPr>
        <w:pStyle w:val="Title"/>
        <w:jc w:val="left"/>
        <w:rPr>
          <w:sz w:val="20"/>
          <w:szCs w:val="20"/>
        </w:rPr>
      </w:pPr>
    </w:p>
    <w:p w:rsidR="00AB1FCE" w:rsidRDefault="00AB1FCE" w:rsidP="00BE11DE">
      <w:pPr>
        <w:pStyle w:val="Title"/>
        <w:jc w:val="left"/>
        <w:rPr>
          <w:sz w:val="20"/>
          <w:szCs w:val="20"/>
        </w:rPr>
      </w:pPr>
    </w:p>
    <w:p w:rsidR="00AB1FCE" w:rsidRDefault="00AB1FCE" w:rsidP="00BE11DE">
      <w:pPr>
        <w:pStyle w:val="Title"/>
        <w:jc w:val="left"/>
      </w:pPr>
      <w:r>
        <w:rPr>
          <w:szCs w:val="28"/>
        </w:rPr>
        <w:t xml:space="preserve">13 березня 2017 року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70</w:t>
      </w:r>
    </w:p>
    <w:p w:rsidR="00AB1FCE" w:rsidRDefault="00AB1FCE" w:rsidP="001D02A6">
      <w:pPr>
        <w:pStyle w:val="Title"/>
      </w:pPr>
    </w:p>
    <w:p w:rsidR="00AB1FCE" w:rsidRDefault="00AB1FCE" w:rsidP="001D02A6">
      <w:pPr>
        <w:jc w:val="center"/>
      </w:pPr>
      <w:r>
        <w:t>Про затвердження технічної документації із</w:t>
      </w:r>
    </w:p>
    <w:p w:rsidR="00AB1FCE" w:rsidRDefault="00AB1FCE" w:rsidP="001D02A6">
      <w:pPr>
        <w:jc w:val="center"/>
      </w:pPr>
      <w:r>
        <w:t>землеустрою щодо встановлення меж земельної</w:t>
      </w:r>
    </w:p>
    <w:p w:rsidR="00AB1FCE" w:rsidRPr="00FF0543" w:rsidRDefault="00AB1FCE" w:rsidP="001D02A6">
      <w:pPr>
        <w:jc w:val="center"/>
        <w:rPr>
          <w:lang w:val="ru-RU"/>
        </w:rPr>
      </w:pPr>
      <w:r>
        <w:t>ділянки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колишньої агрофірми </w:t>
      </w:r>
      <w:r>
        <w:rPr>
          <w:lang w:val="ru-RU"/>
        </w:rPr>
        <w:t>«Полісся»</w:t>
      </w:r>
    </w:p>
    <w:p w:rsidR="00AB1FCE" w:rsidRDefault="00AB1FCE" w:rsidP="001D02A6">
      <w:pPr>
        <w:jc w:val="center"/>
      </w:pPr>
      <w:r>
        <w:t>в натурі (на  місцевості)</w:t>
      </w:r>
    </w:p>
    <w:p w:rsidR="00AB1FCE" w:rsidRDefault="00AB1FCE" w:rsidP="001D02A6">
      <w:pPr>
        <w:jc w:val="center"/>
      </w:pPr>
    </w:p>
    <w:p w:rsidR="00AB1FCE" w:rsidRDefault="00AB1FCE" w:rsidP="005B746C">
      <w:pPr>
        <w:ind w:firstLine="708"/>
        <w:jc w:val="both"/>
      </w:pPr>
      <w:r>
        <w:t>Розглянувши заяву гр. Гоцика В.К</w:t>
      </w:r>
      <w:r w:rsidRPr="001D02A6">
        <w:t>.</w:t>
      </w:r>
      <w:r>
        <w:t xml:space="preserve"> про затвердження технічної документації із землеустрою щодо встановлення меж земельної ділянки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колишньої агрофірми </w:t>
      </w:r>
      <w:r w:rsidRPr="005B746C">
        <w:t>«Полісся»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AB1FCE" w:rsidRPr="00060A6D" w:rsidRDefault="00AB1FCE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земельної ділянки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колишньої агрофірми </w:t>
      </w:r>
      <w:r w:rsidRPr="005B746C">
        <w:t>«Полісся»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громадянину </w:t>
      </w:r>
      <w:r>
        <w:t>Гоцику Володимиру Кузьмовичу</w:t>
      </w:r>
      <w:r w:rsidRPr="00060A6D">
        <w:t>.</w:t>
      </w:r>
    </w:p>
    <w:p w:rsidR="00AB1FCE" w:rsidRDefault="00AB1FCE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земельну ділянку за межами населених пунктів на території Стобихівської сільської ради в розмірі частки (паю) </w:t>
      </w:r>
      <w:r>
        <w:t xml:space="preserve">колишньої агрофірми </w:t>
      </w:r>
      <w:r w:rsidRPr="005B746C">
        <w:t>«Полісся»</w:t>
      </w:r>
      <w:r>
        <w:t xml:space="preserve"> </w:t>
      </w:r>
      <w:r w:rsidRPr="00060A6D">
        <w:t>громадянину</w:t>
      </w:r>
      <w:r>
        <w:t>:</w:t>
      </w:r>
    </w:p>
    <w:p w:rsidR="00AB1FCE" w:rsidRPr="00060A6D" w:rsidRDefault="00AB1FCE" w:rsidP="00060A6D">
      <w:pPr>
        <w:ind w:firstLine="708"/>
        <w:jc w:val="both"/>
        <w:rPr>
          <w:szCs w:val="28"/>
        </w:rPr>
      </w:pPr>
      <w:r>
        <w:t>- Гоцику Володимиру Кузьмовичу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колишньої агрофірми </w:t>
      </w:r>
      <w:r w:rsidRPr="005B746C">
        <w:t>«Полісся»</w:t>
      </w:r>
      <w:r>
        <w:rPr>
          <w:szCs w:val="28"/>
        </w:rPr>
        <w:t xml:space="preserve">, кадастровий номер зареєстрованої земельної ділянки: 0721487100:06:000:0049 площею </w:t>
      </w:r>
      <w:smartTag w:uri="urn:schemas-microsoft-com:office:smarttags" w:element="metricconverter">
        <w:smartTagPr>
          <w:attr w:name="ProductID" w:val="0,1707 га"/>
        </w:smartTagPr>
        <w:r>
          <w:rPr>
            <w:szCs w:val="28"/>
          </w:rPr>
          <w:t>0,1707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 </w:t>
      </w:r>
    </w:p>
    <w:p w:rsidR="00AB1FCE" w:rsidRDefault="00AB1FCE" w:rsidP="00166819">
      <w:pPr>
        <w:ind w:firstLine="708"/>
        <w:jc w:val="both"/>
      </w:pPr>
      <w:r>
        <w:t>3. Г</w:t>
      </w:r>
      <w:r w:rsidRPr="00060A6D">
        <w:t xml:space="preserve">ромадянину </w:t>
      </w:r>
      <w:r>
        <w:t>Гоцику Володимиру Кузьмовичу</w:t>
      </w:r>
      <w:r>
        <w:rPr>
          <w:szCs w:val="28"/>
        </w:rPr>
        <w:t xml:space="preserve"> </w:t>
      </w:r>
      <w:r>
        <w:t xml:space="preserve">право приватної власності на вищевказану земельну ділянку зареєструвати у встановленому законом  порядку. </w:t>
      </w:r>
    </w:p>
    <w:p w:rsidR="00AB1FCE" w:rsidRDefault="00AB1FCE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Держгеокадастру у Камінь - Каширському районі та </w:t>
      </w:r>
      <w:r>
        <w:rPr>
          <w:szCs w:val="28"/>
        </w:rPr>
        <w:t xml:space="preserve">Стобихівської </w:t>
      </w:r>
      <w:r>
        <w:t>сільській раді внести відповідні зміни в земельно - облікові документи.</w:t>
      </w:r>
    </w:p>
    <w:p w:rsidR="00AB1FCE" w:rsidRDefault="00AB1FCE" w:rsidP="00166819">
      <w:pPr>
        <w:jc w:val="both"/>
        <w:rPr>
          <w:sz w:val="24"/>
          <w:szCs w:val="20"/>
        </w:rPr>
      </w:pPr>
    </w:p>
    <w:p w:rsidR="00AB1FCE" w:rsidRDefault="00AB1FCE" w:rsidP="00166819">
      <w:pPr>
        <w:jc w:val="both"/>
        <w:rPr>
          <w:sz w:val="24"/>
          <w:szCs w:val="20"/>
        </w:rPr>
      </w:pPr>
    </w:p>
    <w:p w:rsidR="00AB1FCE" w:rsidRDefault="00AB1FCE" w:rsidP="00166819">
      <w:pPr>
        <w:jc w:val="both"/>
        <w:rPr>
          <w:sz w:val="24"/>
          <w:szCs w:val="20"/>
        </w:rPr>
      </w:pPr>
    </w:p>
    <w:p w:rsidR="00AB1FCE" w:rsidRDefault="00AB1FCE" w:rsidP="00166819">
      <w:pPr>
        <w:jc w:val="both"/>
        <w:rPr>
          <w:b/>
        </w:rPr>
      </w:pPr>
      <w:r>
        <w:t xml:space="preserve">Голова                                                                          </w:t>
      </w:r>
      <w:r>
        <w:rPr>
          <w:b/>
        </w:rPr>
        <w:t xml:space="preserve">                    В.ДУНАЙЧУК</w:t>
      </w:r>
    </w:p>
    <w:p w:rsidR="00AB1FCE" w:rsidRDefault="00AB1FCE" w:rsidP="00166819">
      <w:pPr>
        <w:jc w:val="both"/>
        <w:rPr>
          <w:sz w:val="22"/>
          <w:szCs w:val="22"/>
        </w:rPr>
      </w:pPr>
    </w:p>
    <w:p w:rsidR="00AB1FCE" w:rsidRPr="007077A0" w:rsidRDefault="00AB1FCE" w:rsidP="00166819">
      <w:pPr>
        <w:jc w:val="both"/>
        <w:rPr>
          <w:sz w:val="24"/>
        </w:rPr>
      </w:pPr>
      <w:r w:rsidRPr="007077A0">
        <w:rPr>
          <w:sz w:val="24"/>
        </w:rPr>
        <w:t>Нікітчук</w:t>
      </w:r>
      <w:r>
        <w:rPr>
          <w:sz w:val="24"/>
        </w:rPr>
        <w:t xml:space="preserve"> 23068</w:t>
      </w:r>
    </w:p>
    <w:sectPr w:rsidR="00AB1FCE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A10"/>
    <w:rsid w:val="00051CD8"/>
    <w:rsid w:val="0005341F"/>
    <w:rsid w:val="00053787"/>
    <w:rsid w:val="00057FD4"/>
    <w:rsid w:val="00060A6D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1045"/>
    <w:rsid w:val="00190F37"/>
    <w:rsid w:val="001B0C91"/>
    <w:rsid w:val="001B6C00"/>
    <w:rsid w:val="001D02A6"/>
    <w:rsid w:val="001D13A5"/>
    <w:rsid w:val="001F166C"/>
    <w:rsid w:val="001F3769"/>
    <w:rsid w:val="001F50EC"/>
    <w:rsid w:val="00206D91"/>
    <w:rsid w:val="002071CA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0A51"/>
    <w:rsid w:val="00284B40"/>
    <w:rsid w:val="002A4A36"/>
    <w:rsid w:val="002B3B14"/>
    <w:rsid w:val="002D4D33"/>
    <w:rsid w:val="002F6E86"/>
    <w:rsid w:val="002F7443"/>
    <w:rsid w:val="00311931"/>
    <w:rsid w:val="00312E35"/>
    <w:rsid w:val="00334748"/>
    <w:rsid w:val="00342A07"/>
    <w:rsid w:val="00342B99"/>
    <w:rsid w:val="00355720"/>
    <w:rsid w:val="003664CC"/>
    <w:rsid w:val="003669E4"/>
    <w:rsid w:val="00370F93"/>
    <w:rsid w:val="00372216"/>
    <w:rsid w:val="00372BEF"/>
    <w:rsid w:val="00373C55"/>
    <w:rsid w:val="00390D98"/>
    <w:rsid w:val="003942DD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752A6"/>
    <w:rsid w:val="005879DC"/>
    <w:rsid w:val="00587C46"/>
    <w:rsid w:val="0059796C"/>
    <w:rsid w:val="00597D1C"/>
    <w:rsid w:val="005B020A"/>
    <w:rsid w:val="005B5CD5"/>
    <w:rsid w:val="005B746C"/>
    <w:rsid w:val="005D0F64"/>
    <w:rsid w:val="005F4DC7"/>
    <w:rsid w:val="006262A7"/>
    <w:rsid w:val="00627C5A"/>
    <w:rsid w:val="00650F23"/>
    <w:rsid w:val="00663602"/>
    <w:rsid w:val="00666D93"/>
    <w:rsid w:val="00682651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1FCE"/>
    <w:rsid w:val="00AB46C6"/>
    <w:rsid w:val="00AC6F8F"/>
    <w:rsid w:val="00AD6018"/>
    <w:rsid w:val="00AF49AB"/>
    <w:rsid w:val="00AF5D8C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24FD3"/>
    <w:rsid w:val="00C30052"/>
    <w:rsid w:val="00C41FEA"/>
    <w:rsid w:val="00C447B1"/>
    <w:rsid w:val="00C51646"/>
    <w:rsid w:val="00C526D5"/>
    <w:rsid w:val="00C542F2"/>
    <w:rsid w:val="00C565F1"/>
    <w:rsid w:val="00C57215"/>
    <w:rsid w:val="00C75DFB"/>
    <w:rsid w:val="00C801C4"/>
    <w:rsid w:val="00C858D8"/>
    <w:rsid w:val="00C90F7C"/>
    <w:rsid w:val="00C91C87"/>
    <w:rsid w:val="00C93246"/>
    <w:rsid w:val="00CB13B9"/>
    <w:rsid w:val="00CB31C4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09B8"/>
    <w:rsid w:val="00D21C5C"/>
    <w:rsid w:val="00D367C0"/>
    <w:rsid w:val="00D50ADF"/>
    <w:rsid w:val="00D569F1"/>
    <w:rsid w:val="00D64C96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92F0F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1C40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BE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3BE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BE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BE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03BE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03BE3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8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313</Words>
  <Characters>1788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2017-03-15T08:26:00Z</cp:lastPrinted>
  <dcterms:created xsi:type="dcterms:W3CDTF">2017-03-17T08:10:00Z</dcterms:created>
  <dcterms:modified xsi:type="dcterms:W3CDTF">2017-03-17T08:10:00Z</dcterms:modified>
</cp:coreProperties>
</file>