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E96" w:rsidRPr="00A05026" w:rsidRDefault="00CE0E96" w:rsidP="00F13711">
      <w:pPr>
        <w:jc w:val="center"/>
        <w:rPr>
          <w:snapToGrid w:val="0"/>
          <w:spacing w:val="8"/>
          <w:sz w:val="24"/>
        </w:rPr>
      </w:pPr>
      <w:r w:rsidRPr="000C3D4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CE0E96" w:rsidRPr="00A05026" w:rsidRDefault="00CE0E96" w:rsidP="004C50C6">
      <w:pPr>
        <w:jc w:val="center"/>
        <w:rPr>
          <w:snapToGrid w:val="0"/>
          <w:spacing w:val="8"/>
          <w:sz w:val="24"/>
        </w:rPr>
      </w:pPr>
    </w:p>
    <w:p w:rsidR="00CE0E96" w:rsidRPr="00A05026" w:rsidRDefault="00CE0E96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CE0E96" w:rsidRPr="00A05026" w:rsidRDefault="00CE0E96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CE0E96" w:rsidRPr="00A05026" w:rsidRDefault="00CE0E96" w:rsidP="004C50C6">
      <w:pPr>
        <w:jc w:val="center"/>
        <w:rPr>
          <w:b/>
          <w:sz w:val="16"/>
          <w:szCs w:val="16"/>
        </w:rPr>
      </w:pPr>
    </w:p>
    <w:p w:rsidR="00CE0E96" w:rsidRPr="00A05026" w:rsidRDefault="00CE0E96" w:rsidP="004C50C6">
      <w:pPr>
        <w:jc w:val="center"/>
        <w:rPr>
          <w:b/>
          <w:sz w:val="16"/>
          <w:szCs w:val="16"/>
        </w:rPr>
      </w:pPr>
    </w:p>
    <w:p w:rsidR="00CE0E96" w:rsidRPr="00A05026" w:rsidRDefault="00CE0E96" w:rsidP="004C50C6">
      <w:pPr>
        <w:pStyle w:val="Heading1"/>
      </w:pPr>
      <w:r w:rsidRPr="00A05026">
        <w:t>РОЗПОРЯДЖЕННЯ</w:t>
      </w:r>
    </w:p>
    <w:p w:rsidR="00CE0E96" w:rsidRPr="00A05026" w:rsidRDefault="00CE0E96" w:rsidP="004C50C6">
      <w:pPr>
        <w:pStyle w:val="Title"/>
        <w:jc w:val="left"/>
        <w:rPr>
          <w:sz w:val="20"/>
          <w:szCs w:val="20"/>
        </w:rPr>
      </w:pPr>
    </w:p>
    <w:p w:rsidR="00CE0E96" w:rsidRPr="00A05026" w:rsidRDefault="00CE0E96" w:rsidP="004C50C6">
      <w:pPr>
        <w:pStyle w:val="Title"/>
        <w:jc w:val="left"/>
        <w:rPr>
          <w:sz w:val="20"/>
          <w:szCs w:val="20"/>
        </w:rPr>
      </w:pPr>
    </w:p>
    <w:p w:rsidR="00CE0E96" w:rsidRPr="00A05026" w:rsidRDefault="00CE0E96" w:rsidP="004C50C6">
      <w:pPr>
        <w:pStyle w:val="Title"/>
        <w:jc w:val="left"/>
      </w:pPr>
      <w:r>
        <w:rPr>
          <w:szCs w:val="28"/>
        </w:rPr>
        <w:t xml:space="preserve">02 березня 2017 року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№ 58</w:t>
      </w:r>
    </w:p>
    <w:p w:rsidR="00CE0E96" w:rsidRPr="00A05026" w:rsidRDefault="00CE0E96" w:rsidP="00163BDD">
      <w:pPr>
        <w:jc w:val="both"/>
      </w:pPr>
    </w:p>
    <w:p w:rsidR="00CE0E96" w:rsidRPr="00A05026" w:rsidRDefault="00CE0E96" w:rsidP="00A05026">
      <w:pPr>
        <w:jc w:val="center"/>
      </w:pPr>
    </w:p>
    <w:p w:rsidR="00CE0E96" w:rsidRPr="00A05026" w:rsidRDefault="00CE0E96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Швораку С.В.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CE0E96" w:rsidRPr="00A05026" w:rsidRDefault="00CE0E96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CE0E96" w:rsidRPr="00A05026" w:rsidRDefault="00CE0E96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CE0E96" w:rsidRPr="00A05026" w:rsidRDefault="00CE0E96" w:rsidP="00A05026">
      <w:pPr>
        <w:jc w:val="center"/>
        <w:rPr>
          <w:szCs w:val="28"/>
        </w:rPr>
      </w:pPr>
      <w:r>
        <w:rPr>
          <w:szCs w:val="28"/>
        </w:rPr>
        <w:t xml:space="preserve">КСП </w:t>
      </w:r>
      <w:r w:rsidRPr="00A05026">
        <w:rPr>
          <w:szCs w:val="28"/>
        </w:rPr>
        <w:t>«</w:t>
      </w:r>
      <w:r>
        <w:rPr>
          <w:szCs w:val="28"/>
        </w:rPr>
        <w:t>Карасинське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CE0E96" w:rsidRPr="00A05026" w:rsidRDefault="00CE0E96" w:rsidP="001B6D24"/>
    <w:p w:rsidR="00CE0E96" w:rsidRPr="00A05026" w:rsidRDefault="00CE0E96" w:rsidP="001B6D24">
      <w:r>
        <w:t xml:space="preserve"> </w:t>
      </w:r>
    </w:p>
    <w:p w:rsidR="00CE0E96" w:rsidRPr="00A05026" w:rsidRDefault="00CE0E96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 xml:space="preserve">ого КСП </w:t>
      </w:r>
      <w:r w:rsidRPr="00A05026">
        <w:rPr>
          <w:szCs w:val="28"/>
        </w:rPr>
        <w:t>«</w:t>
      </w:r>
      <w:r>
        <w:rPr>
          <w:szCs w:val="28"/>
        </w:rPr>
        <w:t>Карасинське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CE0E96" w:rsidRPr="00A05026" w:rsidRDefault="00CE0E96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колишнього КСП </w:t>
      </w:r>
      <w:r w:rsidRPr="00A05026">
        <w:rPr>
          <w:szCs w:val="28"/>
        </w:rPr>
        <w:t>«</w:t>
      </w:r>
      <w:r>
        <w:rPr>
          <w:szCs w:val="28"/>
        </w:rPr>
        <w:t>Карасинське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Карасинської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CE0E96" w:rsidRPr="00A05026" w:rsidRDefault="00CE0E96" w:rsidP="00A05026">
      <w:pPr>
        <w:ind w:firstLine="708"/>
        <w:jc w:val="both"/>
      </w:pPr>
      <w:r w:rsidRPr="00A05026">
        <w:t xml:space="preserve">- </w:t>
      </w:r>
      <w:r>
        <w:t>Швораку Сергію Володимировичу, власнику сертифіката</w:t>
      </w:r>
      <w:r w:rsidRPr="00A05026">
        <w:t xml:space="preserve"> на право на земельну частку (пай) серії ВЛ № </w:t>
      </w:r>
      <w:r>
        <w:t>0050099.</w:t>
      </w:r>
    </w:p>
    <w:p w:rsidR="00CE0E96" w:rsidRPr="00A05026" w:rsidRDefault="00CE0E96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CE0E96" w:rsidRPr="00A05026" w:rsidRDefault="00CE0E96" w:rsidP="001B6D24"/>
    <w:p w:rsidR="00CE0E96" w:rsidRPr="00A05026" w:rsidRDefault="00CE0E96" w:rsidP="001B6D24"/>
    <w:p w:rsidR="00CE0E96" w:rsidRPr="00A05026" w:rsidRDefault="00CE0E96" w:rsidP="001B6D24"/>
    <w:p w:rsidR="00CE0E96" w:rsidRPr="00A05026" w:rsidRDefault="00CE0E96" w:rsidP="001B6D24"/>
    <w:p w:rsidR="00CE0E96" w:rsidRPr="00A05026" w:rsidRDefault="00CE0E96" w:rsidP="001B6D24"/>
    <w:p w:rsidR="00CE0E96" w:rsidRPr="00A05026" w:rsidRDefault="00CE0E96" w:rsidP="001B6D24">
      <w:r>
        <w:t>Голова</w:t>
      </w:r>
      <w:r w:rsidRPr="00A05026">
        <w:t xml:space="preserve">                                                         </w:t>
      </w:r>
      <w:r>
        <w:t xml:space="preserve">  </w:t>
      </w:r>
      <w:r>
        <w:rPr>
          <w:b/>
        </w:rPr>
        <w:t xml:space="preserve">                              В.ДУНАЙЧУК</w:t>
      </w:r>
    </w:p>
    <w:p w:rsidR="00CE0E96" w:rsidRPr="00A05026" w:rsidRDefault="00CE0E96" w:rsidP="001B6D24"/>
    <w:p w:rsidR="00CE0E96" w:rsidRPr="00400AFD" w:rsidRDefault="00CE0E96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sectPr w:rsidR="00CE0E96" w:rsidRPr="00400AFD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E96" w:rsidRDefault="00CE0E96" w:rsidP="00D113DB">
      <w:r>
        <w:separator/>
      </w:r>
    </w:p>
  </w:endnote>
  <w:endnote w:type="continuationSeparator" w:id="0">
    <w:p w:rsidR="00CE0E96" w:rsidRDefault="00CE0E96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E96" w:rsidRDefault="00CE0E96" w:rsidP="00D113DB">
      <w:r>
        <w:separator/>
      </w:r>
    </w:p>
  </w:footnote>
  <w:footnote w:type="continuationSeparator" w:id="0">
    <w:p w:rsidR="00CE0E96" w:rsidRDefault="00CE0E96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4C8"/>
    <w:multiLevelType w:val="hybridMultilevel"/>
    <w:tmpl w:val="9CE4405A"/>
    <w:lvl w:ilvl="0" w:tplc="3CC4B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17536"/>
    <w:rsid w:val="00021F00"/>
    <w:rsid w:val="00022554"/>
    <w:rsid w:val="00026AE3"/>
    <w:rsid w:val="00031CFB"/>
    <w:rsid w:val="00037B01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C3D44"/>
    <w:rsid w:val="000D0568"/>
    <w:rsid w:val="000F20E0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53A00"/>
    <w:rsid w:val="00163BDD"/>
    <w:rsid w:val="00170F87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3068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07D94"/>
    <w:rsid w:val="00410F37"/>
    <w:rsid w:val="004312D4"/>
    <w:rsid w:val="00445E56"/>
    <w:rsid w:val="00456C12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2A3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D1273"/>
    <w:rsid w:val="007E405B"/>
    <w:rsid w:val="007E61B3"/>
    <w:rsid w:val="007F3E87"/>
    <w:rsid w:val="008057D9"/>
    <w:rsid w:val="00806C40"/>
    <w:rsid w:val="008109A9"/>
    <w:rsid w:val="00815ECC"/>
    <w:rsid w:val="00833098"/>
    <w:rsid w:val="00834A7C"/>
    <w:rsid w:val="00844C4E"/>
    <w:rsid w:val="00857CB6"/>
    <w:rsid w:val="008610D4"/>
    <w:rsid w:val="00865215"/>
    <w:rsid w:val="00877E46"/>
    <w:rsid w:val="0088149D"/>
    <w:rsid w:val="00883B85"/>
    <w:rsid w:val="00892163"/>
    <w:rsid w:val="0089774F"/>
    <w:rsid w:val="00897DA2"/>
    <w:rsid w:val="008A5052"/>
    <w:rsid w:val="008C6AD3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D06CB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AD100E"/>
    <w:rsid w:val="00AE0A48"/>
    <w:rsid w:val="00B044C7"/>
    <w:rsid w:val="00B142CC"/>
    <w:rsid w:val="00B169B5"/>
    <w:rsid w:val="00B21D35"/>
    <w:rsid w:val="00B2560E"/>
    <w:rsid w:val="00B43590"/>
    <w:rsid w:val="00B45B55"/>
    <w:rsid w:val="00B535A8"/>
    <w:rsid w:val="00B67295"/>
    <w:rsid w:val="00B73321"/>
    <w:rsid w:val="00B8063A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16E56"/>
    <w:rsid w:val="00C201F2"/>
    <w:rsid w:val="00C36DE7"/>
    <w:rsid w:val="00C3747A"/>
    <w:rsid w:val="00C402C4"/>
    <w:rsid w:val="00C54E74"/>
    <w:rsid w:val="00C577D8"/>
    <w:rsid w:val="00C643E8"/>
    <w:rsid w:val="00C70519"/>
    <w:rsid w:val="00C807FD"/>
    <w:rsid w:val="00C91EF3"/>
    <w:rsid w:val="00CC05B6"/>
    <w:rsid w:val="00CD2B35"/>
    <w:rsid w:val="00CD7B1A"/>
    <w:rsid w:val="00CE0921"/>
    <w:rsid w:val="00CE0E96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86F53"/>
    <w:rsid w:val="00E90913"/>
    <w:rsid w:val="00E90AF3"/>
    <w:rsid w:val="00E95828"/>
    <w:rsid w:val="00EA1777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0290"/>
    <w:rsid w:val="00F612AE"/>
    <w:rsid w:val="00F62FD7"/>
    <w:rsid w:val="00F64FC8"/>
    <w:rsid w:val="00F72FFB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3BB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3BB7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3BB7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4F3BB7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F3BB7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29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201</Words>
  <Characters>1149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2017-03-02T12:26:00Z</cp:lastPrinted>
  <dcterms:created xsi:type="dcterms:W3CDTF">2017-03-03T10:18:00Z</dcterms:created>
  <dcterms:modified xsi:type="dcterms:W3CDTF">2017-03-03T10:18:00Z</dcterms:modified>
</cp:coreProperties>
</file>