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C3D" w:rsidRPr="00A05026" w:rsidRDefault="004B4C3D" w:rsidP="00F13711">
      <w:pPr>
        <w:jc w:val="center"/>
        <w:rPr>
          <w:snapToGrid w:val="0"/>
          <w:spacing w:val="8"/>
          <w:sz w:val="24"/>
        </w:rPr>
      </w:pPr>
      <w:r w:rsidRPr="00A219D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4B4C3D" w:rsidRPr="00A05026" w:rsidRDefault="004B4C3D" w:rsidP="004C50C6">
      <w:pPr>
        <w:jc w:val="center"/>
        <w:rPr>
          <w:snapToGrid w:val="0"/>
          <w:spacing w:val="8"/>
          <w:sz w:val="24"/>
        </w:rPr>
      </w:pPr>
    </w:p>
    <w:p w:rsidR="004B4C3D" w:rsidRPr="00A05026" w:rsidRDefault="004B4C3D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B4C3D" w:rsidRPr="00A05026" w:rsidRDefault="004B4C3D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4B4C3D" w:rsidRPr="00A05026" w:rsidRDefault="004B4C3D" w:rsidP="004C50C6">
      <w:pPr>
        <w:jc w:val="center"/>
        <w:rPr>
          <w:b/>
          <w:sz w:val="16"/>
          <w:szCs w:val="16"/>
        </w:rPr>
      </w:pPr>
    </w:p>
    <w:p w:rsidR="004B4C3D" w:rsidRPr="00A05026" w:rsidRDefault="004B4C3D" w:rsidP="004C50C6">
      <w:pPr>
        <w:jc w:val="center"/>
        <w:rPr>
          <w:b/>
          <w:sz w:val="16"/>
          <w:szCs w:val="16"/>
        </w:rPr>
      </w:pPr>
    </w:p>
    <w:p w:rsidR="004B4C3D" w:rsidRPr="00A05026" w:rsidRDefault="004B4C3D" w:rsidP="004C50C6">
      <w:pPr>
        <w:pStyle w:val="Heading1"/>
      </w:pPr>
      <w:r w:rsidRPr="00A05026">
        <w:t>РОЗПОРЯДЖЕННЯ</w:t>
      </w:r>
    </w:p>
    <w:p w:rsidR="004B4C3D" w:rsidRPr="00A05026" w:rsidRDefault="004B4C3D" w:rsidP="004C50C6">
      <w:pPr>
        <w:pStyle w:val="Title"/>
        <w:jc w:val="left"/>
        <w:rPr>
          <w:sz w:val="20"/>
          <w:szCs w:val="20"/>
        </w:rPr>
      </w:pPr>
    </w:p>
    <w:p w:rsidR="004B4C3D" w:rsidRPr="00A05026" w:rsidRDefault="004B4C3D" w:rsidP="004C50C6">
      <w:pPr>
        <w:pStyle w:val="Title"/>
        <w:jc w:val="left"/>
        <w:rPr>
          <w:sz w:val="20"/>
          <w:szCs w:val="20"/>
        </w:rPr>
      </w:pPr>
    </w:p>
    <w:p w:rsidR="004B4C3D" w:rsidRPr="00A05026" w:rsidRDefault="004B4C3D" w:rsidP="004C50C6">
      <w:pPr>
        <w:pStyle w:val="Title"/>
        <w:jc w:val="left"/>
      </w:pPr>
      <w:r>
        <w:rPr>
          <w:szCs w:val="28"/>
        </w:rPr>
        <w:t xml:space="preserve">02 березня 2017 року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№  57</w:t>
      </w:r>
    </w:p>
    <w:p w:rsidR="004B4C3D" w:rsidRPr="00A05026" w:rsidRDefault="004B4C3D" w:rsidP="00163BDD">
      <w:pPr>
        <w:jc w:val="both"/>
      </w:pPr>
    </w:p>
    <w:p w:rsidR="004B4C3D" w:rsidRPr="00A05026" w:rsidRDefault="004B4C3D" w:rsidP="00A05026">
      <w:pPr>
        <w:jc w:val="center"/>
      </w:pPr>
    </w:p>
    <w:p w:rsidR="004B4C3D" w:rsidRPr="00A05026" w:rsidRDefault="004B4C3D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Швораку В.П.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4B4C3D" w:rsidRPr="00A05026" w:rsidRDefault="004B4C3D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4B4C3D" w:rsidRPr="00A05026" w:rsidRDefault="004B4C3D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4B4C3D" w:rsidRPr="00A05026" w:rsidRDefault="004B4C3D" w:rsidP="00A05026">
      <w:pPr>
        <w:jc w:val="center"/>
        <w:rPr>
          <w:szCs w:val="28"/>
        </w:rPr>
      </w:pPr>
      <w:r>
        <w:rPr>
          <w:szCs w:val="28"/>
        </w:rPr>
        <w:t xml:space="preserve">агрофірми </w:t>
      </w:r>
      <w:r w:rsidRPr="00A05026">
        <w:rPr>
          <w:szCs w:val="28"/>
        </w:rPr>
        <w:t>«</w:t>
      </w:r>
      <w:r>
        <w:rPr>
          <w:szCs w:val="28"/>
        </w:rPr>
        <w:t>Полісся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4B4C3D" w:rsidRPr="00A05026" w:rsidRDefault="004B4C3D" w:rsidP="001B6D24"/>
    <w:p w:rsidR="004B4C3D" w:rsidRPr="00A05026" w:rsidRDefault="004B4C3D" w:rsidP="001B6D24">
      <w:r>
        <w:t xml:space="preserve"> </w:t>
      </w:r>
    </w:p>
    <w:p w:rsidR="004B4C3D" w:rsidRPr="00A05026" w:rsidRDefault="004B4C3D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ої  агрофірми </w:t>
      </w:r>
      <w:r w:rsidRPr="00A05026">
        <w:rPr>
          <w:szCs w:val="28"/>
        </w:rPr>
        <w:t xml:space="preserve"> «</w:t>
      </w:r>
      <w:r>
        <w:rPr>
          <w:szCs w:val="28"/>
        </w:rPr>
        <w:t>Полісся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4B4C3D" w:rsidRPr="00A05026" w:rsidRDefault="004B4C3D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колишньої агрофірми </w:t>
      </w:r>
      <w:r w:rsidRPr="00A05026">
        <w:rPr>
          <w:szCs w:val="28"/>
        </w:rPr>
        <w:t>«</w:t>
      </w:r>
      <w:r>
        <w:rPr>
          <w:szCs w:val="28"/>
        </w:rPr>
        <w:t>Полісся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Стобихівської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4B4C3D" w:rsidRPr="00A05026" w:rsidRDefault="004B4C3D" w:rsidP="00A05026">
      <w:pPr>
        <w:ind w:firstLine="708"/>
        <w:jc w:val="both"/>
      </w:pPr>
      <w:r w:rsidRPr="00A05026">
        <w:t xml:space="preserve">- </w:t>
      </w:r>
      <w:r>
        <w:t>Швораку Володимиру Пилиповичу, власнику сертифіката</w:t>
      </w:r>
      <w:r w:rsidRPr="00A05026">
        <w:t xml:space="preserve"> на право на земельну частку (пай) серії ВЛ № </w:t>
      </w:r>
      <w:r>
        <w:t>0230454.</w:t>
      </w:r>
    </w:p>
    <w:p w:rsidR="004B4C3D" w:rsidRPr="00A05026" w:rsidRDefault="004B4C3D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4B4C3D" w:rsidRPr="00A05026" w:rsidRDefault="004B4C3D" w:rsidP="001B6D24"/>
    <w:p w:rsidR="004B4C3D" w:rsidRPr="00A05026" w:rsidRDefault="004B4C3D" w:rsidP="001B6D24"/>
    <w:p w:rsidR="004B4C3D" w:rsidRPr="00A05026" w:rsidRDefault="004B4C3D" w:rsidP="001B6D24"/>
    <w:p w:rsidR="004B4C3D" w:rsidRPr="00A05026" w:rsidRDefault="004B4C3D" w:rsidP="001B6D24"/>
    <w:p w:rsidR="004B4C3D" w:rsidRPr="00A05026" w:rsidRDefault="004B4C3D" w:rsidP="001B6D24"/>
    <w:p w:rsidR="004B4C3D" w:rsidRPr="00A05026" w:rsidRDefault="004B4C3D" w:rsidP="001B6D24">
      <w:r>
        <w:t>Голова</w:t>
      </w:r>
      <w:r w:rsidRPr="00A05026">
        <w:t xml:space="preserve">                                                         </w:t>
      </w:r>
      <w:r>
        <w:t xml:space="preserve">  </w:t>
      </w:r>
      <w:r>
        <w:rPr>
          <w:b/>
        </w:rPr>
        <w:t xml:space="preserve">                          В.ДУНАЙЧУК</w:t>
      </w:r>
    </w:p>
    <w:p w:rsidR="004B4C3D" w:rsidRPr="00A05026" w:rsidRDefault="004B4C3D" w:rsidP="001B6D24"/>
    <w:p w:rsidR="004B4C3D" w:rsidRPr="00400AFD" w:rsidRDefault="004B4C3D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sectPr w:rsidR="004B4C3D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C3D" w:rsidRDefault="004B4C3D" w:rsidP="00D113DB">
      <w:r>
        <w:separator/>
      </w:r>
    </w:p>
  </w:endnote>
  <w:endnote w:type="continuationSeparator" w:id="0">
    <w:p w:rsidR="004B4C3D" w:rsidRDefault="004B4C3D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C3D" w:rsidRDefault="004B4C3D" w:rsidP="00D113DB">
      <w:r>
        <w:separator/>
      </w:r>
    </w:p>
  </w:footnote>
  <w:footnote w:type="continuationSeparator" w:id="0">
    <w:p w:rsidR="004B4C3D" w:rsidRDefault="004B4C3D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56C12"/>
    <w:rsid w:val="004720B5"/>
    <w:rsid w:val="00490A24"/>
    <w:rsid w:val="004A00FE"/>
    <w:rsid w:val="004A6BFA"/>
    <w:rsid w:val="004A772A"/>
    <w:rsid w:val="004B4C3D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45DFF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25FE6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7FC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D1273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219D0"/>
    <w:rsid w:val="00A30643"/>
    <w:rsid w:val="00A31F38"/>
    <w:rsid w:val="00A344BC"/>
    <w:rsid w:val="00A55151"/>
    <w:rsid w:val="00A65DF3"/>
    <w:rsid w:val="00A672B5"/>
    <w:rsid w:val="00A7518B"/>
    <w:rsid w:val="00A7697D"/>
    <w:rsid w:val="00A94956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5C3F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2FD7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03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603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603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A0603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06037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9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201</Words>
  <Characters>1152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2017-03-02T06:22:00Z</cp:lastPrinted>
  <dcterms:created xsi:type="dcterms:W3CDTF">2017-03-03T10:09:00Z</dcterms:created>
  <dcterms:modified xsi:type="dcterms:W3CDTF">2017-03-03T10:09:00Z</dcterms:modified>
</cp:coreProperties>
</file>