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E9" w:rsidRPr="000F20E0" w:rsidRDefault="00E703E9" w:rsidP="006F0F46">
      <w:pPr>
        <w:jc w:val="center"/>
        <w:rPr>
          <w:snapToGrid w:val="0"/>
          <w:spacing w:val="8"/>
          <w:sz w:val="24"/>
        </w:rPr>
      </w:pPr>
      <w:r w:rsidRPr="009A74B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703E9" w:rsidRPr="000F20E0" w:rsidRDefault="00E703E9" w:rsidP="002A4A36">
      <w:pPr>
        <w:spacing w:line="360" w:lineRule="auto"/>
        <w:rPr>
          <w:spacing w:val="8"/>
          <w:sz w:val="12"/>
          <w:szCs w:val="20"/>
        </w:rPr>
      </w:pPr>
    </w:p>
    <w:p w:rsidR="00E703E9" w:rsidRPr="000F20E0" w:rsidRDefault="00E703E9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E703E9" w:rsidRPr="000F20E0" w:rsidRDefault="00E703E9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E703E9" w:rsidRPr="000F20E0" w:rsidRDefault="00E703E9" w:rsidP="002A4A36">
      <w:pPr>
        <w:jc w:val="center"/>
        <w:rPr>
          <w:b/>
          <w:sz w:val="16"/>
          <w:szCs w:val="16"/>
        </w:rPr>
      </w:pPr>
    </w:p>
    <w:p w:rsidR="00E703E9" w:rsidRPr="000F20E0" w:rsidRDefault="00E703E9" w:rsidP="002A4A36">
      <w:pPr>
        <w:jc w:val="center"/>
        <w:rPr>
          <w:b/>
          <w:sz w:val="16"/>
          <w:szCs w:val="16"/>
        </w:rPr>
      </w:pPr>
    </w:p>
    <w:p w:rsidR="00E703E9" w:rsidRPr="000F20E0" w:rsidRDefault="00E703E9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E703E9" w:rsidRPr="000F20E0" w:rsidRDefault="00E703E9" w:rsidP="00BE11DE">
      <w:pPr>
        <w:pStyle w:val="Title"/>
        <w:jc w:val="left"/>
        <w:rPr>
          <w:sz w:val="20"/>
          <w:szCs w:val="20"/>
        </w:rPr>
      </w:pPr>
    </w:p>
    <w:p w:rsidR="00E703E9" w:rsidRPr="000F20E0" w:rsidRDefault="00E703E9" w:rsidP="00BE11DE">
      <w:pPr>
        <w:pStyle w:val="Title"/>
        <w:jc w:val="left"/>
      </w:pPr>
      <w:r>
        <w:rPr>
          <w:szCs w:val="28"/>
        </w:rPr>
        <w:t xml:space="preserve">20 лютого 2017 року       </w:t>
      </w:r>
      <w:r w:rsidRPr="000F79D1">
        <w:rPr>
          <w:szCs w:val="28"/>
        </w:rPr>
        <w:tab/>
      </w:r>
      <w:r w:rsidRPr="000F20E0">
        <w:rPr>
          <w:szCs w:val="28"/>
        </w:rPr>
        <w:t xml:space="preserve"> </w:t>
      </w:r>
      <w:r w:rsidRPr="000F20E0">
        <w:t xml:space="preserve">м. </w:t>
      </w:r>
      <w:r>
        <w:t>Камінь-Каширський</w:t>
      </w:r>
      <w:r>
        <w:tab/>
      </w:r>
      <w:r>
        <w:tab/>
      </w:r>
      <w:r>
        <w:tab/>
      </w:r>
      <w:r>
        <w:tab/>
        <w:t>№ 39</w:t>
      </w:r>
    </w:p>
    <w:p w:rsidR="00E703E9" w:rsidRPr="000F20E0" w:rsidRDefault="00E703E9" w:rsidP="002A4A36">
      <w:pPr>
        <w:pStyle w:val="Title"/>
        <w:jc w:val="left"/>
      </w:pPr>
    </w:p>
    <w:p w:rsidR="00E703E9" w:rsidRPr="000F20E0" w:rsidRDefault="00E703E9" w:rsidP="00B06364">
      <w:pPr>
        <w:jc w:val="center"/>
      </w:pPr>
      <w:r w:rsidRPr="000F20E0">
        <w:t>Про затвердження технічної документації із</w:t>
      </w:r>
    </w:p>
    <w:p w:rsidR="00E703E9" w:rsidRPr="000F20E0" w:rsidRDefault="00E703E9" w:rsidP="00B06364">
      <w:pPr>
        <w:jc w:val="center"/>
      </w:pPr>
      <w:r w:rsidRPr="000F20E0">
        <w:t>землеустрою щодо встановлення меж земельних</w:t>
      </w:r>
    </w:p>
    <w:p w:rsidR="00E703E9" w:rsidRPr="000F20E0" w:rsidRDefault="00E703E9" w:rsidP="00B06364">
      <w:pPr>
        <w:jc w:val="center"/>
      </w:pPr>
      <w:r w:rsidRPr="000F20E0">
        <w:t xml:space="preserve">ділянок частки (паю) колишнього </w:t>
      </w:r>
      <w:r>
        <w:t>АСГ</w:t>
      </w:r>
      <w:r>
        <w:rPr>
          <w:szCs w:val="28"/>
        </w:rPr>
        <w:t xml:space="preserve"> «Правда»</w:t>
      </w:r>
    </w:p>
    <w:p w:rsidR="00E703E9" w:rsidRPr="002F48D8" w:rsidRDefault="00E703E9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E703E9" w:rsidRPr="000F20E0" w:rsidRDefault="00E703E9" w:rsidP="00E41E7E"/>
    <w:p w:rsidR="00E703E9" w:rsidRDefault="00E703E9" w:rsidP="00D246D9">
      <w:pPr>
        <w:ind w:firstLine="708"/>
        <w:jc w:val="both"/>
      </w:pPr>
      <w:r w:rsidRPr="000F20E0">
        <w:t>Розглянувши заяву</w:t>
      </w:r>
      <w:r>
        <w:t xml:space="preserve"> гр. Семенюк К.Н.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колишнього  АСГ  «Правда»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E703E9" w:rsidRDefault="00E703E9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АСГ «Правда»</w:t>
      </w:r>
      <w:r>
        <w:rPr>
          <w:szCs w:val="28"/>
        </w:rPr>
        <w:t xml:space="preserve"> в натурі (на місцевості) </w:t>
      </w:r>
      <w:r>
        <w:t>власниці сертифікату на право на земельну частку (пай) громадянці Семенюк Катерині Никифорівні.</w:t>
      </w:r>
    </w:p>
    <w:p w:rsidR="00E703E9" w:rsidRDefault="00E703E9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колишнього АСГ «Правда»  громадянинці:</w:t>
      </w:r>
    </w:p>
    <w:p w:rsidR="00E703E9" w:rsidRDefault="00E703E9" w:rsidP="009051EE">
      <w:pPr>
        <w:ind w:firstLine="708"/>
        <w:jc w:val="both"/>
        <w:rPr>
          <w:szCs w:val="28"/>
        </w:rPr>
      </w:pPr>
      <w:r>
        <w:t xml:space="preserve">- Семенюк Катерині Никифорівні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АСГ «Правда»</w:t>
      </w:r>
      <w:r>
        <w:rPr>
          <w:szCs w:val="28"/>
        </w:rPr>
        <w:t xml:space="preserve">, кадастрові номери зареєстрованих земельних ділянок: 0721486200:06:000:0054 площею </w:t>
      </w:r>
      <w:smartTag w:uri="urn:schemas-microsoft-com:office:smarttags" w:element="metricconverter">
        <w:smartTagPr>
          <w:attr w:name="ProductID" w:val="0,7608 га"/>
        </w:smartTagPr>
        <w:r>
          <w:rPr>
            <w:szCs w:val="28"/>
          </w:rPr>
          <w:t>0,7608 га</w:t>
        </w:r>
      </w:smartTag>
      <w:r>
        <w:rPr>
          <w:szCs w:val="28"/>
        </w:rPr>
        <w:t xml:space="preserve">, 0721486200:08:000:0047 площею </w:t>
      </w:r>
      <w:smartTag w:uri="urn:schemas-microsoft-com:office:smarttags" w:element="metricconverter">
        <w:smartTagPr>
          <w:attr w:name="ProductID" w:val="1,1753 га"/>
        </w:smartTagPr>
        <w:r>
          <w:rPr>
            <w:szCs w:val="28"/>
          </w:rPr>
          <w:t>1,1753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703E9" w:rsidRDefault="00E703E9" w:rsidP="009051EE">
      <w:pPr>
        <w:ind w:firstLine="708"/>
        <w:jc w:val="both"/>
      </w:pPr>
      <w:r>
        <w:t xml:space="preserve">3. Громадянці Семенюк Катерині Никифорівні право приватної власності на вищевказані земельні ділянки зареєструвати у встановленому законом  порядку. </w:t>
      </w:r>
    </w:p>
    <w:p w:rsidR="00E703E9" w:rsidRDefault="00E703E9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Пнівненській сільській раді внести відповідні зміни в земельно - облікові документи.</w:t>
      </w:r>
    </w:p>
    <w:p w:rsidR="00E703E9" w:rsidRDefault="00E703E9" w:rsidP="009051EE">
      <w:pPr>
        <w:jc w:val="both"/>
        <w:rPr>
          <w:sz w:val="24"/>
          <w:szCs w:val="20"/>
        </w:rPr>
      </w:pPr>
    </w:p>
    <w:p w:rsidR="00E703E9" w:rsidRDefault="00E703E9" w:rsidP="009051EE">
      <w:pPr>
        <w:jc w:val="both"/>
        <w:rPr>
          <w:sz w:val="24"/>
          <w:szCs w:val="20"/>
        </w:rPr>
      </w:pPr>
    </w:p>
    <w:p w:rsidR="00E703E9" w:rsidRPr="00B06364" w:rsidRDefault="00E703E9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E703E9" w:rsidRDefault="00E703E9" w:rsidP="00542D94">
      <w:pPr>
        <w:jc w:val="both"/>
        <w:rPr>
          <w:b/>
        </w:rPr>
      </w:pPr>
      <w:r>
        <w:t xml:space="preserve">Перший заступник голови                                                               </w:t>
      </w:r>
      <w:r>
        <w:rPr>
          <w:b/>
        </w:rPr>
        <w:t>О.МИХАЛІК</w:t>
      </w:r>
    </w:p>
    <w:p w:rsidR="00E703E9" w:rsidRPr="00043ABF" w:rsidRDefault="00E703E9" w:rsidP="00542D94">
      <w:pPr>
        <w:jc w:val="both"/>
        <w:rPr>
          <w:sz w:val="24"/>
        </w:rPr>
      </w:pPr>
    </w:p>
    <w:p w:rsidR="00E703E9" w:rsidRPr="00043ABF" w:rsidRDefault="00E703E9" w:rsidP="00043ABF">
      <w:pPr>
        <w:jc w:val="both"/>
        <w:rPr>
          <w:b/>
          <w:color w:val="FF0000"/>
          <w:sz w:val="24"/>
        </w:rPr>
      </w:pPr>
      <w:r w:rsidRPr="00043ABF">
        <w:rPr>
          <w:sz w:val="24"/>
        </w:rPr>
        <w:t>Нікітчук 23068</w:t>
      </w:r>
    </w:p>
    <w:sectPr w:rsidR="00E703E9" w:rsidRPr="00043ABF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43ABF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11AF3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A74B8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46C7D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703E9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18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18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18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183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B318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3183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312</Words>
  <Characters>1780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2017-02-20T06:57:00Z</cp:lastPrinted>
  <dcterms:created xsi:type="dcterms:W3CDTF">2017-02-22T12:24:00Z</dcterms:created>
  <dcterms:modified xsi:type="dcterms:W3CDTF">2017-02-22T12:24:00Z</dcterms:modified>
</cp:coreProperties>
</file>