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E3" w:rsidRPr="00A05026" w:rsidRDefault="00671DE3" w:rsidP="00F13711">
      <w:pPr>
        <w:jc w:val="center"/>
        <w:rPr>
          <w:snapToGrid w:val="0"/>
          <w:spacing w:val="8"/>
          <w:sz w:val="24"/>
        </w:rPr>
      </w:pPr>
      <w:r w:rsidRPr="00BF0CA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671DE3" w:rsidRPr="00A05026" w:rsidRDefault="00671DE3" w:rsidP="004C50C6">
      <w:pPr>
        <w:jc w:val="center"/>
        <w:rPr>
          <w:snapToGrid w:val="0"/>
          <w:spacing w:val="8"/>
          <w:sz w:val="24"/>
        </w:rPr>
      </w:pPr>
    </w:p>
    <w:p w:rsidR="00671DE3" w:rsidRPr="00A05026" w:rsidRDefault="00671DE3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671DE3" w:rsidRPr="00A05026" w:rsidRDefault="00671DE3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671DE3" w:rsidRPr="00A05026" w:rsidRDefault="00671DE3" w:rsidP="004C50C6">
      <w:pPr>
        <w:jc w:val="center"/>
        <w:rPr>
          <w:b/>
          <w:sz w:val="16"/>
          <w:szCs w:val="16"/>
        </w:rPr>
      </w:pPr>
    </w:p>
    <w:p w:rsidR="00671DE3" w:rsidRPr="00A05026" w:rsidRDefault="00671DE3" w:rsidP="004C50C6">
      <w:pPr>
        <w:jc w:val="center"/>
        <w:rPr>
          <w:b/>
          <w:sz w:val="16"/>
          <w:szCs w:val="16"/>
        </w:rPr>
      </w:pPr>
    </w:p>
    <w:p w:rsidR="00671DE3" w:rsidRPr="00A05026" w:rsidRDefault="00671DE3" w:rsidP="004C50C6">
      <w:pPr>
        <w:pStyle w:val="Heading1"/>
      </w:pPr>
      <w:r w:rsidRPr="00A05026">
        <w:t>РОЗПОРЯДЖЕННЯ</w:t>
      </w:r>
    </w:p>
    <w:p w:rsidR="00671DE3" w:rsidRPr="00A05026" w:rsidRDefault="00671DE3" w:rsidP="004C50C6">
      <w:pPr>
        <w:pStyle w:val="Title"/>
        <w:jc w:val="left"/>
        <w:rPr>
          <w:sz w:val="20"/>
          <w:szCs w:val="20"/>
        </w:rPr>
      </w:pPr>
    </w:p>
    <w:p w:rsidR="00671DE3" w:rsidRPr="00A05026" w:rsidRDefault="00671DE3" w:rsidP="004C50C6">
      <w:pPr>
        <w:pStyle w:val="Title"/>
        <w:jc w:val="left"/>
        <w:rPr>
          <w:sz w:val="20"/>
          <w:szCs w:val="20"/>
        </w:rPr>
      </w:pPr>
    </w:p>
    <w:p w:rsidR="00671DE3" w:rsidRPr="00A05026" w:rsidRDefault="00671DE3" w:rsidP="004C50C6">
      <w:pPr>
        <w:pStyle w:val="Title"/>
        <w:jc w:val="left"/>
      </w:pPr>
      <w:r>
        <w:rPr>
          <w:szCs w:val="28"/>
        </w:rPr>
        <w:t xml:space="preserve">20 лютого 2017 року      </w:t>
      </w:r>
      <w:r w:rsidRPr="00A05026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№ 38</w:t>
      </w:r>
    </w:p>
    <w:p w:rsidR="00671DE3" w:rsidRPr="00A05026" w:rsidRDefault="00671DE3" w:rsidP="00163BDD">
      <w:pPr>
        <w:jc w:val="both"/>
      </w:pPr>
    </w:p>
    <w:p w:rsidR="00671DE3" w:rsidRPr="00A05026" w:rsidRDefault="00671DE3" w:rsidP="00A05026">
      <w:pPr>
        <w:jc w:val="center"/>
      </w:pPr>
    </w:p>
    <w:p w:rsidR="00671DE3" w:rsidRPr="00A05026" w:rsidRDefault="00671DE3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Матвійчуку П.В.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671DE3" w:rsidRPr="00A05026" w:rsidRDefault="00671DE3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671DE3" w:rsidRDefault="00671DE3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671DE3" w:rsidRPr="00A05026" w:rsidRDefault="00671DE3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671DE3" w:rsidRPr="00A05026" w:rsidRDefault="00671DE3" w:rsidP="001B6D24"/>
    <w:p w:rsidR="00671DE3" w:rsidRPr="00A05026" w:rsidRDefault="00671DE3" w:rsidP="001B6D24">
      <w:r>
        <w:t xml:space="preserve"> </w:t>
      </w:r>
    </w:p>
    <w:p w:rsidR="00671DE3" w:rsidRPr="00A05026" w:rsidRDefault="00671DE3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</w:t>
      </w:r>
      <w:r>
        <w:rPr>
          <w:szCs w:val="28"/>
        </w:rPr>
        <w:t xml:space="preserve">  ім.Щорса 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671DE3" w:rsidRPr="00A05026" w:rsidRDefault="00671DE3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671DE3" w:rsidRPr="00A05026" w:rsidRDefault="00671DE3" w:rsidP="00A05026">
      <w:pPr>
        <w:ind w:firstLine="708"/>
        <w:jc w:val="both"/>
      </w:pPr>
      <w:r w:rsidRPr="00A05026">
        <w:t xml:space="preserve">- </w:t>
      </w:r>
      <w:r>
        <w:t>Матвійчуку Петру Васильовичу, власнику сертифіката</w:t>
      </w:r>
      <w:r w:rsidRPr="00A05026">
        <w:t xml:space="preserve"> на право на земельну частку (пай) серії ВЛ №</w:t>
      </w:r>
      <w:r>
        <w:t xml:space="preserve"> 0208970.</w:t>
      </w:r>
    </w:p>
    <w:p w:rsidR="00671DE3" w:rsidRPr="00A05026" w:rsidRDefault="00671DE3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671DE3" w:rsidRPr="00A05026" w:rsidRDefault="00671DE3" w:rsidP="001B6D24"/>
    <w:p w:rsidR="00671DE3" w:rsidRPr="00A05026" w:rsidRDefault="00671DE3" w:rsidP="001B6D24"/>
    <w:p w:rsidR="00671DE3" w:rsidRPr="00A05026" w:rsidRDefault="00671DE3" w:rsidP="001B6D24"/>
    <w:p w:rsidR="00671DE3" w:rsidRPr="00A05026" w:rsidRDefault="00671DE3" w:rsidP="001B6D24"/>
    <w:p w:rsidR="00671DE3" w:rsidRPr="00A05026" w:rsidRDefault="00671DE3" w:rsidP="001B6D24"/>
    <w:p w:rsidR="00671DE3" w:rsidRPr="00A05026" w:rsidRDefault="00671DE3" w:rsidP="001B6D24">
      <w:r>
        <w:t>Перший заступник голови</w:t>
      </w:r>
      <w:r w:rsidRPr="00A05026">
        <w:t xml:space="preserve">                                                         </w:t>
      </w:r>
      <w:r>
        <w:t xml:space="preserve">  </w:t>
      </w:r>
      <w:r w:rsidRPr="00400AFD">
        <w:rPr>
          <w:b/>
        </w:rPr>
        <w:t>О.МИХАЛІК</w:t>
      </w:r>
    </w:p>
    <w:p w:rsidR="00671DE3" w:rsidRPr="00A05026" w:rsidRDefault="00671DE3" w:rsidP="001B6D24"/>
    <w:p w:rsidR="00671DE3" w:rsidRPr="00400AFD" w:rsidRDefault="00671DE3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671DE3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DE3" w:rsidRDefault="00671DE3" w:rsidP="00D113DB">
      <w:r>
        <w:separator/>
      </w:r>
    </w:p>
  </w:endnote>
  <w:endnote w:type="continuationSeparator" w:id="0">
    <w:p w:rsidR="00671DE3" w:rsidRDefault="00671DE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DE3" w:rsidRDefault="00671DE3" w:rsidP="00D113DB">
      <w:r>
        <w:separator/>
      </w:r>
    </w:p>
  </w:footnote>
  <w:footnote w:type="continuationSeparator" w:id="0">
    <w:p w:rsidR="00671DE3" w:rsidRDefault="00671DE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208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5E81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74B6F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1DE3"/>
    <w:rsid w:val="006738DC"/>
    <w:rsid w:val="006761ED"/>
    <w:rsid w:val="006912E5"/>
    <w:rsid w:val="006A33E9"/>
    <w:rsid w:val="006D7147"/>
    <w:rsid w:val="006E038B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0CA1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F9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F9F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F9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82F9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82F9F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198</Words>
  <Characters>1133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2017-02-20T13:48:00Z</cp:lastPrinted>
  <dcterms:created xsi:type="dcterms:W3CDTF">2017-02-22T12:17:00Z</dcterms:created>
  <dcterms:modified xsi:type="dcterms:W3CDTF">2017-02-22T12:17:00Z</dcterms:modified>
</cp:coreProperties>
</file>