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75" w:rsidRPr="00A05026" w:rsidRDefault="008B2C75" w:rsidP="00F13711">
      <w:pPr>
        <w:jc w:val="center"/>
        <w:rPr>
          <w:snapToGrid w:val="0"/>
          <w:spacing w:val="8"/>
          <w:sz w:val="24"/>
        </w:rPr>
      </w:pPr>
      <w:r w:rsidRPr="006F5E8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8B2C75" w:rsidRPr="00A05026" w:rsidRDefault="008B2C75" w:rsidP="004C50C6">
      <w:pPr>
        <w:jc w:val="center"/>
        <w:rPr>
          <w:snapToGrid w:val="0"/>
          <w:spacing w:val="8"/>
          <w:sz w:val="24"/>
        </w:rPr>
      </w:pPr>
    </w:p>
    <w:p w:rsidR="008B2C75" w:rsidRPr="00A05026" w:rsidRDefault="008B2C75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8B2C75" w:rsidRPr="00A05026" w:rsidRDefault="008B2C75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8B2C75" w:rsidRPr="00A05026" w:rsidRDefault="008B2C75" w:rsidP="004C50C6">
      <w:pPr>
        <w:jc w:val="center"/>
        <w:rPr>
          <w:b/>
          <w:sz w:val="16"/>
          <w:szCs w:val="16"/>
        </w:rPr>
      </w:pPr>
    </w:p>
    <w:p w:rsidR="008B2C75" w:rsidRPr="00A05026" w:rsidRDefault="008B2C75" w:rsidP="004C50C6">
      <w:pPr>
        <w:jc w:val="center"/>
        <w:rPr>
          <w:b/>
          <w:sz w:val="16"/>
          <w:szCs w:val="16"/>
        </w:rPr>
      </w:pPr>
    </w:p>
    <w:p w:rsidR="008B2C75" w:rsidRPr="00A05026" w:rsidRDefault="008B2C75" w:rsidP="004C50C6">
      <w:pPr>
        <w:pStyle w:val="Heading1"/>
      </w:pPr>
      <w:r w:rsidRPr="00A05026">
        <w:t>РОЗПОРЯДЖЕННЯ</w:t>
      </w:r>
    </w:p>
    <w:p w:rsidR="008B2C75" w:rsidRPr="00A05026" w:rsidRDefault="008B2C75" w:rsidP="004C50C6">
      <w:pPr>
        <w:pStyle w:val="Title"/>
        <w:jc w:val="left"/>
        <w:rPr>
          <w:sz w:val="20"/>
          <w:szCs w:val="20"/>
        </w:rPr>
      </w:pPr>
    </w:p>
    <w:p w:rsidR="008B2C75" w:rsidRPr="00A05026" w:rsidRDefault="008B2C75" w:rsidP="004C50C6">
      <w:pPr>
        <w:pStyle w:val="Title"/>
        <w:jc w:val="left"/>
        <w:rPr>
          <w:sz w:val="20"/>
          <w:szCs w:val="20"/>
        </w:rPr>
      </w:pPr>
    </w:p>
    <w:p w:rsidR="008B2C75" w:rsidRPr="00A05026" w:rsidRDefault="008B2C75" w:rsidP="004C50C6">
      <w:pPr>
        <w:pStyle w:val="Title"/>
        <w:jc w:val="left"/>
      </w:pPr>
      <w:r>
        <w:rPr>
          <w:szCs w:val="28"/>
        </w:rPr>
        <w:t xml:space="preserve">20 лютого 2017 року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№ 37</w:t>
      </w:r>
    </w:p>
    <w:p w:rsidR="008B2C75" w:rsidRPr="00A05026" w:rsidRDefault="008B2C75" w:rsidP="00163BDD">
      <w:pPr>
        <w:jc w:val="both"/>
      </w:pPr>
    </w:p>
    <w:p w:rsidR="008B2C75" w:rsidRPr="00A05026" w:rsidRDefault="008B2C75" w:rsidP="00A05026">
      <w:pPr>
        <w:jc w:val="center"/>
      </w:pPr>
    </w:p>
    <w:p w:rsidR="008B2C75" w:rsidRPr="00A05026" w:rsidRDefault="008B2C75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Фарині Н.А.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8B2C75" w:rsidRPr="00A05026" w:rsidRDefault="008B2C75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8B2C75" w:rsidRPr="00A05026" w:rsidRDefault="008B2C75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8B2C75" w:rsidRPr="00A05026" w:rsidRDefault="008B2C75" w:rsidP="00A05026">
      <w:pPr>
        <w:jc w:val="center"/>
        <w:rPr>
          <w:szCs w:val="28"/>
        </w:rPr>
      </w:pPr>
      <w:r>
        <w:rPr>
          <w:szCs w:val="28"/>
        </w:rPr>
        <w:t xml:space="preserve">АСГ </w:t>
      </w:r>
      <w:r w:rsidRPr="00A05026">
        <w:rPr>
          <w:szCs w:val="28"/>
        </w:rPr>
        <w:t>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8B2C75" w:rsidRPr="00A05026" w:rsidRDefault="008B2C75" w:rsidP="001B6D24"/>
    <w:p w:rsidR="008B2C75" w:rsidRPr="00A05026" w:rsidRDefault="008B2C75" w:rsidP="001B6D24">
      <w:r>
        <w:t xml:space="preserve"> </w:t>
      </w:r>
    </w:p>
    <w:p w:rsidR="008B2C75" w:rsidRPr="00A05026" w:rsidRDefault="008B2C75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>ої АСГ</w:t>
      </w:r>
      <w:r w:rsidRPr="00A05026">
        <w:rPr>
          <w:szCs w:val="28"/>
        </w:rPr>
        <w:t xml:space="preserve"> «</w:t>
      </w:r>
      <w:r>
        <w:rPr>
          <w:szCs w:val="28"/>
        </w:rPr>
        <w:t>Правда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8B2C75" w:rsidRPr="00A05026" w:rsidRDefault="008B2C75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колишньої АСГ</w:t>
      </w:r>
      <w:r w:rsidRPr="00A05026">
        <w:rPr>
          <w:szCs w:val="28"/>
        </w:rPr>
        <w:t xml:space="preserve"> 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Пнівненської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8B2C75" w:rsidRPr="00A05026" w:rsidRDefault="008B2C75" w:rsidP="00A05026">
      <w:pPr>
        <w:ind w:firstLine="708"/>
        <w:jc w:val="both"/>
      </w:pPr>
      <w:r w:rsidRPr="00A05026">
        <w:t xml:space="preserve">- </w:t>
      </w:r>
      <w:r>
        <w:t>Фарині Надії Антонівні, власнику сертифіката</w:t>
      </w:r>
      <w:r w:rsidRPr="00A05026">
        <w:t xml:space="preserve"> на право на земельну частку (пай) серії ВЛ № </w:t>
      </w:r>
      <w:r>
        <w:t>0260295.</w:t>
      </w:r>
    </w:p>
    <w:p w:rsidR="008B2C75" w:rsidRPr="00A05026" w:rsidRDefault="008B2C75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8B2C75" w:rsidRPr="00A05026" w:rsidRDefault="008B2C75" w:rsidP="001B6D24"/>
    <w:p w:rsidR="008B2C75" w:rsidRPr="00A05026" w:rsidRDefault="008B2C75" w:rsidP="001B6D24"/>
    <w:p w:rsidR="008B2C75" w:rsidRPr="00A05026" w:rsidRDefault="008B2C75" w:rsidP="001B6D24"/>
    <w:p w:rsidR="008B2C75" w:rsidRPr="00A05026" w:rsidRDefault="008B2C75" w:rsidP="001B6D24"/>
    <w:p w:rsidR="008B2C75" w:rsidRPr="00A05026" w:rsidRDefault="008B2C75" w:rsidP="001B6D24"/>
    <w:p w:rsidR="008B2C75" w:rsidRPr="00A05026" w:rsidRDefault="008B2C75" w:rsidP="001B6D24">
      <w:r>
        <w:t>Перший заступник голови</w:t>
      </w:r>
      <w:r w:rsidRPr="00A05026">
        <w:t xml:space="preserve">                                                         </w:t>
      </w:r>
      <w:r>
        <w:t xml:space="preserve">  </w:t>
      </w:r>
      <w:r w:rsidRPr="00400AFD">
        <w:rPr>
          <w:b/>
        </w:rPr>
        <w:t>О.МИХАЛІК</w:t>
      </w:r>
    </w:p>
    <w:p w:rsidR="008B2C75" w:rsidRPr="00A05026" w:rsidRDefault="008B2C75" w:rsidP="001B6D24"/>
    <w:p w:rsidR="008B2C75" w:rsidRPr="00400AFD" w:rsidRDefault="008B2C75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sectPr w:rsidR="008B2C75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C75" w:rsidRDefault="008B2C75" w:rsidP="00D113DB">
      <w:r>
        <w:separator/>
      </w:r>
    </w:p>
  </w:endnote>
  <w:endnote w:type="continuationSeparator" w:id="0">
    <w:p w:rsidR="008B2C75" w:rsidRDefault="008B2C75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C75" w:rsidRDefault="008B2C75" w:rsidP="00D113DB">
      <w:r>
        <w:separator/>
      </w:r>
    </w:p>
  </w:footnote>
  <w:footnote w:type="continuationSeparator" w:id="0">
    <w:p w:rsidR="008B2C75" w:rsidRDefault="008B2C75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4555B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6F5E8A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85B4D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673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B2C75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2FD7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0D8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0D82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0D82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100D82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00D82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49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195</Words>
  <Characters>1112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2017-02-20T13:40:00Z</cp:lastPrinted>
  <dcterms:created xsi:type="dcterms:W3CDTF">2017-02-22T12:09:00Z</dcterms:created>
  <dcterms:modified xsi:type="dcterms:W3CDTF">2017-02-22T12:09:00Z</dcterms:modified>
</cp:coreProperties>
</file>