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3CB" w:rsidRPr="00EB6D70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F053CB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F053CB" w:rsidRPr="00EB6D70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F053CB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F053CB" w:rsidRPr="00EB6D70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F053CB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F053CB" w:rsidRPr="001F0FA8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Камінь-Каширська районна державна адміністрація</w:t>
      </w:r>
      <w:r w:rsidRPr="00B132C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від 21 грудня 2017 року № 367</w:t>
      </w:r>
    </w:p>
    <w:p w:rsidR="00F053CB" w:rsidRPr="0037187E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F053CB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F053CB" w:rsidRPr="0037187E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F053CB" w:rsidRPr="00173A50" w:rsidRDefault="00F053CB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21.12.2017  № 77</w:t>
      </w:r>
    </w:p>
    <w:p w:rsidR="00F053CB" w:rsidRDefault="00F053CB" w:rsidP="006578CE">
      <w:pPr>
        <w:ind w:firstLine="0"/>
        <w:jc w:val="both"/>
        <w:rPr>
          <w:b/>
          <w:bCs/>
          <w:lang w:val="uk-UA"/>
        </w:rPr>
      </w:pPr>
    </w:p>
    <w:p w:rsidR="00F053CB" w:rsidRPr="00C6422E" w:rsidRDefault="00F053CB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  <w:r w:rsidRPr="00E31F3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F053CB" w:rsidRPr="00EB6D70" w:rsidRDefault="00F053CB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2017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F053CB" w:rsidRPr="00D76DDD" w:rsidRDefault="00F053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03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    Районна державна адміністрація </w:t>
      </w:r>
    </w:p>
    <w:p w:rsidR="00F053CB" w:rsidRPr="00EB6D70" w:rsidRDefault="00F053CB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F053CB" w:rsidRPr="00D76DDD" w:rsidRDefault="00F053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   </w:t>
      </w:r>
      <w:r>
        <w:rPr>
          <w:rFonts w:ascii="Times New Roman" w:hAnsi="Times New Roman"/>
          <w:sz w:val="28"/>
          <w:szCs w:val="28"/>
          <w:lang w:val="uk-UA"/>
        </w:rPr>
        <w:tab/>
        <w:t>731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Pr="00C873EF">
        <w:rPr>
          <w:rFonts w:ascii="Times New Roman" w:hAnsi="Times New Roman"/>
          <w:sz w:val="28"/>
          <w:szCs w:val="28"/>
          <w:u w:val="single"/>
          <w:lang w:val="uk-UA"/>
        </w:rPr>
        <w:t xml:space="preserve">    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>Центральна районна лікарня</w:t>
      </w:r>
    </w:p>
    <w:p w:rsidR="00F053CB" w:rsidRPr="00C873EF" w:rsidRDefault="00F053CB" w:rsidP="0078244B">
      <w:pPr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F053CB" w:rsidRDefault="00F053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731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0312010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Багатопрофільна стаціонарна медична допомога населенню</w:t>
      </w:r>
    </w:p>
    <w:p w:rsidR="00F053CB" w:rsidRPr="00C873EF" w:rsidRDefault="00F053CB" w:rsidP="0078244B">
      <w:pPr>
        <w:spacing w:line="240" w:lineRule="auto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873EF">
        <w:rPr>
          <w:rFonts w:ascii="Times New Roman" w:hAnsi="Times New Roman"/>
          <w:lang w:val="uk-UA"/>
        </w:rPr>
        <w:t xml:space="preserve">(КПКВК МБ)             </w:t>
      </w:r>
      <w:r>
        <w:rPr>
          <w:rFonts w:ascii="Times New Roman" w:hAnsi="Times New Roman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(КФКВК)</w:t>
      </w:r>
      <w:r w:rsidRPr="00C873EF">
        <w:rPr>
          <w:rFonts w:ascii="Times New Roman" w:hAnsi="Times New Roman"/>
          <w:vertAlign w:val="superscript"/>
          <w:lang w:val="uk-UA"/>
        </w:rPr>
        <w:t>1</w:t>
      </w:r>
      <w:r w:rsidRPr="00C873EF">
        <w:rPr>
          <w:rFonts w:ascii="Times New Roman" w:hAnsi="Times New Roman"/>
          <w:lang w:val="uk-UA"/>
        </w:rPr>
        <w:t xml:space="preserve"> </w:t>
      </w:r>
      <w:r w:rsidRPr="00C873EF">
        <w:rPr>
          <w:rFonts w:ascii="Times New Roman" w:hAnsi="Times New Roman"/>
          <w:lang w:val="uk-UA"/>
        </w:rPr>
        <w:tab/>
      </w:r>
      <w:r w:rsidRPr="00C873EF">
        <w:rPr>
          <w:rFonts w:ascii="Times New Roman" w:hAnsi="Times New Roman"/>
          <w:lang w:val="uk-UA"/>
        </w:rPr>
        <w:tab/>
        <w:t xml:space="preserve">        </w:t>
      </w:r>
      <w:r>
        <w:rPr>
          <w:rFonts w:ascii="Times New Roman" w:hAnsi="Times New Roman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F053CB" w:rsidRPr="0037187E" w:rsidRDefault="00F053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>Обсяг бюджетних п</w:t>
      </w:r>
      <w:r>
        <w:rPr>
          <w:rFonts w:ascii="Times New Roman" w:hAnsi="Times New Roman"/>
          <w:sz w:val="28"/>
          <w:szCs w:val="28"/>
          <w:lang w:val="uk-UA"/>
        </w:rPr>
        <w:t xml:space="preserve">ризначень/бюджетних асигнувань </w:t>
      </w:r>
      <w:r w:rsidRPr="00173A50">
        <w:rPr>
          <w:rFonts w:ascii="Times New Roman" w:hAnsi="Times New Roman"/>
          <w:sz w:val="28"/>
          <w:szCs w:val="28"/>
        </w:rPr>
        <w:t xml:space="preserve">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AF281A">
        <w:rPr>
          <w:rFonts w:ascii="Times New Roman" w:hAnsi="Times New Roman"/>
          <w:sz w:val="28"/>
          <w:szCs w:val="28"/>
          <w:u w:val="single"/>
        </w:rPr>
        <w:t>922</w:t>
      </w:r>
      <w:r w:rsidRPr="00362961">
        <w:rPr>
          <w:rFonts w:ascii="Times New Roman" w:hAnsi="Times New Roman"/>
          <w:sz w:val="28"/>
          <w:szCs w:val="28"/>
          <w:u w:val="single"/>
        </w:rPr>
        <w:t>6</w:t>
      </w:r>
      <w:r w:rsidRPr="003525DD">
        <w:rPr>
          <w:rFonts w:ascii="Times New Roman" w:hAnsi="Times New Roman"/>
          <w:sz w:val="28"/>
          <w:szCs w:val="28"/>
          <w:u w:val="single"/>
        </w:rPr>
        <w:t>.03</w:t>
      </w:r>
      <w:r w:rsidRPr="00173A50">
        <w:rPr>
          <w:rFonts w:ascii="Times New Roman" w:hAnsi="Times New Roman"/>
          <w:sz w:val="28"/>
          <w:szCs w:val="28"/>
        </w:rPr>
        <w:t xml:space="preserve"> 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гривень, у тому числі загального фонду -</w:t>
      </w:r>
    </w:p>
    <w:p w:rsidR="00F053CB" w:rsidRPr="0037187E" w:rsidRDefault="00F053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405D1">
        <w:rPr>
          <w:rFonts w:ascii="Times New Roman" w:hAnsi="Times New Roman"/>
          <w:sz w:val="28"/>
          <w:szCs w:val="28"/>
          <w:u w:val="single"/>
          <w:lang w:val="uk-UA"/>
        </w:rPr>
        <w:t>35</w:t>
      </w:r>
      <w:r w:rsidRPr="001458A3">
        <w:rPr>
          <w:rFonts w:ascii="Times New Roman" w:hAnsi="Times New Roman"/>
          <w:sz w:val="28"/>
          <w:szCs w:val="28"/>
          <w:u w:val="single"/>
        </w:rPr>
        <w:t>5</w:t>
      </w:r>
      <w:r w:rsidRPr="003525DD">
        <w:rPr>
          <w:rFonts w:ascii="Times New Roman" w:hAnsi="Times New Roman"/>
          <w:sz w:val="28"/>
          <w:szCs w:val="28"/>
          <w:u w:val="single"/>
        </w:rPr>
        <w:t>66.03</w:t>
      </w:r>
      <w:r w:rsidRPr="00AF281A">
        <w:rPr>
          <w:rFonts w:ascii="Times New Roman" w:hAnsi="Times New Roman"/>
          <w:sz w:val="28"/>
          <w:szCs w:val="28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тис. гривень та спеціального фонду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F0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AF281A">
        <w:rPr>
          <w:rFonts w:ascii="Times New Roman" w:hAnsi="Times New Roman"/>
          <w:sz w:val="28"/>
          <w:szCs w:val="28"/>
          <w:u w:val="single"/>
        </w:rPr>
        <w:t>660</w:t>
      </w:r>
      <w:r w:rsidRPr="001458A3">
        <w:rPr>
          <w:rFonts w:ascii="Times New Roman" w:hAnsi="Times New Roman"/>
          <w:sz w:val="28"/>
          <w:szCs w:val="28"/>
          <w:u w:val="single"/>
        </w:rPr>
        <w:t>.</w:t>
      </w:r>
      <w:r w:rsidRPr="00C00CF6"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1F0FA8">
        <w:rPr>
          <w:rFonts w:ascii="Times New Roman" w:hAnsi="Times New Roman"/>
          <w:sz w:val="28"/>
          <w:szCs w:val="28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гривень.</w:t>
      </w:r>
    </w:p>
    <w:p w:rsidR="00F053CB" w:rsidRPr="00250B27" w:rsidRDefault="00F053CB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</w:t>
      </w:r>
      <w:r>
        <w:rPr>
          <w:rFonts w:ascii="Times New Roman" w:hAnsi="Times New Roman"/>
          <w:sz w:val="28"/>
          <w:szCs w:val="28"/>
          <w:lang w:val="uk-UA"/>
        </w:rPr>
        <w:t xml:space="preserve">рами: </w:t>
      </w:r>
    </w:p>
    <w:p w:rsidR="00F053CB" w:rsidRPr="00D76DDD" w:rsidRDefault="00F053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Підвищення якості медичного обслуговування населення України та його доступності, запровадження європейських стандартів забезпечення права громадян на медичну допомогу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uk-UA"/>
        </w:rPr>
        <w:t>.</w:t>
      </w:r>
    </w:p>
    <w:p w:rsidR="00F053CB" w:rsidRPr="0037187E" w:rsidRDefault="00F053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F053CB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C554B6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C554B6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C554B6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C554B6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F053CB" w:rsidRPr="00C554B6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731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0312010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C554B6" w:rsidRDefault="00F053CB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78244B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Багатопрофільна стаціонарна медична допомога населенню</w:t>
            </w:r>
          </w:p>
        </w:tc>
      </w:tr>
    </w:tbl>
    <w:p w:rsidR="00F053CB" w:rsidRPr="00977492" w:rsidRDefault="00F053CB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F053CB" w:rsidRPr="0037187E" w:rsidRDefault="00F053CB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tbl>
      <w:tblPr>
        <w:tblW w:w="13440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336"/>
        <w:gridCol w:w="3861"/>
        <w:gridCol w:w="1701"/>
        <w:gridCol w:w="2199"/>
        <w:gridCol w:w="2029"/>
      </w:tblGrid>
      <w:tr w:rsidR="00F053CB" w:rsidRPr="00C554B6" w:rsidTr="000A63F8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262064" w:rsidRDefault="00F053CB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F053CB" w:rsidRPr="00262064" w:rsidRDefault="00F053CB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262064" w:rsidRDefault="00F053CB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262064" w:rsidRDefault="00F053CB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262064" w:rsidRDefault="00F053CB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262064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F053CB" w:rsidRPr="00262064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262064" w:rsidRDefault="00F053CB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F053CB" w:rsidRPr="00262064" w:rsidRDefault="00F053CB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F053CB" w:rsidRPr="003851E1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F053CB" w:rsidRPr="00C554B6" w:rsidTr="000A63F8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262064" w:rsidRDefault="00F053CB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262064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262064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262064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262064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262064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262064" w:rsidRDefault="00F053CB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F053CB" w:rsidRPr="00C554B6" w:rsidTr="000A63F8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731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A068ED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0312010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A068ED" w:rsidRDefault="00F053CB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Багатопрофільна стаціонарна медична  допомога  населенню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13D28" w:rsidRDefault="00F053CB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35566.03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1458A3" w:rsidRDefault="00F053CB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3660.00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13D28" w:rsidRDefault="00F053CB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9226.03</w:t>
            </w:r>
          </w:p>
        </w:tc>
      </w:tr>
      <w:tr w:rsidR="00F053CB" w:rsidRPr="00C554B6" w:rsidTr="000A63F8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262064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262064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262064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262064" w:rsidRDefault="00F053CB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262064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262064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262064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53CB" w:rsidRPr="00E10C08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F053CB" w:rsidRPr="00E10C08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F053CB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F053CB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F053CB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A068ED" w:rsidRDefault="00F053CB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A068ED" w:rsidRDefault="00F053CB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A068ED" w:rsidRDefault="00F053CB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3CB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C554B6" w:rsidRDefault="00F053CB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F053CB" w:rsidRPr="000867EF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tbl>
      <w:tblPr>
        <w:tblW w:w="12500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3544"/>
        <w:gridCol w:w="2300"/>
        <w:gridCol w:w="2180"/>
        <w:gridCol w:w="2060"/>
      </w:tblGrid>
      <w:tr w:rsidR="00F053CB" w:rsidRPr="00C554B6" w:rsidTr="000867EF">
        <w:trPr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0867EF" w:rsidRDefault="00F053CB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F053CB" w:rsidRPr="000867EF" w:rsidRDefault="00F053CB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0867EF" w:rsidRDefault="00F053CB" w:rsidP="0078244B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F053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F053CB" w:rsidRPr="00C554B6" w:rsidTr="000867EF">
        <w:trPr>
          <w:trHeight w:val="35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5D1CB7" w:rsidRDefault="00F053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Затрати 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53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5D1CB7" w:rsidRDefault="00F053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установ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F053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5D1CB7" w:rsidRDefault="00F053CB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Штатний розпис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498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,25</w:t>
            </w:r>
          </w:p>
        </w:tc>
      </w:tr>
      <w:tr w:rsidR="00F053CB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т.ч. лікарів, од.;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,5</w:t>
            </w:r>
          </w:p>
        </w:tc>
      </w:tr>
      <w:tr w:rsidR="00F053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середнього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212</w:t>
            </w:r>
          </w:p>
        </w:tc>
      </w:tr>
      <w:tr w:rsidR="00F053CB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молодшого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133,75</w:t>
            </w:r>
          </w:p>
        </w:tc>
      </w:tr>
      <w:tr w:rsidR="00F053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спеціалістів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</w:p>
        </w:tc>
      </w:tr>
      <w:tr w:rsidR="00F053CB" w:rsidRPr="00C554B6" w:rsidTr="000867EF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обслуговуючого персоналу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D1CB7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36</w:t>
            </w:r>
          </w:p>
        </w:tc>
      </w:tr>
      <w:tr w:rsidR="00F053CB" w:rsidRPr="00C554B6" w:rsidTr="000867EF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0867EF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DD4A24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звичайних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DD4A24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DD4A24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DD4A24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236</w:t>
            </w: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денних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561048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Продукту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звичайних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76,08</w:t>
            </w: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денних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20,0</w:t>
            </w: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лікарських відвідувань (у поліклінічних відділеннях лікарень), осіб;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пролікованих хворих у стаціонарі, осіб.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8E083A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Ефективності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звичайних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денних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053CB" w:rsidRPr="00C554B6" w:rsidTr="000867EF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0867EF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Середня тривалість лікування у стаціонарі, днів.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розрахункова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F053CB" w:rsidRPr="00F23DAF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lang w:val="uk-UA"/>
        </w:rPr>
      </w:pP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F053CB" w:rsidRPr="00977492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77492">
        <w:rPr>
          <w:rFonts w:ascii="Times New Roman" w:hAnsi="Times New Roman"/>
          <w:sz w:val="28"/>
          <w:lang w:val="uk-UA"/>
        </w:rPr>
        <w:t>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939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F053CB" w:rsidRPr="00C554B6" w:rsidTr="00977492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F053CB" w:rsidRPr="00C554B6" w:rsidTr="00977492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977492">
              <w:rPr>
                <w:rFonts w:ascii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F053CB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F053CB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F053CB" w:rsidRPr="00C554B6" w:rsidTr="00977492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F053CB" w:rsidRPr="00C554B6" w:rsidTr="00977492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F053CB" w:rsidRPr="00C554B6" w:rsidTr="00977492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53CB" w:rsidRPr="00495D4B" w:rsidRDefault="00F053CB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F053CB" w:rsidRPr="00C554B6" w:rsidTr="00977492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F053CB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F053CB" w:rsidRPr="00C554B6" w:rsidTr="00977492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F053CB" w:rsidRPr="00C554B6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53CB" w:rsidRPr="00495D4B" w:rsidRDefault="00F053CB" w:rsidP="0078244B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Pr="006578CE" w:rsidRDefault="00F053CB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F053CB" w:rsidRPr="006578CE" w:rsidRDefault="00F053CB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F053CB" w:rsidRPr="006578CE" w:rsidRDefault="00F053CB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  <w:sz w:val="28"/>
        </w:rPr>
      </w:pPr>
      <w:r w:rsidRPr="006578CE">
        <w:rPr>
          <w:rFonts w:ascii="Times New Roman" w:hAnsi="Times New Roman"/>
          <w:sz w:val="28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Pr="00977492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lang w:val="uk-UA"/>
        </w:rPr>
        <w:t xml:space="preserve">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 </w:t>
      </w:r>
      <w:r w:rsidRPr="008C30BC">
        <w:rPr>
          <w:rFonts w:ascii="Times New Roman" w:hAnsi="Times New Roman"/>
          <w:sz w:val="28"/>
          <w:lang w:val="uk-UA"/>
        </w:rPr>
        <w:t xml:space="preserve">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В.С. Дунайчук  </w:t>
      </w:r>
    </w:p>
    <w:p w:rsidR="00F053CB" w:rsidRPr="00977492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бюджетних коштів__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</w:t>
      </w:r>
      <w:r w:rsidRPr="0082196E">
        <w:rPr>
          <w:rFonts w:ascii="Times New Roman" w:hAnsi="Times New Roman"/>
          <w:lang w:val="uk-UA"/>
        </w:rPr>
        <w:t xml:space="preserve">(підпис)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 xml:space="preserve"> (ініціали та прізвище)</w:t>
      </w: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Pr="00977492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                            </w:t>
      </w:r>
      <w:r w:rsidRPr="008C30BC">
        <w:rPr>
          <w:rFonts w:ascii="Times New Roman" w:hAnsi="Times New Roman"/>
          <w:sz w:val="28"/>
          <w:lang w:val="uk-UA"/>
        </w:rPr>
        <w:t xml:space="preserve">     </w:t>
      </w:r>
      <w:r w:rsidRPr="008C30BC">
        <w:rPr>
          <w:rFonts w:ascii="Times New Roman" w:hAnsi="Times New Roman"/>
          <w:sz w:val="28"/>
          <w:u w:val="single"/>
          <w:lang w:val="uk-UA"/>
        </w:rPr>
        <w:t xml:space="preserve"> В.Г. Бортнійчук</w:t>
      </w:r>
    </w:p>
    <w:p w:rsidR="00F053CB" w:rsidRPr="0082196E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фінансового органу__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      </w:t>
      </w:r>
      <w:r w:rsidRPr="0082196E">
        <w:rPr>
          <w:rFonts w:ascii="Times New Roman" w:hAnsi="Times New Roman"/>
          <w:lang w:val="uk-UA"/>
        </w:rPr>
        <w:t xml:space="preserve">(підпис)    </w:t>
      </w:r>
      <w:r>
        <w:rPr>
          <w:rFonts w:ascii="Times New Roman" w:hAnsi="Times New Roman"/>
          <w:lang w:val="uk-UA"/>
        </w:rPr>
        <w:t xml:space="preserve">              </w:t>
      </w:r>
      <w:r w:rsidRPr="0082196E">
        <w:rPr>
          <w:rFonts w:ascii="Times New Roman" w:hAnsi="Times New Roman"/>
          <w:lang w:val="uk-UA"/>
        </w:rPr>
        <w:t>(ініціали та прізвище)</w:t>
      </w:r>
    </w:p>
    <w:p w:rsidR="00F053CB" w:rsidRPr="006578CE" w:rsidRDefault="00F053CB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F053CB" w:rsidRPr="006578CE" w:rsidRDefault="00F053CB">
      <w:pPr>
        <w:tabs>
          <w:tab w:val="left" w:pos="3270"/>
        </w:tabs>
        <w:ind w:firstLine="0"/>
        <w:rPr>
          <w:rFonts w:ascii="Times New Roman" w:hAnsi="Times New Roman"/>
          <w:sz w:val="28"/>
          <w:lang w:val="uk-UA"/>
        </w:rPr>
      </w:pPr>
    </w:p>
    <w:sectPr w:rsidR="00F053CB" w:rsidRPr="006578CE" w:rsidSect="00F23DAF">
      <w:footerReference w:type="default" r:id="rId7"/>
      <w:pgSz w:w="16838" w:h="11906" w:orient="landscape"/>
      <w:pgMar w:top="709" w:right="850" w:bottom="1135" w:left="1701" w:header="70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3CB" w:rsidRDefault="00F053CB" w:rsidP="00F23DAF">
      <w:pPr>
        <w:spacing w:line="240" w:lineRule="auto"/>
      </w:pPr>
      <w:r>
        <w:separator/>
      </w:r>
    </w:p>
  </w:endnote>
  <w:endnote w:type="continuationSeparator" w:id="0">
    <w:p w:rsidR="00F053CB" w:rsidRDefault="00F053CB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3CB" w:rsidRDefault="00F053C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F053CB" w:rsidRDefault="00F053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3CB" w:rsidRDefault="00F053CB" w:rsidP="00F23DAF">
      <w:pPr>
        <w:spacing w:line="240" w:lineRule="auto"/>
      </w:pPr>
      <w:r>
        <w:separator/>
      </w:r>
    </w:p>
  </w:footnote>
  <w:footnote w:type="continuationSeparator" w:id="0">
    <w:p w:rsidR="00F053CB" w:rsidRDefault="00F053CB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07C49"/>
    <w:rsid w:val="00017145"/>
    <w:rsid w:val="0002755C"/>
    <w:rsid w:val="0004422D"/>
    <w:rsid w:val="000833FF"/>
    <w:rsid w:val="00083676"/>
    <w:rsid w:val="000867EF"/>
    <w:rsid w:val="000A63F8"/>
    <w:rsid w:val="001011BE"/>
    <w:rsid w:val="001446BB"/>
    <w:rsid w:val="001458A3"/>
    <w:rsid w:val="001678F9"/>
    <w:rsid w:val="00173A50"/>
    <w:rsid w:val="00196286"/>
    <w:rsid w:val="001A736C"/>
    <w:rsid w:val="001E5946"/>
    <w:rsid w:val="001F0FA8"/>
    <w:rsid w:val="00206D24"/>
    <w:rsid w:val="002317A6"/>
    <w:rsid w:val="00243FA6"/>
    <w:rsid w:val="002509DB"/>
    <w:rsid w:val="00250B27"/>
    <w:rsid w:val="00262064"/>
    <w:rsid w:val="0029369F"/>
    <w:rsid w:val="002B03C8"/>
    <w:rsid w:val="002B1DBD"/>
    <w:rsid w:val="0034097B"/>
    <w:rsid w:val="003525DD"/>
    <w:rsid w:val="00353963"/>
    <w:rsid w:val="00362961"/>
    <w:rsid w:val="0037187E"/>
    <w:rsid w:val="003851E1"/>
    <w:rsid w:val="00402D2F"/>
    <w:rsid w:val="00415CC0"/>
    <w:rsid w:val="00434A53"/>
    <w:rsid w:val="00437F8E"/>
    <w:rsid w:val="00441270"/>
    <w:rsid w:val="00474195"/>
    <w:rsid w:val="0047700A"/>
    <w:rsid w:val="004836C3"/>
    <w:rsid w:val="0049063E"/>
    <w:rsid w:val="0049425E"/>
    <w:rsid w:val="0049566B"/>
    <w:rsid w:val="00495D4B"/>
    <w:rsid w:val="004C0964"/>
    <w:rsid w:val="004C5440"/>
    <w:rsid w:val="004E59B1"/>
    <w:rsid w:val="005120C4"/>
    <w:rsid w:val="00513D28"/>
    <w:rsid w:val="00544DF3"/>
    <w:rsid w:val="00561048"/>
    <w:rsid w:val="005634E3"/>
    <w:rsid w:val="00586CFA"/>
    <w:rsid w:val="005D1CB7"/>
    <w:rsid w:val="005D2DD1"/>
    <w:rsid w:val="005D5025"/>
    <w:rsid w:val="00601BEB"/>
    <w:rsid w:val="00610C7C"/>
    <w:rsid w:val="00626F0E"/>
    <w:rsid w:val="00634BAE"/>
    <w:rsid w:val="006405D1"/>
    <w:rsid w:val="00640EB6"/>
    <w:rsid w:val="00651E84"/>
    <w:rsid w:val="006578CE"/>
    <w:rsid w:val="00672A2B"/>
    <w:rsid w:val="006811CD"/>
    <w:rsid w:val="006A4C3C"/>
    <w:rsid w:val="006B3332"/>
    <w:rsid w:val="006D1F13"/>
    <w:rsid w:val="006E0916"/>
    <w:rsid w:val="0072063F"/>
    <w:rsid w:val="00730221"/>
    <w:rsid w:val="00750576"/>
    <w:rsid w:val="00765474"/>
    <w:rsid w:val="0078244B"/>
    <w:rsid w:val="007A4089"/>
    <w:rsid w:val="007D27D9"/>
    <w:rsid w:val="007D53BF"/>
    <w:rsid w:val="0082196E"/>
    <w:rsid w:val="00860212"/>
    <w:rsid w:val="008630B1"/>
    <w:rsid w:val="00864E3E"/>
    <w:rsid w:val="008863A3"/>
    <w:rsid w:val="008C30BC"/>
    <w:rsid w:val="008E083A"/>
    <w:rsid w:val="00906188"/>
    <w:rsid w:val="009071DC"/>
    <w:rsid w:val="00936E9E"/>
    <w:rsid w:val="009378E4"/>
    <w:rsid w:val="00952982"/>
    <w:rsid w:val="00977492"/>
    <w:rsid w:val="00981427"/>
    <w:rsid w:val="00985475"/>
    <w:rsid w:val="009D1856"/>
    <w:rsid w:val="00A068ED"/>
    <w:rsid w:val="00A518B1"/>
    <w:rsid w:val="00A662D2"/>
    <w:rsid w:val="00A86AAA"/>
    <w:rsid w:val="00AD46FB"/>
    <w:rsid w:val="00AF281A"/>
    <w:rsid w:val="00B132CE"/>
    <w:rsid w:val="00B345D1"/>
    <w:rsid w:val="00B43440"/>
    <w:rsid w:val="00B52068"/>
    <w:rsid w:val="00B55B7E"/>
    <w:rsid w:val="00B77926"/>
    <w:rsid w:val="00B90871"/>
    <w:rsid w:val="00BB6AA2"/>
    <w:rsid w:val="00BC3269"/>
    <w:rsid w:val="00BD1E39"/>
    <w:rsid w:val="00BE2961"/>
    <w:rsid w:val="00C00CF6"/>
    <w:rsid w:val="00C05BAE"/>
    <w:rsid w:val="00C24D91"/>
    <w:rsid w:val="00C37890"/>
    <w:rsid w:val="00C554B6"/>
    <w:rsid w:val="00C60F1B"/>
    <w:rsid w:val="00C6422E"/>
    <w:rsid w:val="00C76BF1"/>
    <w:rsid w:val="00C873EF"/>
    <w:rsid w:val="00C90ADD"/>
    <w:rsid w:val="00CA5185"/>
    <w:rsid w:val="00CA56B4"/>
    <w:rsid w:val="00CC7869"/>
    <w:rsid w:val="00CF4FA0"/>
    <w:rsid w:val="00CF5506"/>
    <w:rsid w:val="00CF7A3D"/>
    <w:rsid w:val="00D34403"/>
    <w:rsid w:val="00D76DDD"/>
    <w:rsid w:val="00D94E0D"/>
    <w:rsid w:val="00DB4EDE"/>
    <w:rsid w:val="00DC2661"/>
    <w:rsid w:val="00DD4A24"/>
    <w:rsid w:val="00DE5319"/>
    <w:rsid w:val="00E013BA"/>
    <w:rsid w:val="00E065E8"/>
    <w:rsid w:val="00E10C08"/>
    <w:rsid w:val="00E31F3A"/>
    <w:rsid w:val="00E327EC"/>
    <w:rsid w:val="00E44326"/>
    <w:rsid w:val="00EB6D70"/>
    <w:rsid w:val="00F053CB"/>
    <w:rsid w:val="00F21E94"/>
    <w:rsid w:val="00F23DAF"/>
    <w:rsid w:val="00F333C8"/>
    <w:rsid w:val="00F4171C"/>
    <w:rsid w:val="00F437E1"/>
    <w:rsid w:val="00F738C6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54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5</Pages>
  <Words>727</Words>
  <Characters>4145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2017-10-27T08:48:00Z</cp:lastPrinted>
  <dcterms:created xsi:type="dcterms:W3CDTF">2017-12-28T10:32:00Z</dcterms:created>
  <dcterms:modified xsi:type="dcterms:W3CDTF">2017-12-28T10:32:00Z</dcterms:modified>
</cp:coreProperties>
</file>