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6C8" w:rsidRPr="00A05026" w:rsidRDefault="005A06C8" w:rsidP="00F13711">
      <w:pPr>
        <w:jc w:val="center"/>
        <w:rPr>
          <w:snapToGrid w:val="0"/>
          <w:spacing w:val="8"/>
          <w:sz w:val="24"/>
        </w:rPr>
      </w:pPr>
      <w:r w:rsidRPr="00F20E1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5A06C8" w:rsidRPr="00A05026" w:rsidRDefault="005A06C8" w:rsidP="004C50C6">
      <w:pPr>
        <w:jc w:val="center"/>
        <w:rPr>
          <w:snapToGrid w:val="0"/>
          <w:spacing w:val="8"/>
          <w:sz w:val="24"/>
        </w:rPr>
      </w:pPr>
    </w:p>
    <w:p w:rsidR="005A06C8" w:rsidRPr="00A05026" w:rsidRDefault="005A06C8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5A06C8" w:rsidRPr="00A05026" w:rsidRDefault="005A06C8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5A06C8" w:rsidRPr="00A05026" w:rsidRDefault="005A06C8" w:rsidP="004C50C6">
      <w:pPr>
        <w:jc w:val="center"/>
        <w:rPr>
          <w:b/>
          <w:sz w:val="16"/>
          <w:szCs w:val="16"/>
        </w:rPr>
      </w:pPr>
    </w:p>
    <w:p w:rsidR="005A06C8" w:rsidRPr="00A05026" w:rsidRDefault="005A06C8" w:rsidP="004C50C6">
      <w:pPr>
        <w:jc w:val="center"/>
        <w:rPr>
          <w:b/>
          <w:sz w:val="16"/>
          <w:szCs w:val="16"/>
        </w:rPr>
      </w:pPr>
    </w:p>
    <w:p w:rsidR="005A06C8" w:rsidRPr="00A05026" w:rsidRDefault="005A06C8" w:rsidP="004C50C6">
      <w:pPr>
        <w:pStyle w:val="Heading1"/>
      </w:pPr>
      <w:r w:rsidRPr="00A05026">
        <w:t>РОЗПОРЯДЖЕННЯ</w:t>
      </w:r>
    </w:p>
    <w:p w:rsidR="005A06C8" w:rsidRPr="00A05026" w:rsidRDefault="005A06C8" w:rsidP="004C50C6">
      <w:pPr>
        <w:pStyle w:val="Title"/>
        <w:jc w:val="left"/>
        <w:rPr>
          <w:sz w:val="20"/>
          <w:szCs w:val="20"/>
        </w:rPr>
      </w:pPr>
    </w:p>
    <w:p w:rsidR="005A06C8" w:rsidRPr="00A05026" w:rsidRDefault="005A06C8" w:rsidP="004C50C6">
      <w:pPr>
        <w:pStyle w:val="Title"/>
        <w:jc w:val="left"/>
        <w:rPr>
          <w:sz w:val="20"/>
          <w:szCs w:val="20"/>
        </w:rPr>
      </w:pPr>
    </w:p>
    <w:p w:rsidR="005A06C8" w:rsidRPr="00A05026" w:rsidRDefault="005A06C8" w:rsidP="008279D8">
      <w:pPr>
        <w:pStyle w:val="Title"/>
        <w:jc w:val="left"/>
      </w:pPr>
      <w:r>
        <w:rPr>
          <w:szCs w:val="28"/>
        </w:rPr>
        <w:t xml:space="preserve">15 грудня 2017 року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  </w:t>
      </w:r>
      <w:r w:rsidRPr="00A05026">
        <w:t>№</w:t>
      </w:r>
      <w:r>
        <w:t xml:space="preserve"> 364</w:t>
      </w:r>
    </w:p>
    <w:p w:rsidR="005A06C8" w:rsidRPr="00A05026" w:rsidRDefault="005A06C8" w:rsidP="00A05026">
      <w:pPr>
        <w:jc w:val="center"/>
      </w:pPr>
    </w:p>
    <w:p w:rsidR="005A06C8" w:rsidRPr="00A05026" w:rsidRDefault="005A06C8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Ковальчук О.С.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5A06C8" w:rsidRPr="00A05026" w:rsidRDefault="005A06C8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5A06C8" w:rsidRPr="00A05026" w:rsidRDefault="005A06C8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5A06C8" w:rsidRPr="00A05026" w:rsidRDefault="005A06C8" w:rsidP="00A05026">
      <w:pPr>
        <w:jc w:val="center"/>
        <w:rPr>
          <w:szCs w:val="28"/>
        </w:rPr>
      </w:pPr>
      <w:r>
        <w:rPr>
          <w:szCs w:val="28"/>
        </w:rPr>
        <w:t xml:space="preserve">КСП ім. Шевченка </w:t>
      </w:r>
      <w:r w:rsidRPr="00A05026">
        <w:rPr>
          <w:szCs w:val="28"/>
        </w:rPr>
        <w:t>в натурі (на  місцевості)</w:t>
      </w:r>
    </w:p>
    <w:p w:rsidR="005A06C8" w:rsidRPr="00A05026" w:rsidRDefault="005A06C8" w:rsidP="001B6D24"/>
    <w:p w:rsidR="005A06C8" w:rsidRPr="00A05026" w:rsidRDefault="005A06C8" w:rsidP="001B6D24">
      <w:r>
        <w:t xml:space="preserve"> </w:t>
      </w:r>
    </w:p>
    <w:p w:rsidR="005A06C8" w:rsidRPr="00A05026" w:rsidRDefault="005A06C8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>ого КСП ім.Шевченка</w:t>
      </w:r>
      <w:r w:rsidRPr="00A05026">
        <w:rPr>
          <w:szCs w:val="28"/>
        </w:rPr>
        <w:t xml:space="preserve">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5A06C8" w:rsidRPr="00A05026" w:rsidRDefault="005A06C8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колишнього КСП ім. Шевченка </w:t>
      </w:r>
      <w:r w:rsidRPr="00A05026">
        <w:t>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Качинської  </w:t>
      </w:r>
      <w:r w:rsidRPr="00A05026">
        <w:t>сільської ради</w:t>
      </w:r>
      <w:r>
        <w:t xml:space="preserve"> громадянину</w:t>
      </w:r>
      <w:r w:rsidRPr="00A05026">
        <w:t>:</w:t>
      </w:r>
    </w:p>
    <w:p w:rsidR="005A06C8" w:rsidRPr="00A05026" w:rsidRDefault="005A06C8" w:rsidP="00A05026">
      <w:pPr>
        <w:ind w:firstLine="708"/>
        <w:jc w:val="both"/>
      </w:pPr>
      <w:r w:rsidRPr="00A05026">
        <w:t xml:space="preserve">- </w:t>
      </w:r>
      <w:r>
        <w:t>Ковальчук Ользі Степанівні, власнику сертифіката</w:t>
      </w:r>
      <w:r w:rsidRPr="00A05026">
        <w:t xml:space="preserve"> на право на земельну частку (пай) серії </w:t>
      </w:r>
      <w:r>
        <w:t xml:space="preserve"> РН </w:t>
      </w:r>
      <w:r w:rsidRPr="00A05026">
        <w:t xml:space="preserve">№ </w:t>
      </w:r>
      <w:r>
        <w:t>068951.</w:t>
      </w:r>
    </w:p>
    <w:p w:rsidR="005A06C8" w:rsidRPr="00A05026" w:rsidRDefault="005A06C8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5A06C8" w:rsidRPr="00A05026" w:rsidRDefault="005A06C8" w:rsidP="001B6D24"/>
    <w:p w:rsidR="005A06C8" w:rsidRPr="00A05026" w:rsidRDefault="005A06C8" w:rsidP="001B6D24"/>
    <w:p w:rsidR="005A06C8" w:rsidRPr="00A05026" w:rsidRDefault="005A06C8" w:rsidP="001B6D24"/>
    <w:p w:rsidR="005A06C8" w:rsidRPr="00A05026" w:rsidRDefault="005A06C8" w:rsidP="001B6D24"/>
    <w:p w:rsidR="005A06C8" w:rsidRPr="00A05026" w:rsidRDefault="005A06C8" w:rsidP="001B6D24"/>
    <w:p w:rsidR="005A06C8" w:rsidRPr="005B2BAC" w:rsidRDefault="005A06C8" w:rsidP="001B6D24">
      <w:pPr>
        <w:rPr>
          <w:szCs w:val="28"/>
        </w:rPr>
      </w:pPr>
      <w:r w:rsidRPr="005B2BAC">
        <w:rPr>
          <w:szCs w:val="28"/>
        </w:rPr>
        <w:t>Голова</w:t>
      </w:r>
      <w:r>
        <w:rPr>
          <w:szCs w:val="28"/>
        </w:rPr>
        <w:t xml:space="preserve">                                                                                                 </w:t>
      </w:r>
      <w:r w:rsidRPr="005B2BAC">
        <w:rPr>
          <w:b/>
          <w:szCs w:val="28"/>
        </w:rPr>
        <w:t>В.ДУНАЙЧУК</w:t>
      </w:r>
    </w:p>
    <w:p w:rsidR="005A06C8" w:rsidRDefault="005A06C8" w:rsidP="001B6D24">
      <w:pPr>
        <w:rPr>
          <w:sz w:val="24"/>
        </w:rPr>
      </w:pPr>
    </w:p>
    <w:p w:rsidR="005A06C8" w:rsidRPr="00400AFD" w:rsidRDefault="005A06C8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p w:rsidR="005A06C8" w:rsidRPr="00A05026" w:rsidRDefault="005A06C8" w:rsidP="001B6D24"/>
    <w:p w:rsidR="005A06C8" w:rsidRPr="00A05026" w:rsidRDefault="005A06C8" w:rsidP="001B6D24"/>
    <w:p w:rsidR="005A06C8" w:rsidRPr="00A05026" w:rsidRDefault="005A06C8" w:rsidP="001B6D24"/>
    <w:p w:rsidR="005A06C8" w:rsidRPr="00A05026" w:rsidRDefault="005A06C8" w:rsidP="001B6D24"/>
    <w:p w:rsidR="005A06C8" w:rsidRPr="00A05026" w:rsidRDefault="005A06C8" w:rsidP="001B6D24"/>
    <w:p w:rsidR="005A06C8" w:rsidRDefault="005A06C8" w:rsidP="001B6D24">
      <w:pPr>
        <w:rPr>
          <w:i/>
          <w:szCs w:val="28"/>
        </w:rPr>
      </w:pPr>
    </w:p>
    <w:p w:rsidR="005A06C8" w:rsidRDefault="005A06C8" w:rsidP="001B6D24">
      <w:pPr>
        <w:rPr>
          <w:i/>
          <w:szCs w:val="28"/>
        </w:rPr>
      </w:pPr>
    </w:p>
    <w:p w:rsidR="005A06C8" w:rsidRDefault="005A06C8" w:rsidP="001B6D24">
      <w:pPr>
        <w:rPr>
          <w:i/>
          <w:szCs w:val="28"/>
        </w:rPr>
      </w:pPr>
    </w:p>
    <w:p w:rsidR="005A06C8" w:rsidRDefault="005A06C8" w:rsidP="001B6D24">
      <w:pPr>
        <w:rPr>
          <w:i/>
          <w:szCs w:val="28"/>
        </w:rPr>
      </w:pPr>
    </w:p>
    <w:p w:rsidR="005A06C8" w:rsidRDefault="005A06C8" w:rsidP="001B6D24">
      <w:pPr>
        <w:rPr>
          <w:i/>
          <w:szCs w:val="28"/>
        </w:rPr>
      </w:pPr>
    </w:p>
    <w:sectPr w:rsidR="005A06C8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6C8" w:rsidRDefault="005A06C8" w:rsidP="00D113DB">
      <w:r>
        <w:separator/>
      </w:r>
    </w:p>
  </w:endnote>
  <w:endnote w:type="continuationSeparator" w:id="0">
    <w:p w:rsidR="005A06C8" w:rsidRDefault="005A06C8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6C8" w:rsidRDefault="005A06C8" w:rsidP="00D113DB">
      <w:r>
        <w:separator/>
      </w:r>
    </w:p>
  </w:footnote>
  <w:footnote w:type="continuationSeparator" w:id="0">
    <w:p w:rsidR="005A06C8" w:rsidRDefault="005A06C8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F20E0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40A7"/>
    <w:rsid w:val="001F55AA"/>
    <w:rsid w:val="001F5A6F"/>
    <w:rsid w:val="001F6014"/>
    <w:rsid w:val="00203A9A"/>
    <w:rsid w:val="00206814"/>
    <w:rsid w:val="002223C6"/>
    <w:rsid w:val="00225ACF"/>
    <w:rsid w:val="0022746F"/>
    <w:rsid w:val="00231D1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312D4"/>
    <w:rsid w:val="00456C12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1A58"/>
    <w:rsid w:val="005065FF"/>
    <w:rsid w:val="005317A2"/>
    <w:rsid w:val="005513FD"/>
    <w:rsid w:val="0056747D"/>
    <w:rsid w:val="00575828"/>
    <w:rsid w:val="005928F1"/>
    <w:rsid w:val="005A06C8"/>
    <w:rsid w:val="005A71DF"/>
    <w:rsid w:val="005B09AD"/>
    <w:rsid w:val="005B2BAC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16AD9"/>
    <w:rsid w:val="0072117A"/>
    <w:rsid w:val="0072381A"/>
    <w:rsid w:val="00733EBD"/>
    <w:rsid w:val="00734695"/>
    <w:rsid w:val="00735620"/>
    <w:rsid w:val="0074078B"/>
    <w:rsid w:val="00746268"/>
    <w:rsid w:val="007616F4"/>
    <w:rsid w:val="00763F05"/>
    <w:rsid w:val="007641DC"/>
    <w:rsid w:val="00771D01"/>
    <w:rsid w:val="00773500"/>
    <w:rsid w:val="00774168"/>
    <w:rsid w:val="00777A97"/>
    <w:rsid w:val="00781E74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279D8"/>
    <w:rsid w:val="00834A7C"/>
    <w:rsid w:val="00844C4E"/>
    <w:rsid w:val="00857CB6"/>
    <w:rsid w:val="008610D4"/>
    <w:rsid w:val="00866476"/>
    <w:rsid w:val="00877E46"/>
    <w:rsid w:val="0088149D"/>
    <w:rsid w:val="00892163"/>
    <w:rsid w:val="0089774F"/>
    <w:rsid w:val="00897DA2"/>
    <w:rsid w:val="008A5052"/>
    <w:rsid w:val="008A54DF"/>
    <w:rsid w:val="008C6AD3"/>
    <w:rsid w:val="008F71B9"/>
    <w:rsid w:val="008F77B9"/>
    <w:rsid w:val="00901791"/>
    <w:rsid w:val="00905A71"/>
    <w:rsid w:val="00910FF2"/>
    <w:rsid w:val="009229F2"/>
    <w:rsid w:val="009236C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B604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8423B"/>
    <w:rsid w:val="00A95C7A"/>
    <w:rsid w:val="00AA301D"/>
    <w:rsid w:val="00AC2774"/>
    <w:rsid w:val="00AC45E7"/>
    <w:rsid w:val="00AF006D"/>
    <w:rsid w:val="00B044C7"/>
    <w:rsid w:val="00B142CC"/>
    <w:rsid w:val="00B169B5"/>
    <w:rsid w:val="00B21186"/>
    <w:rsid w:val="00B21D35"/>
    <w:rsid w:val="00B2560E"/>
    <w:rsid w:val="00B43590"/>
    <w:rsid w:val="00B535A8"/>
    <w:rsid w:val="00B67295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C5F3A"/>
    <w:rsid w:val="00BD1FAA"/>
    <w:rsid w:val="00BD7B5D"/>
    <w:rsid w:val="00BE72E5"/>
    <w:rsid w:val="00BE75D4"/>
    <w:rsid w:val="00BF3A06"/>
    <w:rsid w:val="00C0529E"/>
    <w:rsid w:val="00C106C0"/>
    <w:rsid w:val="00C14586"/>
    <w:rsid w:val="00C16880"/>
    <w:rsid w:val="00C201F2"/>
    <w:rsid w:val="00C3459A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3078"/>
    <w:rsid w:val="00D143FB"/>
    <w:rsid w:val="00D25A39"/>
    <w:rsid w:val="00D27FC7"/>
    <w:rsid w:val="00D30C09"/>
    <w:rsid w:val="00D3224E"/>
    <w:rsid w:val="00D32589"/>
    <w:rsid w:val="00D41EE0"/>
    <w:rsid w:val="00D442A9"/>
    <w:rsid w:val="00D510A8"/>
    <w:rsid w:val="00D5423B"/>
    <w:rsid w:val="00D54294"/>
    <w:rsid w:val="00D63DB7"/>
    <w:rsid w:val="00D90E3F"/>
    <w:rsid w:val="00DB4219"/>
    <w:rsid w:val="00DD5B24"/>
    <w:rsid w:val="00DD6E4A"/>
    <w:rsid w:val="00DE4C21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20E1B"/>
    <w:rsid w:val="00F519C4"/>
    <w:rsid w:val="00F612AE"/>
    <w:rsid w:val="00F62FD7"/>
    <w:rsid w:val="00F64FC8"/>
    <w:rsid w:val="00F75AD7"/>
    <w:rsid w:val="00F83EE9"/>
    <w:rsid w:val="00F93275"/>
    <w:rsid w:val="00FA0203"/>
    <w:rsid w:val="00FA53BF"/>
    <w:rsid w:val="00FB5848"/>
    <w:rsid w:val="00FB5ED7"/>
    <w:rsid w:val="00FB6CCD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6647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Batang"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06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870</Words>
  <Characters>496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Admin</cp:lastModifiedBy>
  <cp:revision>4</cp:revision>
  <cp:lastPrinted>2017-12-07T10:46:00Z</cp:lastPrinted>
  <dcterms:created xsi:type="dcterms:W3CDTF">2017-12-19T13:05:00Z</dcterms:created>
  <dcterms:modified xsi:type="dcterms:W3CDTF">2017-12-26T09:34:00Z</dcterms:modified>
</cp:coreProperties>
</file>