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25" w:rsidRPr="00A05026" w:rsidRDefault="00DB4A25" w:rsidP="00F13711">
      <w:pPr>
        <w:jc w:val="center"/>
        <w:rPr>
          <w:snapToGrid w:val="0"/>
          <w:spacing w:val="8"/>
          <w:sz w:val="24"/>
        </w:rPr>
      </w:pPr>
      <w:r w:rsidRPr="00975EA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B4A25" w:rsidRPr="00A05026" w:rsidRDefault="00DB4A25" w:rsidP="004C50C6">
      <w:pPr>
        <w:jc w:val="center"/>
        <w:rPr>
          <w:snapToGrid w:val="0"/>
          <w:spacing w:val="8"/>
          <w:sz w:val="24"/>
        </w:rPr>
      </w:pPr>
    </w:p>
    <w:p w:rsidR="00DB4A25" w:rsidRPr="00A05026" w:rsidRDefault="00DB4A25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DB4A25" w:rsidRPr="00A05026" w:rsidRDefault="00DB4A25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DB4A25" w:rsidRPr="00A05026" w:rsidRDefault="00DB4A25" w:rsidP="004C50C6">
      <w:pPr>
        <w:jc w:val="center"/>
        <w:rPr>
          <w:b/>
          <w:sz w:val="16"/>
          <w:szCs w:val="16"/>
        </w:rPr>
      </w:pPr>
    </w:p>
    <w:p w:rsidR="00DB4A25" w:rsidRPr="00A05026" w:rsidRDefault="00DB4A25" w:rsidP="004C50C6">
      <w:pPr>
        <w:jc w:val="center"/>
        <w:rPr>
          <w:b/>
          <w:sz w:val="16"/>
          <w:szCs w:val="16"/>
        </w:rPr>
      </w:pPr>
    </w:p>
    <w:p w:rsidR="00DB4A25" w:rsidRPr="00A05026" w:rsidRDefault="00DB4A25" w:rsidP="004C50C6">
      <w:pPr>
        <w:pStyle w:val="Heading1"/>
      </w:pPr>
      <w:r w:rsidRPr="00A05026">
        <w:t>РОЗПОРЯДЖЕННЯ</w:t>
      </w:r>
    </w:p>
    <w:p w:rsidR="00DB4A25" w:rsidRPr="00A05026" w:rsidRDefault="00DB4A25" w:rsidP="004C50C6">
      <w:pPr>
        <w:pStyle w:val="Title"/>
        <w:jc w:val="left"/>
        <w:rPr>
          <w:sz w:val="20"/>
          <w:szCs w:val="20"/>
        </w:rPr>
      </w:pPr>
    </w:p>
    <w:p w:rsidR="00DB4A25" w:rsidRPr="00A05026" w:rsidRDefault="00DB4A25" w:rsidP="004C50C6">
      <w:pPr>
        <w:pStyle w:val="Title"/>
        <w:jc w:val="left"/>
      </w:pPr>
      <w:r>
        <w:rPr>
          <w:szCs w:val="28"/>
        </w:rPr>
        <w:t xml:space="preserve">15 грудня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№ 363</w:t>
      </w:r>
    </w:p>
    <w:p w:rsidR="00DB4A25" w:rsidRPr="00A05026" w:rsidRDefault="00DB4A25" w:rsidP="00163BDD">
      <w:pPr>
        <w:jc w:val="both"/>
      </w:pPr>
    </w:p>
    <w:p w:rsidR="00DB4A25" w:rsidRPr="00A05026" w:rsidRDefault="00DB4A25" w:rsidP="00A05026">
      <w:pPr>
        <w:jc w:val="center"/>
      </w:pPr>
    </w:p>
    <w:p w:rsidR="00DB4A25" w:rsidRPr="00A05026" w:rsidRDefault="00DB4A25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Краглику П.В.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DB4A25" w:rsidRPr="00A05026" w:rsidRDefault="00DB4A25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DB4A25" w:rsidRPr="00A05026" w:rsidRDefault="00DB4A25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DB4A25" w:rsidRPr="00A05026" w:rsidRDefault="00DB4A25" w:rsidP="00A05026">
      <w:pPr>
        <w:jc w:val="center"/>
        <w:rPr>
          <w:szCs w:val="28"/>
        </w:rPr>
      </w:pPr>
      <w:r>
        <w:rPr>
          <w:szCs w:val="28"/>
        </w:rPr>
        <w:t xml:space="preserve">КСП ім. Щорса </w:t>
      </w:r>
      <w:r w:rsidRPr="00A05026">
        <w:rPr>
          <w:szCs w:val="28"/>
        </w:rPr>
        <w:t>в натурі (на  місцевості)</w:t>
      </w:r>
    </w:p>
    <w:p w:rsidR="00DB4A25" w:rsidRPr="00A05026" w:rsidRDefault="00DB4A25" w:rsidP="001B6D24"/>
    <w:p w:rsidR="00DB4A25" w:rsidRPr="00A05026" w:rsidRDefault="00DB4A25" w:rsidP="001B6D24">
      <w:r>
        <w:t xml:space="preserve"> </w:t>
      </w:r>
    </w:p>
    <w:p w:rsidR="00DB4A25" w:rsidRPr="00A05026" w:rsidRDefault="00DB4A25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ого КСП ім.Щорса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DB4A25" w:rsidRPr="00A05026" w:rsidRDefault="00DB4A25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 Щорса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DB4A25" w:rsidRPr="00A05026" w:rsidRDefault="00DB4A25" w:rsidP="00A05026">
      <w:pPr>
        <w:ind w:firstLine="708"/>
        <w:jc w:val="both"/>
      </w:pPr>
      <w:r w:rsidRPr="00A05026">
        <w:t xml:space="preserve">- </w:t>
      </w:r>
      <w:r>
        <w:t>Краглику Петру Васильовичу, власнику сертифіката</w:t>
      </w:r>
      <w:r w:rsidRPr="00A05026">
        <w:t xml:space="preserve"> на право на земельну частку (пай) серії ВЛ № </w:t>
      </w:r>
      <w:r>
        <w:t>0208117.</w:t>
      </w:r>
    </w:p>
    <w:p w:rsidR="00DB4A25" w:rsidRPr="00A05026" w:rsidRDefault="00DB4A25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DB4A25" w:rsidRPr="00A05026" w:rsidRDefault="00DB4A25" w:rsidP="001B6D24"/>
    <w:p w:rsidR="00DB4A25" w:rsidRPr="00A05026" w:rsidRDefault="00DB4A25" w:rsidP="001B6D24"/>
    <w:p w:rsidR="00DB4A25" w:rsidRPr="00A05026" w:rsidRDefault="00DB4A25" w:rsidP="001B6D24"/>
    <w:p w:rsidR="00DB4A25" w:rsidRPr="00A05026" w:rsidRDefault="00DB4A25" w:rsidP="001B6D24"/>
    <w:p w:rsidR="00DB4A25" w:rsidRPr="00A05026" w:rsidRDefault="00DB4A25" w:rsidP="001B6D24"/>
    <w:p w:rsidR="00DB4A25" w:rsidRPr="005B2BAC" w:rsidRDefault="00DB4A25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DB4A25" w:rsidRDefault="00DB4A25" w:rsidP="001B6D24">
      <w:pPr>
        <w:rPr>
          <w:sz w:val="24"/>
        </w:rPr>
      </w:pPr>
    </w:p>
    <w:p w:rsidR="00DB4A25" w:rsidRPr="00400AFD" w:rsidRDefault="00DB4A25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DB4A25" w:rsidRPr="00A05026" w:rsidRDefault="00DB4A25" w:rsidP="001B6D24"/>
    <w:p w:rsidR="00DB4A25" w:rsidRPr="00A05026" w:rsidRDefault="00DB4A25" w:rsidP="001B6D24"/>
    <w:sectPr w:rsidR="00DB4A25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25" w:rsidRDefault="00DB4A25" w:rsidP="00D113DB">
      <w:r>
        <w:separator/>
      </w:r>
    </w:p>
  </w:endnote>
  <w:endnote w:type="continuationSeparator" w:id="0">
    <w:p w:rsidR="00DB4A25" w:rsidRDefault="00DB4A2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25" w:rsidRDefault="00DB4A25" w:rsidP="00D113DB">
      <w:r>
        <w:separator/>
      </w:r>
    </w:p>
  </w:footnote>
  <w:footnote w:type="continuationSeparator" w:id="0">
    <w:p w:rsidR="00DB4A25" w:rsidRDefault="00DB4A2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3D05"/>
    <w:rsid w:val="00057720"/>
    <w:rsid w:val="00057FD4"/>
    <w:rsid w:val="00061630"/>
    <w:rsid w:val="00062975"/>
    <w:rsid w:val="00082392"/>
    <w:rsid w:val="00094177"/>
    <w:rsid w:val="0009683A"/>
    <w:rsid w:val="000A4A8C"/>
    <w:rsid w:val="000A66CA"/>
    <w:rsid w:val="000B33A3"/>
    <w:rsid w:val="000C6A66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40A7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D425D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1A8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585A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46A2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66476"/>
    <w:rsid w:val="00875715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236C2"/>
    <w:rsid w:val="00937C7C"/>
    <w:rsid w:val="00944A64"/>
    <w:rsid w:val="009514F8"/>
    <w:rsid w:val="0096215E"/>
    <w:rsid w:val="00963C13"/>
    <w:rsid w:val="009723D1"/>
    <w:rsid w:val="009754B7"/>
    <w:rsid w:val="00975EA3"/>
    <w:rsid w:val="009A2F92"/>
    <w:rsid w:val="009A6570"/>
    <w:rsid w:val="009B1F99"/>
    <w:rsid w:val="009B604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F006D"/>
    <w:rsid w:val="00B044C7"/>
    <w:rsid w:val="00B142CC"/>
    <w:rsid w:val="00B169B5"/>
    <w:rsid w:val="00B21186"/>
    <w:rsid w:val="00B21D35"/>
    <w:rsid w:val="00B2560E"/>
    <w:rsid w:val="00B36154"/>
    <w:rsid w:val="00B43590"/>
    <w:rsid w:val="00B535A8"/>
    <w:rsid w:val="00B67295"/>
    <w:rsid w:val="00B73321"/>
    <w:rsid w:val="00B80CBB"/>
    <w:rsid w:val="00B83396"/>
    <w:rsid w:val="00B85682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3078"/>
    <w:rsid w:val="00D143FB"/>
    <w:rsid w:val="00D25A39"/>
    <w:rsid w:val="00D27FC7"/>
    <w:rsid w:val="00D30C09"/>
    <w:rsid w:val="00D3224E"/>
    <w:rsid w:val="00D41EE0"/>
    <w:rsid w:val="00D442A9"/>
    <w:rsid w:val="00D510A8"/>
    <w:rsid w:val="00D5423B"/>
    <w:rsid w:val="00D54294"/>
    <w:rsid w:val="00D63DB7"/>
    <w:rsid w:val="00D90E3F"/>
    <w:rsid w:val="00DB4219"/>
    <w:rsid w:val="00DB4A25"/>
    <w:rsid w:val="00DD6E4A"/>
    <w:rsid w:val="00DE4C21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5BD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E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647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E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73E4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73E4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201</Words>
  <Characters>1151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2017-12-07T10:36:00Z</cp:lastPrinted>
  <dcterms:created xsi:type="dcterms:W3CDTF">2017-12-19T13:00:00Z</dcterms:created>
  <dcterms:modified xsi:type="dcterms:W3CDTF">2017-12-19T13:00:00Z</dcterms:modified>
</cp:coreProperties>
</file>