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C79" w:rsidRPr="00A05026" w:rsidRDefault="00EC4C79" w:rsidP="00F13711">
      <w:pPr>
        <w:jc w:val="center"/>
        <w:rPr>
          <w:snapToGrid w:val="0"/>
          <w:spacing w:val="8"/>
          <w:sz w:val="24"/>
        </w:rPr>
      </w:pPr>
      <w:r w:rsidRPr="0037641D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EC4C79" w:rsidRPr="00A05026" w:rsidRDefault="00EC4C79" w:rsidP="004C50C6">
      <w:pPr>
        <w:jc w:val="center"/>
        <w:rPr>
          <w:snapToGrid w:val="0"/>
          <w:spacing w:val="8"/>
          <w:sz w:val="24"/>
        </w:rPr>
      </w:pPr>
    </w:p>
    <w:p w:rsidR="00EC4C79" w:rsidRPr="00A05026" w:rsidRDefault="00EC4C79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EC4C79" w:rsidRPr="00A05026" w:rsidRDefault="00EC4C79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EC4C79" w:rsidRPr="00A05026" w:rsidRDefault="00EC4C79" w:rsidP="004C50C6">
      <w:pPr>
        <w:jc w:val="center"/>
        <w:rPr>
          <w:b/>
          <w:sz w:val="16"/>
          <w:szCs w:val="16"/>
        </w:rPr>
      </w:pPr>
    </w:p>
    <w:p w:rsidR="00EC4C79" w:rsidRPr="00A05026" w:rsidRDefault="00EC4C79" w:rsidP="004C50C6">
      <w:pPr>
        <w:jc w:val="center"/>
        <w:rPr>
          <w:b/>
          <w:sz w:val="16"/>
          <w:szCs w:val="16"/>
        </w:rPr>
      </w:pPr>
    </w:p>
    <w:p w:rsidR="00EC4C79" w:rsidRPr="00A05026" w:rsidRDefault="00EC4C79" w:rsidP="004C50C6">
      <w:pPr>
        <w:pStyle w:val="Heading1"/>
      </w:pPr>
      <w:r w:rsidRPr="00A05026">
        <w:t>РОЗПОРЯДЖЕННЯ</w:t>
      </w:r>
    </w:p>
    <w:p w:rsidR="00EC4C79" w:rsidRPr="00A05026" w:rsidRDefault="00EC4C79" w:rsidP="004C50C6">
      <w:pPr>
        <w:pStyle w:val="Title"/>
        <w:jc w:val="left"/>
        <w:rPr>
          <w:sz w:val="20"/>
          <w:szCs w:val="20"/>
        </w:rPr>
      </w:pPr>
    </w:p>
    <w:p w:rsidR="00EC4C79" w:rsidRPr="00A05026" w:rsidRDefault="00EC4C79" w:rsidP="004C50C6">
      <w:pPr>
        <w:pStyle w:val="Title"/>
        <w:jc w:val="left"/>
        <w:rPr>
          <w:sz w:val="20"/>
          <w:szCs w:val="20"/>
        </w:rPr>
      </w:pPr>
    </w:p>
    <w:p w:rsidR="00EC4C79" w:rsidRPr="00A05026" w:rsidRDefault="00EC4C79" w:rsidP="004C50C6">
      <w:pPr>
        <w:pStyle w:val="Title"/>
        <w:jc w:val="left"/>
      </w:pPr>
      <w:r>
        <w:rPr>
          <w:szCs w:val="28"/>
        </w:rPr>
        <w:t xml:space="preserve">13 грудня 2017 року 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№ 359</w:t>
      </w:r>
    </w:p>
    <w:p w:rsidR="00EC4C79" w:rsidRPr="00A05026" w:rsidRDefault="00EC4C79" w:rsidP="00163BDD">
      <w:pPr>
        <w:jc w:val="both"/>
      </w:pPr>
    </w:p>
    <w:p w:rsidR="00EC4C79" w:rsidRPr="00A05026" w:rsidRDefault="00EC4C79" w:rsidP="00A05026">
      <w:pPr>
        <w:jc w:val="center"/>
      </w:pPr>
    </w:p>
    <w:p w:rsidR="00EC4C79" w:rsidRPr="00A05026" w:rsidRDefault="00EC4C79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Прокопчук Н.П.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EC4C79" w:rsidRPr="00A05026" w:rsidRDefault="00EC4C79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EC4C79" w:rsidRPr="00A05026" w:rsidRDefault="00EC4C79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</w:t>
      </w:r>
      <w:r>
        <w:rPr>
          <w:szCs w:val="28"/>
        </w:rPr>
        <w:t>о</w:t>
      </w:r>
      <w:r w:rsidRPr="00A05026">
        <w:rPr>
          <w:szCs w:val="28"/>
        </w:rPr>
        <w:t>к</w:t>
      </w:r>
      <w:r>
        <w:rPr>
          <w:szCs w:val="28"/>
        </w:rPr>
        <w:t xml:space="preserve"> </w:t>
      </w:r>
      <w:r w:rsidRPr="00A05026">
        <w:rPr>
          <w:szCs w:val="28"/>
        </w:rPr>
        <w:t>(па</w:t>
      </w:r>
      <w:r>
        <w:rPr>
          <w:szCs w:val="28"/>
        </w:rPr>
        <w:t>їв</w:t>
      </w:r>
      <w:r w:rsidRPr="00A05026">
        <w:rPr>
          <w:szCs w:val="28"/>
        </w:rPr>
        <w:t>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EC4C79" w:rsidRPr="00A05026" w:rsidRDefault="00EC4C79" w:rsidP="00A05026">
      <w:pPr>
        <w:jc w:val="center"/>
        <w:rPr>
          <w:szCs w:val="28"/>
        </w:rPr>
      </w:pPr>
      <w:r>
        <w:rPr>
          <w:szCs w:val="28"/>
        </w:rPr>
        <w:t xml:space="preserve">КСП </w:t>
      </w:r>
      <w:r w:rsidRPr="00A05026">
        <w:rPr>
          <w:szCs w:val="28"/>
        </w:rPr>
        <w:t>«</w:t>
      </w:r>
      <w:r>
        <w:rPr>
          <w:szCs w:val="28"/>
        </w:rPr>
        <w:t>Нуйнівське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EC4C79" w:rsidRPr="00A05026" w:rsidRDefault="00EC4C79" w:rsidP="001B6D24"/>
    <w:p w:rsidR="00EC4C79" w:rsidRPr="00A05026" w:rsidRDefault="00EC4C79" w:rsidP="001B6D24">
      <w:r>
        <w:t xml:space="preserve"> </w:t>
      </w:r>
    </w:p>
    <w:p w:rsidR="00EC4C79" w:rsidRPr="00A05026" w:rsidRDefault="00EC4C79" w:rsidP="0094353E">
      <w:pPr>
        <w:ind w:firstLine="708"/>
        <w:jc w:val="both"/>
      </w:pPr>
      <w:r w:rsidRPr="00A05026">
        <w:t>Розгля</w:t>
      </w:r>
      <w:r>
        <w:t>нувши заяву власниці сертифікатів на право на земельні</w:t>
      </w:r>
      <w:r w:rsidRPr="00A05026">
        <w:t xml:space="preserve"> частк</w:t>
      </w:r>
      <w:r>
        <w:t>и (паї)</w:t>
      </w:r>
      <w:r w:rsidRPr="00A05026"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  КСП</w:t>
      </w:r>
      <w:r w:rsidRPr="00A05026">
        <w:rPr>
          <w:szCs w:val="28"/>
        </w:rPr>
        <w:t xml:space="preserve"> «</w:t>
      </w:r>
      <w:r>
        <w:rPr>
          <w:szCs w:val="28"/>
        </w:rPr>
        <w:t>Нуйнівське</w:t>
      </w:r>
      <w:r w:rsidRPr="00A05026">
        <w:rPr>
          <w:szCs w:val="28"/>
        </w:rPr>
        <w:t xml:space="preserve">»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EC4C79" w:rsidRPr="00A05026" w:rsidRDefault="00EC4C79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>Надати дозвіл  на розроблення технічної документації із землеустрою щодо встановлення меж земельних ділянок част</w:t>
      </w:r>
      <w:r>
        <w:t>о</w:t>
      </w:r>
      <w:r w:rsidRPr="00A05026">
        <w:t>к</w:t>
      </w:r>
      <w:r>
        <w:t xml:space="preserve"> (паїв</w:t>
      </w:r>
      <w:r w:rsidRPr="00A05026">
        <w:t xml:space="preserve">) </w:t>
      </w:r>
      <w:r>
        <w:rPr>
          <w:szCs w:val="28"/>
        </w:rPr>
        <w:t>колишнього КСП</w:t>
      </w:r>
      <w:r w:rsidRPr="00A05026">
        <w:rPr>
          <w:szCs w:val="28"/>
        </w:rPr>
        <w:t xml:space="preserve"> «</w:t>
      </w:r>
      <w:r>
        <w:rPr>
          <w:szCs w:val="28"/>
        </w:rPr>
        <w:t>Нуйнівське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Нуйнівської </w:t>
      </w:r>
      <w:r w:rsidRPr="00A05026">
        <w:t>сільської ради громадян</w:t>
      </w:r>
      <w:r>
        <w:t>ці</w:t>
      </w:r>
      <w:r w:rsidRPr="00A05026">
        <w:t>:</w:t>
      </w:r>
    </w:p>
    <w:p w:rsidR="00EC4C79" w:rsidRPr="00A05026" w:rsidRDefault="00EC4C79" w:rsidP="00A05026">
      <w:pPr>
        <w:ind w:firstLine="708"/>
        <w:jc w:val="both"/>
      </w:pPr>
      <w:r w:rsidRPr="00A05026">
        <w:t xml:space="preserve">- </w:t>
      </w:r>
      <w:r>
        <w:t>Прокопчук Надії Петрівні , власниці сертифікатів</w:t>
      </w:r>
      <w:r w:rsidRPr="00A05026">
        <w:t xml:space="preserve"> на право на земельн</w:t>
      </w:r>
      <w:r>
        <w:t>і частки</w:t>
      </w:r>
      <w:r w:rsidRPr="00A05026">
        <w:t xml:space="preserve"> (па</w:t>
      </w:r>
      <w:r>
        <w:t>ї</w:t>
      </w:r>
      <w:r w:rsidRPr="00A05026">
        <w:t>) серії ВЛ №</w:t>
      </w:r>
      <w:r>
        <w:t xml:space="preserve"> 015957, ВЛ № 015956.</w:t>
      </w:r>
    </w:p>
    <w:p w:rsidR="00EC4C79" w:rsidRPr="00A05026" w:rsidRDefault="00EC4C79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EC4C79" w:rsidRPr="00A05026" w:rsidRDefault="00EC4C79" w:rsidP="001B6D24"/>
    <w:p w:rsidR="00EC4C79" w:rsidRPr="00A05026" w:rsidRDefault="00EC4C79" w:rsidP="001B6D24"/>
    <w:p w:rsidR="00EC4C79" w:rsidRDefault="00EC4C79" w:rsidP="001B6D24"/>
    <w:p w:rsidR="00EC4C79" w:rsidRPr="00A05026" w:rsidRDefault="00EC4C79" w:rsidP="001B6D24"/>
    <w:p w:rsidR="00EC4C79" w:rsidRPr="00A05026" w:rsidRDefault="00EC4C79" w:rsidP="001B6D24"/>
    <w:p w:rsidR="00EC4C79" w:rsidRPr="00A05026" w:rsidRDefault="00EC4C79" w:rsidP="001B6D24">
      <w:r>
        <w:t xml:space="preserve">Голова                                </w:t>
      </w:r>
      <w:r w:rsidRPr="00A05026">
        <w:t xml:space="preserve">                                                         </w:t>
      </w:r>
      <w:r>
        <w:t xml:space="preserve">  </w:t>
      </w:r>
      <w:r w:rsidRPr="0094353E">
        <w:rPr>
          <w:b/>
        </w:rPr>
        <w:t>В.ДУНАЙЧУК</w:t>
      </w:r>
    </w:p>
    <w:p w:rsidR="00EC4C79" w:rsidRPr="00A05026" w:rsidRDefault="00EC4C79" w:rsidP="001B6D24"/>
    <w:p w:rsidR="00EC4C79" w:rsidRPr="00400AFD" w:rsidRDefault="00EC4C79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p w:rsidR="00EC4C79" w:rsidRPr="00A05026" w:rsidRDefault="00EC4C79" w:rsidP="001B6D24"/>
    <w:p w:rsidR="00EC4C79" w:rsidRPr="00A05026" w:rsidRDefault="00EC4C79" w:rsidP="001B6D24"/>
    <w:sectPr w:rsidR="00EC4C79" w:rsidRPr="00A0502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C79" w:rsidRDefault="00EC4C79" w:rsidP="00D113DB">
      <w:r>
        <w:separator/>
      </w:r>
    </w:p>
  </w:endnote>
  <w:endnote w:type="continuationSeparator" w:id="0">
    <w:p w:rsidR="00EC4C79" w:rsidRDefault="00EC4C79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C79" w:rsidRDefault="00EC4C79" w:rsidP="00D113DB">
      <w:r>
        <w:separator/>
      </w:r>
    </w:p>
  </w:footnote>
  <w:footnote w:type="continuationSeparator" w:id="0">
    <w:p w:rsidR="00EC4C79" w:rsidRDefault="00EC4C79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2BF6"/>
    <w:rsid w:val="000A4A8C"/>
    <w:rsid w:val="000A66CA"/>
    <w:rsid w:val="000B33A3"/>
    <w:rsid w:val="000D0568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140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7641D"/>
    <w:rsid w:val="0038223E"/>
    <w:rsid w:val="003869D8"/>
    <w:rsid w:val="003A01EF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312D4"/>
    <w:rsid w:val="00456C12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10FF2"/>
    <w:rsid w:val="009229F2"/>
    <w:rsid w:val="00937C7C"/>
    <w:rsid w:val="0094353E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AF7AAB"/>
    <w:rsid w:val="00B044C7"/>
    <w:rsid w:val="00B142CC"/>
    <w:rsid w:val="00B169B5"/>
    <w:rsid w:val="00B21D35"/>
    <w:rsid w:val="00B2560E"/>
    <w:rsid w:val="00B43590"/>
    <w:rsid w:val="00B535A8"/>
    <w:rsid w:val="00B67295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DF60EF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64BBA"/>
    <w:rsid w:val="00E90913"/>
    <w:rsid w:val="00E90AF3"/>
    <w:rsid w:val="00E95828"/>
    <w:rsid w:val="00EA199A"/>
    <w:rsid w:val="00EA5574"/>
    <w:rsid w:val="00EB6E39"/>
    <w:rsid w:val="00EC4C7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5091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437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353E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437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0D437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D4370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6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204</Words>
  <Characters>1163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2017-02-20T13:40:00Z</cp:lastPrinted>
  <dcterms:created xsi:type="dcterms:W3CDTF">2017-12-14T14:38:00Z</dcterms:created>
  <dcterms:modified xsi:type="dcterms:W3CDTF">2017-12-14T14:38:00Z</dcterms:modified>
</cp:coreProperties>
</file>