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BB3" w:rsidRDefault="00E94BB3" w:rsidP="006F0F46">
      <w:pPr>
        <w:jc w:val="center"/>
        <w:rPr>
          <w:snapToGrid w:val="0"/>
          <w:spacing w:val="8"/>
          <w:sz w:val="24"/>
        </w:rPr>
      </w:pPr>
      <w:r w:rsidRPr="00790666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E94BB3" w:rsidRDefault="00E94BB3" w:rsidP="002A4A36">
      <w:pPr>
        <w:spacing w:line="360" w:lineRule="auto"/>
        <w:rPr>
          <w:spacing w:val="8"/>
          <w:sz w:val="12"/>
          <w:szCs w:val="20"/>
        </w:rPr>
      </w:pPr>
    </w:p>
    <w:p w:rsidR="00E94BB3" w:rsidRPr="006A4DE2" w:rsidRDefault="00E94BB3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E94BB3" w:rsidRPr="006A4DE2" w:rsidRDefault="00E94BB3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E94BB3" w:rsidRDefault="00E94BB3" w:rsidP="002A4A36">
      <w:pPr>
        <w:jc w:val="center"/>
        <w:rPr>
          <w:b/>
          <w:sz w:val="16"/>
          <w:szCs w:val="16"/>
        </w:rPr>
      </w:pPr>
    </w:p>
    <w:p w:rsidR="00E94BB3" w:rsidRPr="00C565F1" w:rsidRDefault="00E94BB3" w:rsidP="002A4A36">
      <w:pPr>
        <w:jc w:val="center"/>
        <w:rPr>
          <w:b/>
          <w:sz w:val="16"/>
          <w:szCs w:val="16"/>
        </w:rPr>
      </w:pPr>
    </w:p>
    <w:p w:rsidR="00E94BB3" w:rsidRDefault="00E94BB3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E94BB3" w:rsidRDefault="00E94BB3" w:rsidP="00BE11DE">
      <w:pPr>
        <w:pStyle w:val="Title"/>
        <w:jc w:val="left"/>
        <w:rPr>
          <w:sz w:val="20"/>
          <w:szCs w:val="20"/>
        </w:rPr>
      </w:pPr>
    </w:p>
    <w:p w:rsidR="00E94BB3" w:rsidRDefault="00E94BB3" w:rsidP="00BE11DE">
      <w:pPr>
        <w:pStyle w:val="Title"/>
        <w:jc w:val="left"/>
        <w:rPr>
          <w:sz w:val="20"/>
          <w:szCs w:val="20"/>
        </w:rPr>
      </w:pPr>
    </w:p>
    <w:p w:rsidR="00E94BB3" w:rsidRDefault="00E94BB3" w:rsidP="00BE11DE">
      <w:pPr>
        <w:pStyle w:val="Title"/>
        <w:jc w:val="left"/>
      </w:pPr>
      <w:r>
        <w:rPr>
          <w:szCs w:val="28"/>
        </w:rPr>
        <w:t xml:space="preserve">12 грудня 2017 року               </w:t>
      </w:r>
      <w:r>
        <w:t>м.Камінь-Каширський</w:t>
      </w:r>
      <w:r>
        <w:tab/>
      </w:r>
      <w:r>
        <w:tab/>
      </w:r>
      <w:r>
        <w:tab/>
      </w:r>
      <w:r>
        <w:tab/>
        <w:t>№ 357</w:t>
      </w:r>
    </w:p>
    <w:p w:rsidR="00E94BB3" w:rsidRDefault="00E94BB3" w:rsidP="001D02A6">
      <w:pPr>
        <w:pStyle w:val="Title"/>
      </w:pPr>
    </w:p>
    <w:p w:rsidR="00E94BB3" w:rsidRDefault="00E94BB3" w:rsidP="001D02A6">
      <w:pPr>
        <w:jc w:val="center"/>
      </w:pPr>
      <w:r>
        <w:t>Про затвердження технічної документації із</w:t>
      </w:r>
    </w:p>
    <w:p w:rsidR="00E94BB3" w:rsidRDefault="00E94BB3" w:rsidP="001D02A6">
      <w:pPr>
        <w:jc w:val="center"/>
      </w:pPr>
      <w:r>
        <w:t>землеустрою щодо встановлення меж земельних</w:t>
      </w:r>
    </w:p>
    <w:p w:rsidR="00E94BB3" w:rsidRPr="00FF0543" w:rsidRDefault="00E94BB3" w:rsidP="001D02A6">
      <w:pPr>
        <w:jc w:val="center"/>
        <w:rPr>
          <w:lang w:val="ru-RU"/>
        </w:rPr>
      </w:pPr>
      <w:r>
        <w:t xml:space="preserve">ділянок частки (паю) колишнього КСП </w:t>
      </w:r>
      <w:r>
        <w:rPr>
          <w:lang w:val="ru-RU"/>
        </w:rPr>
        <w:t>«Перше Травня»</w:t>
      </w:r>
    </w:p>
    <w:p w:rsidR="00E94BB3" w:rsidRDefault="00E94BB3" w:rsidP="001D02A6">
      <w:pPr>
        <w:jc w:val="center"/>
      </w:pPr>
      <w:r>
        <w:t>в натурі (на  місцевості)</w:t>
      </w:r>
    </w:p>
    <w:p w:rsidR="00E94BB3" w:rsidRDefault="00E94BB3" w:rsidP="001D02A6">
      <w:pPr>
        <w:jc w:val="center"/>
      </w:pPr>
    </w:p>
    <w:p w:rsidR="00E94BB3" w:rsidRDefault="00E94BB3" w:rsidP="00166819">
      <w:pPr>
        <w:ind w:firstLine="708"/>
        <w:jc w:val="both"/>
      </w:pPr>
      <w:r>
        <w:t xml:space="preserve">Розглянувши заяву гр. </w:t>
      </w:r>
      <w:r w:rsidRPr="001D02A6">
        <w:t xml:space="preserve">Карпіка </w:t>
      </w:r>
      <w:r>
        <w:t>Й.Ф</w:t>
      </w:r>
      <w:r w:rsidRPr="001D02A6">
        <w:t>.</w:t>
      </w:r>
      <w:r>
        <w:t xml:space="preserve"> про затвердження технічної документації із землеустрою щодо встановлення меж земельних ділянок частки (паю) колишнього КСП «Перше Травня»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E94BB3" w:rsidRPr="00060A6D" w:rsidRDefault="00E94BB3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частки (паю) </w:t>
      </w:r>
      <w:r>
        <w:t>колишнього КСП «Перше Травня»</w:t>
      </w:r>
      <w:r>
        <w:rPr>
          <w:szCs w:val="28"/>
        </w:rPr>
        <w:t xml:space="preserve"> в натурі (на місцевості) </w:t>
      </w:r>
      <w:r>
        <w:t xml:space="preserve">власнику сертифіката на право </w:t>
      </w:r>
      <w:r w:rsidRPr="00060A6D">
        <w:t xml:space="preserve">на земельну частку (пай) громадянину </w:t>
      </w:r>
      <w:r>
        <w:t>Карпіку Йосипу Фотійовичу</w:t>
      </w:r>
      <w:r w:rsidRPr="00060A6D">
        <w:t>.</w:t>
      </w:r>
    </w:p>
    <w:p w:rsidR="00E94BB3" w:rsidRDefault="00E94BB3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>
        <w:rPr>
          <w:szCs w:val="28"/>
        </w:rPr>
        <w:t xml:space="preserve">земельні ділянки за межами населених пунктів на території Раковоліської сільської ради в розмірі частки (паю) </w:t>
      </w:r>
      <w:r>
        <w:t xml:space="preserve">колишнього КСП «Перше Травня» </w:t>
      </w:r>
      <w:r w:rsidRPr="00060A6D">
        <w:t>громадянину</w:t>
      </w:r>
      <w:r>
        <w:t>:</w:t>
      </w:r>
    </w:p>
    <w:p w:rsidR="00E94BB3" w:rsidRPr="00060A6D" w:rsidRDefault="00E94BB3" w:rsidP="00060A6D">
      <w:pPr>
        <w:ind w:firstLine="708"/>
        <w:jc w:val="both"/>
        <w:rPr>
          <w:szCs w:val="28"/>
        </w:rPr>
      </w:pPr>
      <w:r>
        <w:t>- Карпіку  Йосипу</w:t>
      </w:r>
      <w:r>
        <w:rPr>
          <w:szCs w:val="28"/>
        </w:rPr>
        <w:t xml:space="preserve"> Фотійовичу для ведення особистого селянського господарства, власнику земельної частки (паю) </w:t>
      </w:r>
      <w:r>
        <w:t>колишнього КСП «Перше Травня»</w:t>
      </w:r>
      <w:r>
        <w:rPr>
          <w:szCs w:val="28"/>
        </w:rPr>
        <w:t xml:space="preserve">, кадастровий номер зареєстрованих земельних ділянок: 0721486600:02:000:0820 площею </w:t>
      </w:r>
      <w:smartTag w:uri="urn:schemas-microsoft-com:office:smarttags" w:element="metricconverter">
        <w:smartTagPr>
          <w:attr w:name="ProductID" w:val="0,6324 га"/>
        </w:smartTagPr>
        <w:r>
          <w:rPr>
            <w:szCs w:val="28"/>
          </w:rPr>
          <w:t>0,6324 га</w:t>
        </w:r>
      </w:smartTag>
      <w:r>
        <w:rPr>
          <w:szCs w:val="28"/>
        </w:rPr>
        <w:t xml:space="preserve">, 0721486600:02:000:0821 площею </w:t>
      </w:r>
      <w:smartTag w:uri="urn:schemas-microsoft-com:office:smarttags" w:element="metricconverter">
        <w:smartTagPr>
          <w:attr w:name="ProductID" w:val="0,3930 га"/>
        </w:smartTagPr>
        <w:r>
          <w:rPr>
            <w:szCs w:val="28"/>
          </w:rPr>
          <w:t>0,3930 га</w:t>
        </w:r>
      </w:smartTag>
      <w:r>
        <w:rPr>
          <w:szCs w:val="28"/>
        </w:rPr>
        <w:t>, 0721486600:05:000:0445 площею 0,7171га, право на які посвідчено сертифікатом на право на земельну частку (пай).</w:t>
      </w:r>
    </w:p>
    <w:p w:rsidR="00E94BB3" w:rsidRDefault="00E94BB3" w:rsidP="00166819">
      <w:pPr>
        <w:ind w:firstLine="708"/>
        <w:jc w:val="both"/>
      </w:pPr>
      <w:r>
        <w:t>3. Г</w:t>
      </w:r>
      <w:r w:rsidRPr="00060A6D">
        <w:t xml:space="preserve">ромадянину </w:t>
      </w:r>
      <w:r>
        <w:t xml:space="preserve">Карпіку  Йосипу Фотійовичу право приватної власності на вищевказані земельні ділянки зареєструвати у встановленому законом  порядку. </w:t>
      </w:r>
    </w:p>
    <w:p w:rsidR="00E94BB3" w:rsidRDefault="00E94BB3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Раковоліській сільській раді внести відповідні зміни в земельно - облікові документи.</w:t>
      </w:r>
    </w:p>
    <w:p w:rsidR="00E94BB3" w:rsidRDefault="00E94BB3" w:rsidP="00166819">
      <w:pPr>
        <w:jc w:val="both"/>
        <w:rPr>
          <w:sz w:val="24"/>
          <w:szCs w:val="20"/>
        </w:rPr>
      </w:pPr>
    </w:p>
    <w:p w:rsidR="00E94BB3" w:rsidRDefault="00E94BB3" w:rsidP="00166819">
      <w:pPr>
        <w:jc w:val="both"/>
        <w:rPr>
          <w:sz w:val="24"/>
          <w:szCs w:val="20"/>
        </w:rPr>
      </w:pPr>
    </w:p>
    <w:p w:rsidR="00E94BB3" w:rsidRDefault="00E94BB3" w:rsidP="00166819">
      <w:pPr>
        <w:jc w:val="both"/>
        <w:rPr>
          <w:b/>
        </w:rPr>
      </w:pPr>
      <w:r>
        <w:t xml:space="preserve">Голова                                                                                         </w:t>
      </w:r>
      <w:r w:rsidRPr="00266CC2">
        <w:rPr>
          <w:b/>
        </w:rPr>
        <w:t>В.ДУНАЙЧУК</w:t>
      </w:r>
    </w:p>
    <w:p w:rsidR="00E94BB3" w:rsidRDefault="00E94BB3" w:rsidP="00166819">
      <w:pPr>
        <w:jc w:val="both"/>
        <w:rPr>
          <w:sz w:val="22"/>
          <w:szCs w:val="22"/>
        </w:rPr>
      </w:pPr>
    </w:p>
    <w:p w:rsidR="00E94BB3" w:rsidRPr="007077A0" w:rsidRDefault="00E94BB3" w:rsidP="00166819">
      <w:pPr>
        <w:jc w:val="both"/>
        <w:rPr>
          <w:sz w:val="24"/>
        </w:rPr>
      </w:pPr>
      <w:r w:rsidRPr="007077A0">
        <w:rPr>
          <w:sz w:val="24"/>
        </w:rPr>
        <w:t>Нікітчук</w:t>
      </w:r>
      <w:r>
        <w:rPr>
          <w:sz w:val="24"/>
        </w:rPr>
        <w:t xml:space="preserve"> 23068</w:t>
      </w:r>
    </w:p>
    <w:sectPr w:rsidR="00E94BB3" w:rsidRPr="007077A0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43316"/>
    <w:rsid w:val="00051CD8"/>
    <w:rsid w:val="0005341F"/>
    <w:rsid w:val="00053787"/>
    <w:rsid w:val="00057FD4"/>
    <w:rsid w:val="00060A6D"/>
    <w:rsid w:val="00065308"/>
    <w:rsid w:val="000700A8"/>
    <w:rsid w:val="0008339E"/>
    <w:rsid w:val="00085400"/>
    <w:rsid w:val="00086F1E"/>
    <w:rsid w:val="000A73EA"/>
    <w:rsid w:val="000B3C80"/>
    <w:rsid w:val="000D1129"/>
    <w:rsid w:val="000E3606"/>
    <w:rsid w:val="000E73D7"/>
    <w:rsid w:val="000F5BC8"/>
    <w:rsid w:val="00111F30"/>
    <w:rsid w:val="0011349E"/>
    <w:rsid w:val="00121DFA"/>
    <w:rsid w:val="00126975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90F37"/>
    <w:rsid w:val="001B0C91"/>
    <w:rsid w:val="001B6C00"/>
    <w:rsid w:val="001D02A6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45178"/>
    <w:rsid w:val="00265506"/>
    <w:rsid w:val="00266CC2"/>
    <w:rsid w:val="002707CB"/>
    <w:rsid w:val="0027210F"/>
    <w:rsid w:val="00276A00"/>
    <w:rsid w:val="0027750E"/>
    <w:rsid w:val="00284B40"/>
    <w:rsid w:val="002A4A36"/>
    <w:rsid w:val="002B3B14"/>
    <w:rsid w:val="002D4D33"/>
    <w:rsid w:val="002F6E86"/>
    <w:rsid w:val="002F7443"/>
    <w:rsid w:val="00311931"/>
    <w:rsid w:val="00312E35"/>
    <w:rsid w:val="00334748"/>
    <w:rsid w:val="00342A07"/>
    <w:rsid w:val="00342B99"/>
    <w:rsid w:val="00355720"/>
    <w:rsid w:val="003669E4"/>
    <w:rsid w:val="00370F93"/>
    <w:rsid w:val="00372216"/>
    <w:rsid w:val="00372BEF"/>
    <w:rsid w:val="00373C55"/>
    <w:rsid w:val="00390D98"/>
    <w:rsid w:val="003942DD"/>
    <w:rsid w:val="003D1234"/>
    <w:rsid w:val="003D1657"/>
    <w:rsid w:val="003E4775"/>
    <w:rsid w:val="003F214F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80993"/>
    <w:rsid w:val="00490142"/>
    <w:rsid w:val="004A6491"/>
    <w:rsid w:val="004A740C"/>
    <w:rsid w:val="004B35B4"/>
    <w:rsid w:val="004B520C"/>
    <w:rsid w:val="004C0266"/>
    <w:rsid w:val="004C541D"/>
    <w:rsid w:val="004C5452"/>
    <w:rsid w:val="004E147D"/>
    <w:rsid w:val="004E70A4"/>
    <w:rsid w:val="004F3D70"/>
    <w:rsid w:val="00500B8A"/>
    <w:rsid w:val="0050185A"/>
    <w:rsid w:val="00502C68"/>
    <w:rsid w:val="005074EE"/>
    <w:rsid w:val="005078AE"/>
    <w:rsid w:val="0052373F"/>
    <w:rsid w:val="00523891"/>
    <w:rsid w:val="005254B3"/>
    <w:rsid w:val="0054271D"/>
    <w:rsid w:val="0055145A"/>
    <w:rsid w:val="00560569"/>
    <w:rsid w:val="0056231D"/>
    <w:rsid w:val="00563C2E"/>
    <w:rsid w:val="005671AE"/>
    <w:rsid w:val="005879DC"/>
    <w:rsid w:val="00587C46"/>
    <w:rsid w:val="00596FCC"/>
    <w:rsid w:val="0059796C"/>
    <w:rsid w:val="00597D1C"/>
    <w:rsid w:val="005B020A"/>
    <w:rsid w:val="005B5CD5"/>
    <w:rsid w:val="005D0F64"/>
    <w:rsid w:val="005F4DC7"/>
    <w:rsid w:val="00627C5A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4860"/>
    <w:rsid w:val="0077163B"/>
    <w:rsid w:val="007758B0"/>
    <w:rsid w:val="0078108D"/>
    <w:rsid w:val="00790666"/>
    <w:rsid w:val="007952F8"/>
    <w:rsid w:val="007A7BA2"/>
    <w:rsid w:val="007B7A27"/>
    <w:rsid w:val="007C73A0"/>
    <w:rsid w:val="007D240E"/>
    <w:rsid w:val="007D6637"/>
    <w:rsid w:val="007E47FC"/>
    <w:rsid w:val="007E73EF"/>
    <w:rsid w:val="007F21E4"/>
    <w:rsid w:val="008414BE"/>
    <w:rsid w:val="00847E31"/>
    <w:rsid w:val="00850732"/>
    <w:rsid w:val="008533AB"/>
    <w:rsid w:val="00856D7B"/>
    <w:rsid w:val="008659A7"/>
    <w:rsid w:val="0087095D"/>
    <w:rsid w:val="008745F7"/>
    <w:rsid w:val="00880610"/>
    <w:rsid w:val="008950FF"/>
    <w:rsid w:val="008A359F"/>
    <w:rsid w:val="008B2134"/>
    <w:rsid w:val="008C2A5D"/>
    <w:rsid w:val="008D109E"/>
    <w:rsid w:val="008D7C1F"/>
    <w:rsid w:val="008D7E82"/>
    <w:rsid w:val="009023AB"/>
    <w:rsid w:val="0090684C"/>
    <w:rsid w:val="00906C79"/>
    <w:rsid w:val="009108E0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5901"/>
    <w:rsid w:val="00A874DC"/>
    <w:rsid w:val="00AA108B"/>
    <w:rsid w:val="00AB46C6"/>
    <w:rsid w:val="00AC6F8F"/>
    <w:rsid w:val="00AD6018"/>
    <w:rsid w:val="00AF49AB"/>
    <w:rsid w:val="00AF5D8C"/>
    <w:rsid w:val="00B05126"/>
    <w:rsid w:val="00B14484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75DFB"/>
    <w:rsid w:val="00C801C4"/>
    <w:rsid w:val="00C858D8"/>
    <w:rsid w:val="00C90F7C"/>
    <w:rsid w:val="00C91C87"/>
    <w:rsid w:val="00C93246"/>
    <w:rsid w:val="00CB13B9"/>
    <w:rsid w:val="00CC3E3D"/>
    <w:rsid w:val="00CC4AB4"/>
    <w:rsid w:val="00CC7B31"/>
    <w:rsid w:val="00CD6D77"/>
    <w:rsid w:val="00CD7767"/>
    <w:rsid w:val="00CE3D2B"/>
    <w:rsid w:val="00CE4D9D"/>
    <w:rsid w:val="00CE627C"/>
    <w:rsid w:val="00CE641E"/>
    <w:rsid w:val="00D064A3"/>
    <w:rsid w:val="00D1352E"/>
    <w:rsid w:val="00D21C5C"/>
    <w:rsid w:val="00D367C0"/>
    <w:rsid w:val="00D50ADF"/>
    <w:rsid w:val="00D569F1"/>
    <w:rsid w:val="00D64C96"/>
    <w:rsid w:val="00D9141B"/>
    <w:rsid w:val="00DA1C05"/>
    <w:rsid w:val="00DA586B"/>
    <w:rsid w:val="00DB43EA"/>
    <w:rsid w:val="00DC0CDE"/>
    <w:rsid w:val="00DD0315"/>
    <w:rsid w:val="00DD0E04"/>
    <w:rsid w:val="00DE1174"/>
    <w:rsid w:val="00E04F77"/>
    <w:rsid w:val="00E1056F"/>
    <w:rsid w:val="00E22955"/>
    <w:rsid w:val="00E234EA"/>
    <w:rsid w:val="00E25FA6"/>
    <w:rsid w:val="00E339AD"/>
    <w:rsid w:val="00E41E7E"/>
    <w:rsid w:val="00E63B0F"/>
    <w:rsid w:val="00E94BB3"/>
    <w:rsid w:val="00EA0437"/>
    <w:rsid w:val="00EA15E8"/>
    <w:rsid w:val="00EA4C17"/>
    <w:rsid w:val="00EB318E"/>
    <w:rsid w:val="00EC10A1"/>
    <w:rsid w:val="00ED058D"/>
    <w:rsid w:val="00ED1415"/>
    <w:rsid w:val="00ED4F2B"/>
    <w:rsid w:val="00EE58D0"/>
    <w:rsid w:val="00EE65BB"/>
    <w:rsid w:val="00F04CE2"/>
    <w:rsid w:val="00F079CC"/>
    <w:rsid w:val="00F11D12"/>
    <w:rsid w:val="00F13904"/>
    <w:rsid w:val="00F24EEC"/>
    <w:rsid w:val="00F3579A"/>
    <w:rsid w:val="00F36B46"/>
    <w:rsid w:val="00F40422"/>
    <w:rsid w:val="00F46F0C"/>
    <w:rsid w:val="00F627F2"/>
    <w:rsid w:val="00F7517F"/>
    <w:rsid w:val="00FB6ACF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79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85E69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579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5E69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5E69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5E69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579A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885E69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85E69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rsid w:val="00F3579A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662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2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2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2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315</Words>
  <Characters>1799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2017-12-08T06:56:00Z</cp:lastPrinted>
  <dcterms:created xsi:type="dcterms:W3CDTF">2017-12-14T14:21:00Z</dcterms:created>
  <dcterms:modified xsi:type="dcterms:W3CDTF">2017-12-14T14:21:00Z</dcterms:modified>
</cp:coreProperties>
</file>