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E7" w:rsidRPr="000F20E0" w:rsidRDefault="003B42E7" w:rsidP="006F0F46">
      <w:pPr>
        <w:jc w:val="center"/>
        <w:rPr>
          <w:snapToGrid w:val="0"/>
          <w:spacing w:val="8"/>
          <w:sz w:val="24"/>
        </w:rPr>
      </w:pPr>
      <w:r w:rsidRPr="008366D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B42E7" w:rsidRPr="000F20E0" w:rsidRDefault="003B42E7" w:rsidP="002A4A36">
      <w:pPr>
        <w:spacing w:line="360" w:lineRule="auto"/>
        <w:rPr>
          <w:spacing w:val="8"/>
          <w:sz w:val="12"/>
          <w:szCs w:val="20"/>
        </w:rPr>
      </w:pPr>
    </w:p>
    <w:p w:rsidR="003B42E7" w:rsidRPr="000F20E0" w:rsidRDefault="003B42E7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3B42E7" w:rsidRPr="000F20E0" w:rsidRDefault="003B42E7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3B42E7" w:rsidRPr="000F20E0" w:rsidRDefault="003B42E7" w:rsidP="002A4A36">
      <w:pPr>
        <w:jc w:val="center"/>
        <w:rPr>
          <w:b/>
          <w:sz w:val="16"/>
          <w:szCs w:val="16"/>
        </w:rPr>
      </w:pPr>
    </w:p>
    <w:p w:rsidR="003B42E7" w:rsidRPr="000F20E0" w:rsidRDefault="003B42E7" w:rsidP="002A4A36">
      <w:pPr>
        <w:jc w:val="center"/>
        <w:rPr>
          <w:b/>
          <w:sz w:val="16"/>
          <w:szCs w:val="16"/>
        </w:rPr>
      </w:pPr>
    </w:p>
    <w:p w:rsidR="003B42E7" w:rsidRPr="000F20E0" w:rsidRDefault="003B42E7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3B42E7" w:rsidRPr="000F20E0" w:rsidRDefault="003B42E7" w:rsidP="00BE11DE">
      <w:pPr>
        <w:pStyle w:val="Title"/>
        <w:jc w:val="left"/>
        <w:rPr>
          <w:sz w:val="20"/>
          <w:szCs w:val="20"/>
        </w:rPr>
      </w:pPr>
    </w:p>
    <w:p w:rsidR="003B42E7" w:rsidRPr="000F20E0" w:rsidRDefault="003B42E7" w:rsidP="00BE11DE">
      <w:pPr>
        <w:pStyle w:val="Title"/>
        <w:jc w:val="left"/>
      </w:pPr>
      <w:r>
        <w:rPr>
          <w:szCs w:val="28"/>
        </w:rPr>
        <w:t xml:space="preserve">12 грудня 2017 року </w:t>
      </w:r>
      <w:r>
        <w:rPr>
          <w:szCs w:val="28"/>
        </w:rPr>
        <w:tab/>
        <w:t xml:space="preserve">        </w:t>
      </w:r>
      <w:r w:rsidRPr="000F20E0">
        <w:t xml:space="preserve">м. </w:t>
      </w:r>
      <w:r>
        <w:t>Камінь-Каширський</w:t>
      </w:r>
      <w:r>
        <w:tab/>
      </w:r>
      <w:r>
        <w:tab/>
      </w:r>
      <w:r>
        <w:tab/>
        <w:t xml:space="preserve">           № 355</w:t>
      </w:r>
    </w:p>
    <w:p w:rsidR="003B42E7" w:rsidRPr="000F20E0" w:rsidRDefault="003B42E7" w:rsidP="002A4A36">
      <w:pPr>
        <w:pStyle w:val="Title"/>
        <w:jc w:val="left"/>
      </w:pPr>
    </w:p>
    <w:p w:rsidR="003B42E7" w:rsidRPr="000F20E0" w:rsidRDefault="003B42E7" w:rsidP="00B06364">
      <w:pPr>
        <w:jc w:val="center"/>
      </w:pPr>
      <w:r w:rsidRPr="000F20E0">
        <w:t>Про затвердження технічної документації із</w:t>
      </w:r>
    </w:p>
    <w:p w:rsidR="003B42E7" w:rsidRPr="000F20E0" w:rsidRDefault="003B42E7" w:rsidP="00B06364">
      <w:pPr>
        <w:jc w:val="center"/>
      </w:pPr>
      <w:r w:rsidRPr="000F20E0">
        <w:t>землеустрою щодо встановлення меж земельних</w:t>
      </w:r>
    </w:p>
    <w:p w:rsidR="003B42E7" w:rsidRPr="000F20E0" w:rsidRDefault="003B42E7" w:rsidP="00B06364">
      <w:pPr>
        <w:jc w:val="center"/>
      </w:pPr>
      <w:r w:rsidRPr="000F20E0">
        <w:t>ділянок частк</w:t>
      </w:r>
      <w:r>
        <w:t>и</w:t>
      </w:r>
      <w:r w:rsidRPr="000F20E0">
        <w:t xml:space="preserve"> (па</w:t>
      </w:r>
      <w:r>
        <w:t>ю</w:t>
      </w:r>
      <w:r w:rsidRPr="000F20E0">
        <w:t xml:space="preserve">) колишнього </w:t>
      </w:r>
      <w:r>
        <w:t>КСП «Сошичненське»</w:t>
      </w:r>
    </w:p>
    <w:p w:rsidR="003B42E7" w:rsidRPr="002F48D8" w:rsidRDefault="003B42E7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3B42E7" w:rsidRPr="000F20E0" w:rsidRDefault="003B42E7" w:rsidP="00E41E7E"/>
    <w:p w:rsidR="003B42E7" w:rsidRDefault="003B42E7" w:rsidP="00D246D9">
      <w:pPr>
        <w:ind w:firstLine="708"/>
        <w:jc w:val="both"/>
      </w:pPr>
      <w:r w:rsidRPr="000F20E0">
        <w:t>Розглянувши заяву</w:t>
      </w:r>
      <w:r>
        <w:t xml:space="preserve"> гр. Осадчук  М.А.</w:t>
      </w:r>
      <w:r w:rsidRPr="000F20E0">
        <w:t xml:space="preserve"> </w:t>
      </w:r>
      <w:r>
        <w:t>про затвердження технічної документації із землеустрою щодо встановлення меж земельних ділянок частки (паю) колишнього  КСП  «Сошичненське»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3B42E7" w:rsidRDefault="003B42E7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КСП  «Сошичненське» </w:t>
      </w:r>
      <w:r>
        <w:rPr>
          <w:szCs w:val="28"/>
        </w:rPr>
        <w:t xml:space="preserve">в натурі (на місцевості) </w:t>
      </w:r>
      <w:r>
        <w:t>власниці сертифіката на право на земельну частку (пай) громадянці  Осадчук Маріанні Анатоліївні.</w:t>
      </w:r>
    </w:p>
    <w:p w:rsidR="003B42E7" w:rsidRDefault="003B42E7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Сошичненської сільської ради в розмірі частки (паю) </w:t>
      </w:r>
      <w:r>
        <w:t>колишнього КСП  «Сошичненське» громадянці:</w:t>
      </w:r>
    </w:p>
    <w:p w:rsidR="003B42E7" w:rsidRDefault="003B42E7" w:rsidP="009051EE">
      <w:pPr>
        <w:ind w:firstLine="708"/>
        <w:jc w:val="both"/>
        <w:rPr>
          <w:szCs w:val="28"/>
        </w:rPr>
      </w:pPr>
      <w:r>
        <w:t xml:space="preserve">- Осадчук Маріанні Анатоліївні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колишнього КСП  «Сошичненське»</w:t>
      </w:r>
      <w:r>
        <w:rPr>
          <w:szCs w:val="28"/>
        </w:rPr>
        <w:t xml:space="preserve">, кадастрові номери зареєстрованих земельних ділянок: 0721486901:02:000:0008 площею </w:t>
      </w:r>
      <w:smartTag w:uri="urn:schemas-microsoft-com:office:smarttags" w:element="metricconverter">
        <w:smartTagPr>
          <w:attr w:name="ProductID" w:val="0,1402 га"/>
        </w:smartTagPr>
        <w:r>
          <w:rPr>
            <w:szCs w:val="28"/>
          </w:rPr>
          <w:t>0,1402 га</w:t>
        </w:r>
      </w:smartTag>
      <w:r>
        <w:rPr>
          <w:szCs w:val="28"/>
        </w:rPr>
        <w:t xml:space="preserve">, 0721486901:06:000:0028 площею </w:t>
      </w:r>
      <w:smartTag w:uri="urn:schemas-microsoft-com:office:smarttags" w:element="metricconverter">
        <w:smartTagPr>
          <w:attr w:name="ProductID" w:val="0,0800 га"/>
        </w:smartTagPr>
        <w:r>
          <w:rPr>
            <w:szCs w:val="28"/>
          </w:rPr>
          <w:t>0,0800 га</w:t>
        </w:r>
      </w:smartTag>
      <w:r>
        <w:rPr>
          <w:szCs w:val="28"/>
        </w:rPr>
        <w:t xml:space="preserve">, 0721486900:01:000:0451 площею </w:t>
      </w:r>
      <w:smartTag w:uri="urn:schemas-microsoft-com:office:smarttags" w:element="metricconverter">
        <w:smartTagPr>
          <w:attr w:name="ProductID" w:val="0,0755 га"/>
        </w:smartTagPr>
        <w:r>
          <w:rPr>
            <w:szCs w:val="28"/>
          </w:rPr>
          <w:t>0,0755 га</w:t>
        </w:r>
      </w:smartTag>
      <w:r>
        <w:rPr>
          <w:szCs w:val="28"/>
        </w:rPr>
        <w:t xml:space="preserve">, 0721486900:01:000:0452 площею </w:t>
      </w:r>
      <w:smartTag w:uri="urn:schemas-microsoft-com:office:smarttags" w:element="metricconverter">
        <w:smartTagPr>
          <w:attr w:name="ProductID" w:val="0,2212 га"/>
        </w:smartTagPr>
        <w:r>
          <w:rPr>
            <w:szCs w:val="28"/>
          </w:rPr>
          <w:t>0,2212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3B42E7" w:rsidRDefault="003B42E7" w:rsidP="009051EE">
      <w:pPr>
        <w:ind w:firstLine="708"/>
        <w:jc w:val="both"/>
      </w:pPr>
      <w:r>
        <w:t xml:space="preserve">3. Громадянці Осадчук Маріанні Анатоліївні  право приватної власності на вищевказані земельні ділянки зареєструвати у встановленому законом  порядку. </w:t>
      </w:r>
    </w:p>
    <w:p w:rsidR="003B42E7" w:rsidRDefault="003B42E7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Сошичненській сільській раді внести відповідні зміни в земельно - облікові документи.</w:t>
      </w:r>
    </w:p>
    <w:p w:rsidR="003B42E7" w:rsidRDefault="003B42E7" w:rsidP="009051EE">
      <w:pPr>
        <w:jc w:val="both"/>
        <w:rPr>
          <w:sz w:val="24"/>
          <w:szCs w:val="20"/>
        </w:rPr>
      </w:pPr>
    </w:p>
    <w:p w:rsidR="003B42E7" w:rsidRPr="00B06364" w:rsidRDefault="003B42E7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3B42E7" w:rsidRDefault="003B42E7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3B42E7" w:rsidRDefault="003B42E7" w:rsidP="00542D94">
      <w:pPr>
        <w:jc w:val="both"/>
        <w:rPr>
          <w:sz w:val="22"/>
          <w:szCs w:val="22"/>
        </w:rPr>
      </w:pPr>
    </w:p>
    <w:p w:rsidR="003B42E7" w:rsidRPr="009F1BF4" w:rsidRDefault="003B42E7" w:rsidP="009F1BF4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3B42E7" w:rsidRDefault="003B42E7" w:rsidP="009F1BF4">
      <w:pPr>
        <w:pStyle w:val="Heading2"/>
        <w:ind w:left="-280" w:right="-162" w:firstLine="100"/>
        <w:rPr>
          <w:b/>
          <w:bCs w:val="0"/>
          <w:color w:val="FF0000"/>
          <w:sz w:val="24"/>
          <w:szCs w:val="24"/>
        </w:rPr>
      </w:pPr>
    </w:p>
    <w:p w:rsidR="003B42E7" w:rsidRDefault="003B42E7" w:rsidP="009F1BF4">
      <w:pPr>
        <w:rPr>
          <w:rFonts w:eastAsia="Times New Roman"/>
          <w:b/>
          <w:sz w:val="24"/>
        </w:rPr>
      </w:pPr>
    </w:p>
    <w:sectPr w:rsidR="003B42E7" w:rsidSect="00F5290B">
      <w:pgSz w:w="11906" w:h="16838"/>
      <w:pgMar w:top="567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093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1E51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B42E7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33AE"/>
    <w:rsid w:val="005B5CD5"/>
    <w:rsid w:val="005C3AB9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63F"/>
    <w:rsid w:val="008366D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13F8"/>
    <w:rsid w:val="00994889"/>
    <w:rsid w:val="00996A2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071E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249E7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2BB1"/>
    <w:rsid w:val="00BF7E21"/>
    <w:rsid w:val="00C007C2"/>
    <w:rsid w:val="00C14367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67406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30C1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87ED2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DE14F0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402F"/>
    <w:rsid w:val="00F443A9"/>
    <w:rsid w:val="00F46F0C"/>
    <w:rsid w:val="00F5290B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8FD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8FD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78FD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78FD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E78FD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78FD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6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325</Words>
  <Characters>1853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2017-12-11T13:53:00Z</cp:lastPrinted>
  <dcterms:created xsi:type="dcterms:W3CDTF">2017-12-14T14:11:00Z</dcterms:created>
  <dcterms:modified xsi:type="dcterms:W3CDTF">2017-12-14T14:11:00Z</dcterms:modified>
</cp:coreProperties>
</file>