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E4" w:rsidRPr="00A05026" w:rsidRDefault="00421BE4" w:rsidP="00F13711">
      <w:pPr>
        <w:jc w:val="center"/>
        <w:rPr>
          <w:snapToGrid w:val="0"/>
          <w:spacing w:val="8"/>
          <w:sz w:val="24"/>
        </w:rPr>
      </w:pPr>
      <w:r w:rsidRPr="0064145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21BE4" w:rsidRPr="00A05026" w:rsidRDefault="00421BE4" w:rsidP="004C50C6">
      <w:pPr>
        <w:jc w:val="center"/>
        <w:rPr>
          <w:snapToGrid w:val="0"/>
          <w:spacing w:val="8"/>
          <w:sz w:val="24"/>
        </w:rPr>
      </w:pPr>
    </w:p>
    <w:p w:rsidR="00421BE4" w:rsidRPr="00A05026" w:rsidRDefault="00421BE4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21BE4" w:rsidRPr="00A05026" w:rsidRDefault="00421BE4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421BE4" w:rsidRPr="00A05026" w:rsidRDefault="00421BE4" w:rsidP="004C50C6">
      <w:pPr>
        <w:jc w:val="center"/>
        <w:rPr>
          <w:b/>
          <w:sz w:val="16"/>
          <w:szCs w:val="16"/>
        </w:rPr>
      </w:pPr>
    </w:p>
    <w:p w:rsidR="00421BE4" w:rsidRPr="00A05026" w:rsidRDefault="00421BE4" w:rsidP="004C50C6">
      <w:pPr>
        <w:jc w:val="center"/>
        <w:rPr>
          <w:b/>
          <w:sz w:val="16"/>
          <w:szCs w:val="16"/>
        </w:rPr>
      </w:pPr>
    </w:p>
    <w:p w:rsidR="00421BE4" w:rsidRPr="00A05026" w:rsidRDefault="00421BE4" w:rsidP="004C50C6">
      <w:pPr>
        <w:pStyle w:val="Heading1"/>
      </w:pPr>
      <w:r w:rsidRPr="00A05026">
        <w:t>РОЗПОРЯДЖЕННЯ</w:t>
      </w:r>
    </w:p>
    <w:p w:rsidR="00421BE4" w:rsidRPr="00A05026" w:rsidRDefault="00421BE4" w:rsidP="004C50C6">
      <w:pPr>
        <w:pStyle w:val="Title"/>
        <w:jc w:val="left"/>
        <w:rPr>
          <w:sz w:val="20"/>
          <w:szCs w:val="20"/>
        </w:rPr>
      </w:pPr>
    </w:p>
    <w:p w:rsidR="00421BE4" w:rsidRPr="00A05026" w:rsidRDefault="00421BE4" w:rsidP="004C50C6">
      <w:pPr>
        <w:pStyle w:val="Title"/>
        <w:jc w:val="left"/>
        <w:rPr>
          <w:sz w:val="20"/>
          <w:szCs w:val="20"/>
        </w:rPr>
      </w:pPr>
    </w:p>
    <w:p w:rsidR="00421BE4" w:rsidRPr="00A05026" w:rsidRDefault="00421BE4" w:rsidP="004C50C6">
      <w:pPr>
        <w:pStyle w:val="Title"/>
        <w:jc w:val="left"/>
      </w:pPr>
      <w:r>
        <w:rPr>
          <w:szCs w:val="28"/>
        </w:rPr>
        <w:t xml:space="preserve">20 лютого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№ 35</w:t>
      </w:r>
    </w:p>
    <w:p w:rsidR="00421BE4" w:rsidRPr="00A05026" w:rsidRDefault="00421BE4" w:rsidP="00163BDD">
      <w:pPr>
        <w:jc w:val="both"/>
      </w:pPr>
    </w:p>
    <w:p w:rsidR="00421BE4" w:rsidRPr="00A05026" w:rsidRDefault="00421BE4" w:rsidP="00A05026">
      <w:pPr>
        <w:jc w:val="center"/>
      </w:pPr>
    </w:p>
    <w:p w:rsidR="00421BE4" w:rsidRPr="00A05026" w:rsidRDefault="00421BE4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Деркачу В.В.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421BE4" w:rsidRPr="00A05026" w:rsidRDefault="00421BE4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421BE4" w:rsidRDefault="00421BE4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421BE4" w:rsidRPr="00A05026" w:rsidRDefault="00421BE4" w:rsidP="00C7304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</w:t>
      </w:r>
      <w:r w:rsidRPr="00A05026">
        <w:rPr>
          <w:szCs w:val="28"/>
        </w:rPr>
        <w:t>«</w:t>
      </w:r>
      <w:r>
        <w:rPr>
          <w:szCs w:val="28"/>
        </w:rPr>
        <w:t>Турія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421BE4" w:rsidRPr="00A05026" w:rsidRDefault="00421BE4" w:rsidP="001B6D24"/>
    <w:p w:rsidR="00421BE4" w:rsidRPr="00A05026" w:rsidRDefault="00421BE4" w:rsidP="001B6D24">
      <w:r>
        <w:t xml:space="preserve"> </w:t>
      </w:r>
    </w:p>
    <w:p w:rsidR="00421BE4" w:rsidRPr="00A05026" w:rsidRDefault="00421BE4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 «</w:t>
      </w:r>
      <w:r>
        <w:rPr>
          <w:szCs w:val="28"/>
        </w:rPr>
        <w:t>Турія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421BE4" w:rsidRPr="00A05026" w:rsidRDefault="00421BE4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 w:rsidRPr="00A05026">
        <w:rPr>
          <w:szCs w:val="28"/>
        </w:rPr>
        <w:t>колишнього КСП «</w:t>
      </w:r>
      <w:r>
        <w:rPr>
          <w:szCs w:val="28"/>
        </w:rPr>
        <w:t>Турія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Бузаківської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421BE4" w:rsidRPr="00A05026" w:rsidRDefault="00421BE4" w:rsidP="00A05026">
      <w:pPr>
        <w:ind w:firstLine="708"/>
        <w:jc w:val="both"/>
      </w:pPr>
      <w:r w:rsidRPr="00A05026">
        <w:t xml:space="preserve">- </w:t>
      </w:r>
      <w:r>
        <w:t>Деркачу Валентину Васильовичу, власнику сертифіката</w:t>
      </w:r>
      <w:r w:rsidRPr="00A05026">
        <w:t xml:space="preserve"> на право на земельну частку (пай) серії ВЛ № </w:t>
      </w:r>
      <w:r>
        <w:t>0231614.</w:t>
      </w:r>
    </w:p>
    <w:p w:rsidR="00421BE4" w:rsidRPr="00A05026" w:rsidRDefault="00421BE4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421BE4" w:rsidRPr="00A05026" w:rsidRDefault="00421BE4" w:rsidP="001B6D24"/>
    <w:p w:rsidR="00421BE4" w:rsidRPr="00A05026" w:rsidRDefault="00421BE4" w:rsidP="001B6D24"/>
    <w:p w:rsidR="00421BE4" w:rsidRPr="00A05026" w:rsidRDefault="00421BE4" w:rsidP="001B6D24"/>
    <w:p w:rsidR="00421BE4" w:rsidRPr="00A05026" w:rsidRDefault="00421BE4" w:rsidP="001B6D24"/>
    <w:p w:rsidR="00421BE4" w:rsidRPr="00A05026" w:rsidRDefault="00421BE4" w:rsidP="001B6D24"/>
    <w:p w:rsidR="00421BE4" w:rsidRPr="00A05026" w:rsidRDefault="00421BE4" w:rsidP="001B6D24">
      <w:r>
        <w:t>Перший заступник голови</w:t>
      </w:r>
      <w:r w:rsidRPr="00A05026">
        <w:t xml:space="preserve">                                                         </w:t>
      </w:r>
      <w:r>
        <w:t xml:space="preserve">  </w:t>
      </w:r>
      <w:r w:rsidRPr="00400AFD">
        <w:rPr>
          <w:b/>
        </w:rPr>
        <w:t>О.МИХАЛІК</w:t>
      </w:r>
    </w:p>
    <w:p w:rsidR="00421BE4" w:rsidRPr="00A05026" w:rsidRDefault="00421BE4" w:rsidP="001B6D24"/>
    <w:p w:rsidR="00421BE4" w:rsidRPr="00400AFD" w:rsidRDefault="00421BE4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421BE4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E4" w:rsidRDefault="00421BE4" w:rsidP="00D113DB">
      <w:r>
        <w:separator/>
      </w:r>
    </w:p>
  </w:endnote>
  <w:endnote w:type="continuationSeparator" w:id="0">
    <w:p w:rsidR="00421BE4" w:rsidRDefault="00421BE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E4" w:rsidRDefault="00421BE4" w:rsidP="00D113DB">
      <w:r>
        <w:separator/>
      </w:r>
    </w:p>
  </w:footnote>
  <w:footnote w:type="continuationSeparator" w:id="0">
    <w:p w:rsidR="00421BE4" w:rsidRDefault="00421BE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D4BCA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166F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1BE4"/>
    <w:rsid w:val="004278E6"/>
    <w:rsid w:val="004312D4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4145E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675AF"/>
    <w:rsid w:val="00C70519"/>
    <w:rsid w:val="00C73041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172D0"/>
    <w:rsid w:val="00F311CB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52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252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52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6252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6252C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1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197</Words>
  <Characters>1123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2017-02-20T13:33:00Z</cp:lastPrinted>
  <dcterms:created xsi:type="dcterms:W3CDTF">2017-02-21T13:05:00Z</dcterms:created>
  <dcterms:modified xsi:type="dcterms:W3CDTF">2017-02-21T13:05:00Z</dcterms:modified>
</cp:coreProperties>
</file>