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228" w:rsidRPr="00A05026" w:rsidRDefault="00CE5228" w:rsidP="00F13711">
      <w:pPr>
        <w:jc w:val="center"/>
        <w:rPr>
          <w:snapToGrid w:val="0"/>
          <w:spacing w:val="8"/>
          <w:sz w:val="24"/>
        </w:rPr>
      </w:pPr>
      <w:r w:rsidRPr="00D967A6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CE5228" w:rsidRPr="00A05026" w:rsidRDefault="00CE5228" w:rsidP="004C50C6">
      <w:pPr>
        <w:jc w:val="center"/>
        <w:rPr>
          <w:snapToGrid w:val="0"/>
          <w:spacing w:val="8"/>
          <w:sz w:val="24"/>
        </w:rPr>
      </w:pPr>
      <w:bookmarkStart w:id="0" w:name="_GoBack"/>
      <w:bookmarkEnd w:id="0"/>
    </w:p>
    <w:p w:rsidR="00CE5228" w:rsidRPr="00A05026" w:rsidRDefault="00CE5228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CE5228" w:rsidRPr="00A05026" w:rsidRDefault="00CE5228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CE5228" w:rsidRPr="00A05026" w:rsidRDefault="00CE5228" w:rsidP="004C50C6">
      <w:pPr>
        <w:jc w:val="center"/>
        <w:rPr>
          <w:b/>
          <w:sz w:val="16"/>
          <w:szCs w:val="16"/>
        </w:rPr>
      </w:pPr>
    </w:p>
    <w:p w:rsidR="00CE5228" w:rsidRPr="00A05026" w:rsidRDefault="00CE5228" w:rsidP="004C50C6">
      <w:pPr>
        <w:jc w:val="center"/>
        <w:rPr>
          <w:b/>
          <w:sz w:val="16"/>
          <w:szCs w:val="16"/>
        </w:rPr>
      </w:pPr>
    </w:p>
    <w:p w:rsidR="00CE5228" w:rsidRPr="00A05026" w:rsidRDefault="00CE5228" w:rsidP="004C50C6">
      <w:pPr>
        <w:pStyle w:val="Heading1"/>
      </w:pPr>
      <w:r w:rsidRPr="00A05026">
        <w:t>РОЗПОРЯДЖЕННЯ</w:t>
      </w:r>
    </w:p>
    <w:p w:rsidR="00CE5228" w:rsidRPr="00A05026" w:rsidRDefault="00CE5228" w:rsidP="004C50C6">
      <w:pPr>
        <w:pStyle w:val="Title"/>
        <w:jc w:val="left"/>
        <w:rPr>
          <w:sz w:val="20"/>
          <w:szCs w:val="20"/>
        </w:rPr>
      </w:pPr>
    </w:p>
    <w:p w:rsidR="00CE5228" w:rsidRPr="00A05026" w:rsidRDefault="00CE5228" w:rsidP="004C50C6">
      <w:pPr>
        <w:pStyle w:val="Title"/>
        <w:jc w:val="left"/>
        <w:rPr>
          <w:sz w:val="20"/>
          <w:szCs w:val="20"/>
        </w:rPr>
      </w:pPr>
    </w:p>
    <w:p w:rsidR="00CE5228" w:rsidRPr="00A05026" w:rsidRDefault="00CE5228" w:rsidP="004C50C6">
      <w:pPr>
        <w:pStyle w:val="Title"/>
        <w:jc w:val="left"/>
      </w:pPr>
      <w:r>
        <w:rPr>
          <w:szCs w:val="28"/>
        </w:rPr>
        <w:t xml:space="preserve">05 грудня 2017 року  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  <w:t xml:space="preserve">             </w:t>
      </w:r>
      <w:r>
        <w:tab/>
        <w:t>№ 348</w:t>
      </w:r>
    </w:p>
    <w:p w:rsidR="00CE5228" w:rsidRPr="00A05026" w:rsidRDefault="00CE5228" w:rsidP="00163BDD">
      <w:pPr>
        <w:jc w:val="both"/>
      </w:pPr>
    </w:p>
    <w:p w:rsidR="00CE5228" w:rsidRPr="00A05026" w:rsidRDefault="00CE5228" w:rsidP="00A05026">
      <w:pPr>
        <w:jc w:val="center"/>
      </w:pPr>
    </w:p>
    <w:p w:rsidR="00CE5228" w:rsidRPr="00A05026" w:rsidRDefault="00CE5228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Прачу А.І.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CE5228" w:rsidRPr="00A05026" w:rsidRDefault="00CE5228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CE5228" w:rsidRPr="00A05026" w:rsidRDefault="00CE5228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CE5228" w:rsidRPr="00A05026" w:rsidRDefault="00CE5228" w:rsidP="00A05026">
      <w:pPr>
        <w:jc w:val="center"/>
        <w:rPr>
          <w:szCs w:val="28"/>
        </w:rPr>
      </w:pPr>
      <w:r>
        <w:rPr>
          <w:szCs w:val="28"/>
        </w:rPr>
        <w:t xml:space="preserve">КСП «Добренське» </w:t>
      </w:r>
      <w:r w:rsidRPr="00A05026">
        <w:rPr>
          <w:szCs w:val="28"/>
        </w:rPr>
        <w:t>в натурі (на  місцевості)</w:t>
      </w:r>
    </w:p>
    <w:p w:rsidR="00CE5228" w:rsidRPr="00A05026" w:rsidRDefault="00CE5228" w:rsidP="001B6D24"/>
    <w:p w:rsidR="00CE5228" w:rsidRPr="00A05026" w:rsidRDefault="00CE5228" w:rsidP="001B6D24">
      <w:r>
        <w:t xml:space="preserve"> </w:t>
      </w:r>
    </w:p>
    <w:p w:rsidR="00CE5228" w:rsidRPr="00A05026" w:rsidRDefault="00CE5228" w:rsidP="00A05026">
      <w:pPr>
        <w:ind w:firstLine="708"/>
        <w:jc w:val="both"/>
      </w:pP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 xml:space="preserve">ого КСП «Добренське» </w:t>
      </w:r>
      <w:r w:rsidRPr="00A05026">
        <w:rPr>
          <w:szCs w:val="28"/>
        </w:rPr>
        <w:t xml:space="preserve">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CE5228" w:rsidRPr="00A05026" w:rsidRDefault="00CE5228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>колишнього КСП «Добренське»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 Добренської </w:t>
      </w:r>
      <w:r w:rsidRPr="00A05026">
        <w:t>сільської ради громадян</w:t>
      </w:r>
      <w:r>
        <w:t>ину</w:t>
      </w:r>
      <w:r w:rsidRPr="00A05026">
        <w:t>:</w:t>
      </w:r>
    </w:p>
    <w:p w:rsidR="00CE5228" w:rsidRPr="00A05026" w:rsidRDefault="00CE5228" w:rsidP="00A05026">
      <w:pPr>
        <w:ind w:firstLine="708"/>
        <w:jc w:val="both"/>
      </w:pPr>
      <w:r w:rsidRPr="00A05026">
        <w:t xml:space="preserve">- </w:t>
      </w:r>
      <w:r>
        <w:t xml:space="preserve"> Прачу Анатолію Івановичу, власнику сертифіката</w:t>
      </w:r>
      <w:r w:rsidRPr="00A05026">
        <w:t xml:space="preserve"> на право на земельну частку (пай) серії ВЛ № </w:t>
      </w:r>
      <w:r>
        <w:t>0204858.</w:t>
      </w:r>
    </w:p>
    <w:p w:rsidR="00CE5228" w:rsidRPr="00A05026" w:rsidRDefault="00CE5228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CE5228" w:rsidRPr="00A05026" w:rsidRDefault="00CE5228" w:rsidP="001B6D24"/>
    <w:p w:rsidR="00CE5228" w:rsidRPr="00A05026" w:rsidRDefault="00CE5228" w:rsidP="001B6D24"/>
    <w:p w:rsidR="00CE5228" w:rsidRPr="00A05026" w:rsidRDefault="00CE5228" w:rsidP="001B6D24"/>
    <w:p w:rsidR="00CE5228" w:rsidRPr="00A05026" w:rsidRDefault="00CE5228" w:rsidP="001B6D24"/>
    <w:p w:rsidR="00CE5228" w:rsidRPr="00A05026" w:rsidRDefault="00CE5228" w:rsidP="001B6D24"/>
    <w:p w:rsidR="00CE5228" w:rsidRPr="00A05026" w:rsidRDefault="00CE5228" w:rsidP="001B6D24">
      <w:r>
        <w:t xml:space="preserve">Голова                                 </w:t>
      </w:r>
      <w:r w:rsidRPr="00A05026">
        <w:t xml:space="preserve">                                                         </w:t>
      </w:r>
      <w:r>
        <w:t xml:space="preserve"> </w:t>
      </w:r>
      <w:r w:rsidRPr="00427A9E">
        <w:rPr>
          <w:b/>
        </w:rPr>
        <w:t>В.ДУНАЙЧУК</w:t>
      </w:r>
    </w:p>
    <w:p w:rsidR="00CE5228" w:rsidRPr="00A05026" w:rsidRDefault="00CE5228" w:rsidP="001B6D24"/>
    <w:p w:rsidR="00CE5228" w:rsidRPr="00400AFD" w:rsidRDefault="00CE5228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sectPr w:rsidR="00CE5228" w:rsidRPr="00400AFD" w:rsidSect="001E085B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228" w:rsidRDefault="00CE5228" w:rsidP="00D113DB">
      <w:r>
        <w:separator/>
      </w:r>
    </w:p>
  </w:endnote>
  <w:endnote w:type="continuationSeparator" w:id="0">
    <w:p w:rsidR="00CE5228" w:rsidRDefault="00CE5228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228" w:rsidRDefault="00CE5228" w:rsidP="00D113DB">
      <w:r>
        <w:separator/>
      </w:r>
    </w:p>
  </w:footnote>
  <w:footnote w:type="continuationSeparator" w:id="0">
    <w:p w:rsidR="00CE5228" w:rsidRDefault="00CE5228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1F36"/>
    <w:rsid w:val="00046327"/>
    <w:rsid w:val="000539C8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D0568"/>
    <w:rsid w:val="000F20E0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5268C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E085B"/>
    <w:rsid w:val="001E514E"/>
    <w:rsid w:val="001F55AA"/>
    <w:rsid w:val="001F6014"/>
    <w:rsid w:val="00203A9A"/>
    <w:rsid w:val="00206814"/>
    <w:rsid w:val="002223C6"/>
    <w:rsid w:val="00225ACF"/>
    <w:rsid w:val="0022746F"/>
    <w:rsid w:val="00231D11"/>
    <w:rsid w:val="002412D9"/>
    <w:rsid w:val="00241B85"/>
    <w:rsid w:val="00255A5D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6107"/>
    <w:rsid w:val="00317988"/>
    <w:rsid w:val="0032639B"/>
    <w:rsid w:val="003343B5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27A9E"/>
    <w:rsid w:val="004312D4"/>
    <w:rsid w:val="00456C12"/>
    <w:rsid w:val="004720B5"/>
    <w:rsid w:val="004818A6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34A7C"/>
    <w:rsid w:val="00844C4E"/>
    <w:rsid w:val="00857CB6"/>
    <w:rsid w:val="008610D4"/>
    <w:rsid w:val="0086553C"/>
    <w:rsid w:val="00877E46"/>
    <w:rsid w:val="0088149D"/>
    <w:rsid w:val="00892163"/>
    <w:rsid w:val="0089774F"/>
    <w:rsid w:val="00897DA2"/>
    <w:rsid w:val="008A5052"/>
    <w:rsid w:val="008C6AD3"/>
    <w:rsid w:val="008C7FF8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07FE7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67295"/>
    <w:rsid w:val="00B73321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E5228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967A6"/>
    <w:rsid w:val="00DB4219"/>
    <w:rsid w:val="00DD6E4A"/>
    <w:rsid w:val="00DE0AB9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90913"/>
    <w:rsid w:val="00E90AF3"/>
    <w:rsid w:val="00E95828"/>
    <w:rsid w:val="00EA199A"/>
    <w:rsid w:val="00EA5574"/>
    <w:rsid w:val="00EB22A7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12AE"/>
    <w:rsid w:val="00F62FD7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4750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7A9E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4750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F54750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54750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6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201</Words>
  <Characters>1149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2017-12-05T07:13:00Z</cp:lastPrinted>
  <dcterms:created xsi:type="dcterms:W3CDTF">2017-12-11T09:05:00Z</dcterms:created>
  <dcterms:modified xsi:type="dcterms:W3CDTF">2017-12-11T09:05:00Z</dcterms:modified>
</cp:coreProperties>
</file>